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CDB" w:rsidRPr="0099482B" w:rsidRDefault="00601CDB" w:rsidP="0099482B">
      <w:pPr>
        <w:spacing w:after="0"/>
        <w:rPr>
          <w:sz w:val="2"/>
        </w:rPr>
      </w:pPr>
    </w:p>
    <w:p w:rsidR="00065923" w:rsidRDefault="00065923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85725</wp:posOffset>
            </wp:positionH>
            <wp:positionV relativeFrom="paragraph">
              <wp:posOffset>172085</wp:posOffset>
            </wp:positionV>
            <wp:extent cx="1475105" cy="1048385"/>
            <wp:effectExtent l="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5923" w:rsidRPr="00065923" w:rsidRDefault="00065923" w:rsidP="007A1081">
      <w:pPr>
        <w:rPr>
          <w:rFonts w:ascii="Verdana Pro" w:hAnsi="Verdana Pro"/>
          <w:color w:val="EB718B" w:themeColor="accent5" w:themeTint="99"/>
          <w:sz w:val="10"/>
          <w:szCs w:val="10"/>
        </w:rPr>
      </w:pPr>
    </w:p>
    <w:p w:rsidR="00C8765D" w:rsidRP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  <w:r w:rsidRPr="00375E68">
        <w:rPr>
          <w:rFonts w:ascii="Verdana Pro" w:hAnsi="Verdana Pro"/>
          <w:color w:val="EB718B" w:themeColor="accent5" w:themeTint="99"/>
          <w:sz w:val="96"/>
          <w:szCs w:val="144"/>
        </w:rPr>
        <w:t>LA PREVENTION POUR CONSERVER L’AUTONOMIE</w:t>
      </w:r>
    </w:p>
    <w:p w:rsidR="00375E68" w:rsidRDefault="00B640F3" w:rsidP="00375E68">
      <w:pPr>
        <w:spacing w:after="0"/>
        <w:rPr>
          <w:rFonts w:ascii="Verdana Pro" w:hAnsi="Verdana Pro"/>
          <w:color w:val="F8A120" w:themeColor="accent6"/>
          <w:sz w:val="48"/>
          <w:szCs w:val="144"/>
        </w:rPr>
      </w:pPr>
      <w:r>
        <w:rPr>
          <w:rFonts w:ascii="Verdana Pro" w:hAnsi="Verdana Pro"/>
          <w:color w:val="F8A120" w:themeColor="accent6"/>
          <w:sz w:val="48"/>
          <w:szCs w:val="144"/>
        </w:rPr>
        <w:t>Présentation synthétique de votre projet</w:t>
      </w:r>
    </w:p>
    <w:p w:rsidR="00375E68" w:rsidRPr="00375E68" w:rsidRDefault="00BD0F89" w:rsidP="00375E68">
      <w:pPr>
        <w:spacing w:after="0"/>
        <w:rPr>
          <w:rFonts w:ascii="Verdana Pro" w:hAnsi="Verdana Pro"/>
          <w:color w:val="F8A120" w:themeColor="accent6"/>
          <w:sz w:val="48"/>
          <w:szCs w:val="144"/>
        </w:rPr>
      </w:pPr>
      <w:r>
        <w:rPr>
          <w:rFonts w:ascii="Verdana Pro" w:hAnsi="Verdana Pro"/>
          <w:color w:val="F8A120" w:themeColor="accent6"/>
          <w:sz w:val="48"/>
          <w:szCs w:val="144"/>
        </w:rPr>
        <w:t>MONALISA</w:t>
      </w:r>
      <w:r w:rsidR="00375E68" w:rsidRPr="00375E68">
        <w:rPr>
          <w:rFonts w:ascii="Verdana Pro" w:hAnsi="Verdana Pro"/>
          <w:color w:val="F8A120" w:themeColor="accent6"/>
          <w:sz w:val="48"/>
          <w:szCs w:val="144"/>
        </w:rPr>
        <w:t xml:space="preserve"> 2024-2025 </w:t>
      </w:r>
    </w:p>
    <w:p w:rsidR="00375E68" w:rsidRPr="00375E68" w:rsidRDefault="00375E68" w:rsidP="00375E68">
      <w:pPr>
        <w:spacing w:after="0"/>
        <w:rPr>
          <w:rFonts w:ascii="Verdana Pro" w:hAnsi="Verdana Pro"/>
          <w:color w:val="EB718B" w:themeColor="accent5" w:themeTint="99"/>
          <w:sz w:val="48"/>
          <w:szCs w:val="144"/>
        </w:rPr>
      </w:pPr>
      <w:r w:rsidRPr="00375E68">
        <w:rPr>
          <w:rFonts w:ascii="Verdana Pro" w:hAnsi="Verdana Pro"/>
          <w:color w:val="F8A120" w:themeColor="accent6"/>
          <w:sz w:val="48"/>
          <w:szCs w:val="144"/>
        </w:rPr>
        <w:t>Iles de Guadeloupe</w:t>
      </w:r>
    </w:p>
    <w:p w:rsid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</w:p>
    <w:p w:rsid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</w:p>
    <w:p w:rsid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</w:p>
    <w:p w:rsid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</w:p>
    <w:p w:rsidR="00065923" w:rsidRPr="00065923" w:rsidRDefault="00065923" w:rsidP="007A1081">
      <w:pPr>
        <w:rPr>
          <w:rFonts w:ascii="Verdana Pro" w:hAnsi="Verdana Pro"/>
          <w:color w:val="EB718B" w:themeColor="accent5" w:themeTint="99"/>
          <w:sz w:val="48"/>
          <w:szCs w:val="144"/>
        </w:rPr>
      </w:pPr>
    </w:p>
    <w:p w:rsidR="00065923" w:rsidRPr="00CC2E7F" w:rsidRDefault="00065923" w:rsidP="007A1081">
      <w:pPr>
        <w:rPr>
          <w:rFonts w:ascii="Times New Roman" w:hAnsi="Times New Roman"/>
          <w:color w:val="EB718B" w:themeColor="accent5" w:themeTint="99"/>
        </w:rPr>
      </w:pPr>
    </w:p>
    <w:p w:rsidR="00CC2E7F" w:rsidRPr="00CC2E7F" w:rsidRDefault="00CC2E7F" w:rsidP="00CC2E7F">
      <w:pPr>
        <w:rPr>
          <w:rFonts w:cstheme="minorHAnsi"/>
          <w:color w:val="D41E44" w:themeColor="accent5"/>
          <w:u w:val="single"/>
        </w:rPr>
      </w:pPr>
      <w:r w:rsidRPr="00CC2E7F">
        <w:rPr>
          <w:rFonts w:cstheme="minorHAnsi"/>
          <w:color w:val="D41E44" w:themeColor="accent5"/>
          <w:u w:val="single"/>
        </w:rPr>
        <w:t>Informations pratiques :</w:t>
      </w:r>
    </w:p>
    <w:p w:rsidR="00CC2E7F" w:rsidRPr="00CC2E7F" w:rsidRDefault="00CC2E7F" w:rsidP="00CC2E7F">
      <w:pPr>
        <w:jc w:val="both"/>
        <w:rPr>
          <w:rFonts w:cstheme="minorHAnsi"/>
        </w:rPr>
      </w:pPr>
      <w:r w:rsidRPr="00CC2E7F">
        <w:rPr>
          <w:rFonts w:cstheme="minorHAnsi"/>
        </w:rPr>
        <w:t>Pour toute demande, n’hésitez pas à nous contacter en nous adressant un mail à :</w:t>
      </w:r>
    </w:p>
    <w:p w:rsidR="00CC2E7F" w:rsidRDefault="00BD0F89" w:rsidP="00BD0F89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hyperlink r:id="rId11" w:history="1">
        <w:r w:rsidRPr="00605A38">
          <w:rPr>
            <w:rStyle w:val="Lienhypertexte"/>
            <w:rFonts w:cstheme="minorHAnsi"/>
          </w:rPr>
          <w:t>Direction.autonomie@cg971.fr</w:t>
        </w:r>
      </w:hyperlink>
    </w:p>
    <w:p w:rsidR="003302C3" w:rsidRPr="00CC2E7F" w:rsidRDefault="003302C3" w:rsidP="003302C3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</w:p>
    <w:p w:rsidR="00CC2E7F" w:rsidRPr="00CC2E7F" w:rsidRDefault="00CC2E7F" w:rsidP="00CC2E7F">
      <w:pPr>
        <w:jc w:val="both"/>
        <w:rPr>
          <w:rFonts w:cstheme="minorHAnsi"/>
          <w:color w:val="D41E44" w:themeColor="accent5"/>
          <w:u w:val="single"/>
        </w:rPr>
      </w:pPr>
      <w:r w:rsidRPr="00CC2E7F">
        <w:rPr>
          <w:rFonts w:cstheme="minorHAnsi"/>
          <w:color w:val="D41E44" w:themeColor="accent5"/>
          <w:u w:val="single"/>
        </w:rPr>
        <w:t>Candidature et transmission du dossier :</w:t>
      </w:r>
    </w:p>
    <w:p w:rsidR="00CC2E7F" w:rsidRPr="00CC2E7F" w:rsidRDefault="00CC2E7F" w:rsidP="00CC2E7F">
      <w:pPr>
        <w:jc w:val="both"/>
        <w:rPr>
          <w:rFonts w:cstheme="minorHAnsi"/>
        </w:rPr>
      </w:pPr>
      <w:r w:rsidRPr="00CC2E7F">
        <w:rPr>
          <w:rFonts w:cstheme="minorHAnsi"/>
        </w:rPr>
        <w:t xml:space="preserve">Date limite de réception des dossiers de candidature : </w:t>
      </w:r>
      <w:r w:rsidR="00BD0F89">
        <w:rPr>
          <w:rFonts w:cstheme="minorHAnsi"/>
          <w:b/>
          <w:color w:val="FF0000"/>
        </w:rPr>
        <w:t>28</w:t>
      </w:r>
      <w:bookmarkStart w:id="0" w:name="_GoBack"/>
      <w:bookmarkEnd w:id="0"/>
      <w:r w:rsidR="000C30DF">
        <w:rPr>
          <w:rFonts w:cstheme="minorHAnsi"/>
          <w:b/>
          <w:color w:val="FF0000"/>
        </w:rPr>
        <w:t xml:space="preserve"> JUIN</w:t>
      </w:r>
      <w:r w:rsidR="00FC3347">
        <w:rPr>
          <w:rFonts w:cstheme="minorHAnsi"/>
          <w:b/>
          <w:color w:val="FF0000"/>
        </w:rPr>
        <w:t xml:space="preserve"> </w:t>
      </w:r>
      <w:r w:rsidRPr="00CC2E7F">
        <w:rPr>
          <w:rFonts w:cstheme="minorHAnsi"/>
          <w:b/>
          <w:color w:val="FF0000"/>
        </w:rPr>
        <w:t>2024</w:t>
      </w:r>
    </w:p>
    <w:p w:rsidR="00CC2E7F" w:rsidRPr="00CC2E7F" w:rsidRDefault="00CC2E7F" w:rsidP="00CC2E7F">
      <w:pPr>
        <w:jc w:val="both"/>
        <w:rPr>
          <w:rFonts w:cstheme="minorHAnsi"/>
        </w:rPr>
      </w:pPr>
      <w:r w:rsidRPr="00CC2E7F">
        <w:rPr>
          <w:rFonts w:cstheme="minorHAnsi"/>
        </w:rPr>
        <w:t xml:space="preserve">Le dossier dûment complété est à </w:t>
      </w:r>
      <w:r>
        <w:rPr>
          <w:rFonts w:cstheme="minorHAnsi"/>
        </w:rPr>
        <w:t xml:space="preserve">déposer </w:t>
      </w:r>
      <w:r w:rsidRPr="00CC2E7F">
        <w:rPr>
          <w:rFonts w:cstheme="minorHAnsi"/>
        </w:rPr>
        <w:t>exclusivement par voie dématérialis</w:t>
      </w:r>
      <w:r>
        <w:rPr>
          <w:rFonts w:cstheme="minorHAnsi"/>
        </w:rPr>
        <w:t>ée sur la plateforme suivante :</w:t>
      </w:r>
    </w:p>
    <w:p w:rsidR="00CC2E7F" w:rsidRPr="003302C3" w:rsidRDefault="00CC2E7F" w:rsidP="003302C3">
      <w:pPr>
        <w:jc w:val="center"/>
        <w:rPr>
          <w:rFonts w:cstheme="minorHAnsi"/>
        </w:rPr>
      </w:pPr>
      <w:r w:rsidRPr="00CC2E7F">
        <w:rPr>
          <w:rFonts w:ascii="Calibri" w:eastAsia="Calibri" w:hAnsi="Calibri" w:cs="Calibri"/>
          <w:bCs/>
          <w:color w:val="0070C0"/>
          <w:u w:val="single"/>
        </w:rPr>
        <w:t>demarches-simplifiees.fr</w:t>
      </w:r>
    </w:p>
    <w:p w:rsidR="00CC2E7F" w:rsidRPr="00CC2E7F" w:rsidRDefault="00CC2E7F" w:rsidP="00CC2E7F">
      <w:pPr>
        <w:jc w:val="both"/>
        <w:rPr>
          <w:rFonts w:cstheme="minorHAnsi"/>
          <w:b/>
          <w:color w:val="D41E44" w:themeColor="accent5"/>
          <w:u w:val="single"/>
        </w:rPr>
      </w:pPr>
      <w:r w:rsidRPr="00CC2E7F">
        <w:rPr>
          <w:rFonts w:cstheme="minorHAnsi"/>
          <w:b/>
          <w:color w:val="D41E44" w:themeColor="accent5"/>
          <w:u w:val="single"/>
        </w:rPr>
        <w:t>Documents à joindre impérativement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 xml:space="preserve">Une lettre d’opportunité signé et daté </w:t>
      </w:r>
    </w:p>
    <w:p w:rsidR="003302C3" w:rsidRPr="008C1A0A" w:rsidRDefault="008C1A0A" w:rsidP="008C1A0A">
      <w:pPr>
        <w:pStyle w:val="Paragraphedeliste"/>
        <w:numPr>
          <w:ilvl w:val="0"/>
          <w:numId w:val="11"/>
        </w:numPr>
        <w:rPr>
          <w:rFonts w:cstheme="minorHAnsi"/>
          <w:b/>
        </w:rPr>
      </w:pPr>
      <w:r w:rsidRPr="008C1A0A">
        <w:rPr>
          <w:rFonts w:cstheme="minorHAnsi"/>
          <w:b/>
        </w:rPr>
        <w:t xml:space="preserve">Annexe 1 : </w:t>
      </w:r>
      <w:r>
        <w:rPr>
          <w:rFonts w:cstheme="minorHAnsi"/>
          <w:b/>
        </w:rPr>
        <w:t xml:space="preserve">Présent document </w:t>
      </w:r>
      <w:r w:rsidRPr="008C1A0A">
        <w:rPr>
          <w:rFonts w:cstheme="minorHAnsi"/>
          <w:b/>
        </w:rPr>
        <w:t xml:space="preserve">synthétique </w:t>
      </w:r>
      <w:r w:rsidRPr="00D25EEF">
        <w:rPr>
          <w:rFonts w:cstheme="minorHAnsi"/>
          <w:b/>
          <w:color w:val="FF0000"/>
          <w:u w:val="single"/>
        </w:rPr>
        <w:t>à</w:t>
      </w:r>
      <w:r w:rsidR="00B640F3">
        <w:rPr>
          <w:rFonts w:cstheme="minorHAnsi"/>
          <w:b/>
          <w:color w:val="FF0000"/>
          <w:u w:val="single"/>
        </w:rPr>
        <w:t xml:space="preserve"> t</w:t>
      </w:r>
      <w:r w:rsidR="00B640F3" w:rsidRPr="00D25EEF">
        <w:rPr>
          <w:rFonts w:cstheme="minorHAnsi"/>
          <w:b/>
          <w:color w:val="FF0000"/>
          <w:u w:val="single"/>
        </w:rPr>
        <w:t>élécharger</w:t>
      </w:r>
      <w:r w:rsidRPr="00D25EEF">
        <w:rPr>
          <w:rFonts w:cstheme="minorHAnsi"/>
          <w:b/>
          <w:color w:val="FF0000"/>
          <w:u w:val="single"/>
        </w:rPr>
        <w:t xml:space="preserve"> </w:t>
      </w:r>
      <w:r w:rsidR="00B640F3">
        <w:rPr>
          <w:rFonts w:cstheme="minorHAnsi"/>
          <w:b/>
          <w:color w:val="FF0000"/>
          <w:u w:val="single"/>
        </w:rPr>
        <w:t xml:space="preserve">puis </w:t>
      </w:r>
      <w:r w:rsidRPr="00D25EEF">
        <w:rPr>
          <w:rFonts w:cstheme="minorHAnsi"/>
          <w:b/>
          <w:color w:val="FF0000"/>
          <w:u w:val="single"/>
        </w:rPr>
        <w:t xml:space="preserve">compléter </w:t>
      </w:r>
      <w:r w:rsidR="00D25EEF" w:rsidRPr="00D25EEF">
        <w:rPr>
          <w:rFonts w:cstheme="minorHAnsi"/>
          <w:b/>
          <w:color w:val="FF0000"/>
          <w:u w:val="single"/>
        </w:rPr>
        <w:t xml:space="preserve">sur Word </w:t>
      </w:r>
      <w:r w:rsidR="00B640F3">
        <w:rPr>
          <w:rFonts w:cstheme="minorHAnsi"/>
          <w:b/>
          <w:color w:val="FF0000"/>
          <w:u w:val="single"/>
        </w:rPr>
        <w:t>et retransmettre</w:t>
      </w:r>
      <w:r w:rsidR="00B640F3">
        <w:rPr>
          <w:rFonts w:cstheme="minorHAnsi"/>
          <w:b/>
        </w:rPr>
        <w:t xml:space="preserve"> sur la plateforme démarches-simplifiées</w:t>
      </w:r>
      <w:r w:rsidR="00D25EEF">
        <w:rPr>
          <w:rFonts w:cstheme="minorHAnsi"/>
          <w:b/>
        </w:rPr>
        <w:t>. Ce document comporte</w:t>
      </w:r>
      <w:r w:rsidRPr="008C1A0A">
        <w:rPr>
          <w:rFonts w:cstheme="minorHAnsi"/>
          <w:b/>
        </w:rPr>
        <w:t xml:space="preserve"> la présentation du projet, le budget prévisionnel de l’action (joindre un budget par action dans le cas d’une demande multiple), le planning prévisionnel de mise en œuvre des actions, </w:t>
      </w:r>
      <w:proofErr w:type="spellStart"/>
      <w:r w:rsidRPr="008C1A0A">
        <w:rPr>
          <w:rFonts w:cstheme="minorHAnsi"/>
          <w:b/>
        </w:rPr>
        <w:t>etc</w:t>
      </w:r>
      <w:proofErr w:type="spellEnd"/>
      <w:r w:rsidRPr="008C1A0A">
        <w:rPr>
          <w:rFonts w:cstheme="minorHAnsi"/>
          <w:b/>
        </w:rPr>
        <w:t xml:space="preserve"> ;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Attestation de vigilance de moins de 3 mois, obligatoire pour tous les opérateurs et intervenants en lien avec le projet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Les statuts de votre structure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La liste des personnes chargées de l’administration de la structure (pour les associations : composition du conseil, du bureau, ...)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Les comptes annuels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Rapport du commissaire au compte (si vous avez un commissaire au compte)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Budget prévisionnel 2025 de la structure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L’ensemble des devis permettant d’évaluer avec précision le coût réel de l’action ;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Un RIB aux normes SEPA (avec code BIC et IBAN), portant une adresse correspondant à celle du numéro SIRET et celle du siège social ; et faisant apparaitre l’intitulé exact de la structure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Le logo de votre structure (format JNG)</w:t>
      </w:r>
    </w:p>
    <w:p w:rsid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 xml:space="preserve">Une Fiche Insee de moins de 3 mois (téléchargeable sur le site : </w:t>
      </w:r>
      <w:hyperlink r:id="rId12" w:history="1">
        <w:r w:rsidRPr="00C30100">
          <w:rPr>
            <w:rStyle w:val="Lienhypertexte"/>
            <w:rFonts w:cstheme="minorHAnsi"/>
            <w:b/>
          </w:rPr>
          <w:t>https://avis-situation-sirene.insee.fr/</w:t>
        </w:r>
      </w:hyperlink>
      <w:r w:rsidRPr="003302C3">
        <w:rPr>
          <w:rFonts w:cstheme="minorHAnsi"/>
          <w:b/>
        </w:rPr>
        <w:t>)</w:t>
      </w:r>
    </w:p>
    <w:p w:rsidR="003302C3" w:rsidRDefault="00CC2E7F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Bilans des actions précédentes, si l’action a déjà été expérimentée</w:t>
      </w:r>
    </w:p>
    <w:p w:rsidR="00CC2E7F" w:rsidRPr="00365257" w:rsidRDefault="00CC2E7F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 xml:space="preserve">Etat des demandes de cofinancements (justificatifs des </w:t>
      </w:r>
      <w:r w:rsidR="003302C3" w:rsidRPr="003302C3">
        <w:rPr>
          <w:rFonts w:cstheme="minorHAnsi"/>
          <w:b/>
        </w:rPr>
        <w:t xml:space="preserve">demandes de financements et des </w:t>
      </w:r>
      <w:r w:rsidRPr="003302C3">
        <w:rPr>
          <w:rFonts w:cstheme="minorHAnsi"/>
          <w:b/>
        </w:rPr>
        <w:t xml:space="preserve">réponses </w:t>
      </w:r>
      <w:r w:rsidRPr="00365257">
        <w:rPr>
          <w:rFonts w:cstheme="minorHAnsi"/>
          <w:b/>
        </w:rPr>
        <w:t>éventuelles)</w:t>
      </w:r>
    </w:p>
    <w:p w:rsidR="003302C3" w:rsidRPr="00D25EEF" w:rsidRDefault="00365257" w:rsidP="00D25EEF">
      <w:pPr>
        <w:spacing w:after="120"/>
        <w:jc w:val="both"/>
        <w:rPr>
          <w:rFonts w:cstheme="minorHAnsi"/>
          <w:color w:val="FF0000"/>
        </w:rPr>
      </w:pPr>
      <w:r w:rsidRPr="00365257">
        <w:rPr>
          <w:rFonts w:cstheme="minorHAnsi"/>
          <w:b/>
          <w:color w:val="FF0000"/>
        </w:rPr>
        <w:t xml:space="preserve">ATTENTION : </w:t>
      </w:r>
      <w:r w:rsidRPr="00365257">
        <w:rPr>
          <w:rFonts w:cstheme="minorHAnsi"/>
          <w:color w:val="FF0000"/>
        </w:rPr>
        <w:t>L’accusé réception sera notifié au porteur de l’action par courriel, seuls les dossiers complets seront instruits et présents au comité technique de la Conférence des Financeurs de la pré</w:t>
      </w:r>
      <w:r w:rsidR="00D25EEF">
        <w:rPr>
          <w:rFonts w:cstheme="minorHAnsi"/>
          <w:color w:val="FF0000"/>
        </w:rPr>
        <w:t>vention de la perte d’autonomie.</w:t>
      </w:r>
    </w:p>
    <w:p w:rsidR="003302C3" w:rsidRPr="003302C3" w:rsidRDefault="003302C3" w:rsidP="003302C3">
      <w:pPr>
        <w:jc w:val="center"/>
        <w:rPr>
          <w:rFonts w:cstheme="minorHAnsi"/>
          <w:b/>
          <w:color w:val="D41E44" w:themeColor="accent5"/>
          <w:sz w:val="28"/>
        </w:rPr>
      </w:pPr>
      <w:r w:rsidRPr="003302C3">
        <w:rPr>
          <w:rFonts w:cstheme="minorHAnsi"/>
          <w:b/>
          <w:color w:val="D41E44" w:themeColor="accent5"/>
          <w:sz w:val="28"/>
        </w:rPr>
        <w:lastRenderedPageBreak/>
        <w:t>IDENTIFICATION DE LA STRUCTURE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Identification de la structure, du représentant légal et de la personne</w:t>
      </w:r>
      <w:r>
        <w:rPr>
          <w:rFonts w:cstheme="minorHAnsi"/>
          <w:b/>
        </w:rPr>
        <w:t xml:space="preserve"> qui pilote le projet (référent </w:t>
      </w:r>
      <w:r w:rsidRPr="003302C3">
        <w:rPr>
          <w:rFonts w:cstheme="minorHAnsi"/>
          <w:b/>
        </w:rPr>
        <w:t>opérationnel).</w:t>
      </w:r>
    </w:p>
    <w:p w:rsidR="003302C3" w:rsidRDefault="003302C3" w:rsidP="003302C3">
      <w:pPr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67309</wp:posOffset>
                </wp:positionV>
                <wp:extent cx="6457950" cy="952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CC4E92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57.3pt,5.3pt" to="9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" strokecolor="#d41e44 [3208]">
                <w10:wrap anchorx="margin"/>
              </v:line>
            </w:pict>
          </mc:Fallback>
        </mc:AlternateContent>
      </w:r>
    </w:p>
    <w:p w:rsidR="003302C3" w:rsidRPr="003302C3" w:rsidRDefault="003302C3" w:rsidP="003302C3">
      <w:pPr>
        <w:jc w:val="both"/>
        <w:rPr>
          <w:rFonts w:cstheme="minorHAnsi"/>
          <w:b/>
          <w:color w:val="F8A120" w:themeColor="accent6"/>
        </w:rPr>
      </w:pPr>
      <w:r w:rsidRPr="003302C3">
        <w:rPr>
          <w:rFonts w:cstheme="minorHAnsi"/>
          <w:b/>
          <w:color w:val="F8A120" w:themeColor="accent6"/>
        </w:rPr>
        <w:t>LA STRUCTURE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Nom de la structure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Sigle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Type de structure (association, EHPAD public, centre social …)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Adresse du siège social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Code postal : Commune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Adresse de l’antenne, si différente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Code postal : Commune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N° SIRET/SIREN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Code NAF (APE) :</w:t>
      </w:r>
    </w:p>
    <w:p w:rsidR="003302C3" w:rsidRDefault="003302C3" w:rsidP="003302C3">
      <w:pPr>
        <w:jc w:val="both"/>
        <w:rPr>
          <w:rFonts w:cstheme="minorHAnsi"/>
          <w:b/>
        </w:rPr>
      </w:pPr>
      <w:r>
        <w:rPr>
          <w:rFonts w:cstheme="minorHAnsi"/>
          <w:b/>
        </w:rPr>
        <w:t>Téléphone 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3302C3">
        <w:rPr>
          <w:rFonts w:cstheme="minorHAnsi"/>
          <w:b/>
        </w:rPr>
        <w:t>Courriel :</w:t>
      </w:r>
      <w:r>
        <w:rPr>
          <w:rFonts w:cstheme="minorHAnsi"/>
          <w:b/>
        </w:rPr>
        <w:tab/>
      </w:r>
    </w:p>
    <w:p w:rsidR="003302C3" w:rsidRDefault="003302C3" w:rsidP="003302C3">
      <w:pPr>
        <w:tabs>
          <w:tab w:val="left" w:pos="2370"/>
        </w:tabs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1111AB4D">
            <wp:extent cx="6468110" cy="24130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02C3" w:rsidRPr="003302C3" w:rsidRDefault="003302C3" w:rsidP="003302C3">
      <w:pPr>
        <w:jc w:val="both"/>
        <w:rPr>
          <w:rFonts w:cstheme="minorHAnsi"/>
          <w:b/>
          <w:color w:val="F8A120" w:themeColor="accent6"/>
        </w:rPr>
      </w:pPr>
      <w:r w:rsidRPr="003302C3">
        <w:rPr>
          <w:rFonts w:cstheme="minorHAnsi"/>
          <w:b/>
          <w:color w:val="F8A120" w:themeColor="accent6"/>
        </w:rPr>
        <w:t>LE RÉPRESENTANT LÉGAL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NOM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Prénom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Fonction :</w:t>
      </w:r>
    </w:p>
    <w:p w:rsid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T</w:t>
      </w:r>
      <w:r>
        <w:rPr>
          <w:rFonts w:cstheme="minorHAnsi"/>
          <w:b/>
        </w:rPr>
        <w:t>éléphone 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3302C3">
        <w:rPr>
          <w:rFonts w:cstheme="minorHAnsi"/>
          <w:b/>
        </w:rPr>
        <w:t>Courriel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2F2A4E7F">
            <wp:extent cx="6468110" cy="24130"/>
            <wp:effectExtent l="0" t="0" r="889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02C3" w:rsidRPr="003302C3" w:rsidRDefault="003302C3" w:rsidP="003302C3">
      <w:pPr>
        <w:jc w:val="both"/>
        <w:rPr>
          <w:rFonts w:cstheme="minorHAnsi"/>
          <w:b/>
          <w:color w:val="F8A120" w:themeColor="accent6"/>
        </w:rPr>
      </w:pPr>
      <w:r w:rsidRPr="003302C3">
        <w:rPr>
          <w:rFonts w:cstheme="minorHAnsi"/>
          <w:b/>
          <w:color w:val="F8A120" w:themeColor="accent6"/>
        </w:rPr>
        <w:t>LA PERSONNE CHARGÉE DU DOSSIER si différente du représentant légal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NOM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Prénom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Fonction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Téléphone fixe 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3302C3">
        <w:rPr>
          <w:rFonts w:cstheme="minorHAnsi"/>
          <w:b/>
        </w:rPr>
        <w:t>Téléphone portable :</w:t>
      </w:r>
    </w:p>
    <w:p w:rsidR="00CC2E7F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Courriel :</w:t>
      </w:r>
    </w:p>
    <w:p w:rsidR="00622699" w:rsidRDefault="00365257" w:rsidP="00365257">
      <w:pPr>
        <w:tabs>
          <w:tab w:val="left" w:pos="6345"/>
        </w:tabs>
        <w:rPr>
          <w:rFonts w:cstheme="minorHAnsi"/>
          <w:b/>
          <w:color w:val="F8A120" w:themeColor="accent6"/>
          <w:sz w:val="40"/>
        </w:rPr>
      </w:pPr>
      <w:r w:rsidRPr="00622699">
        <w:rPr>
          <w:rFonts w:cstheme="minorHAnsi"/>
          <w:b/>
          <w:noProof/>
          <w:color w:val="F8A120" w:themeColor="accent6"/>
          <w:sz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3641090</wp:posOffset>
                </wp:positionH>
                <wp:positionV relativeFrom="paragraph">
                  <wp:posOffset>-140970</wp:posOffset>
                </wp:positionV>
                <wp:extent cx="3095625" cy="1676400"/>
                <wp:effectExtent l="0" t="0" r="28575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676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257" w:rsidRPr="00365257" w:rsidRDefault="00365257">
                            <w:pPr>
                              <w:rPr>
                                <w:b/>
                                <w:i/>
                              </w:rPr>
                            </w:pPr>
                            <w:r w:rsidRPr="00365257">
                              <w:rPr>
                                <w:b/>
                                <w:i/>
                              </w:rPr>
                              <w:t>Brève présentation de la structure :</w:t>
                            </w:r>
                            <w:r w:rsidRPr="00365257">
                              <w:rPr>
                                <w:b/>
                                <w:i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86.7pt;margin-top:-11.1pt;width:243.75pt;height:13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" fillcolor="white [3201]" strokecolor="#0dabb6 [3204]" strokeweight="2pt">
                <v:textbox>
                  <w:txbxContent>
                    <w:p w:rsidR="00365257" w:rsidRPr="00365257" w:rsidRDefault="00365257">
                      <w:pPr>
                        <w:rPr>
                          <w:b/>
                          <w:i/>
                        </w:rPr>
                      </w:pPr>
                      <w:r w:rsidRPr="00365257">
                        <w:rPr>
                          <w:b/>
                          <w:i/>
                        </w:rPr>
                        <w:t>Brève présentation de la structure :</w:t>
                      </w:r>
                      <w:r w:rsidRPr="00365257">
                        <w:rPr>
                          <w:b/>
                          <w:i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6B3113" w:rsidRPr="00622699">
        <w:rPr>
          <w:rFonts w:cstheme="minorHAnsi"/>
          <w:b/>
          <w:color w:val="F8A120" w:themeColor="accent6"/>
          <w:sz w:val="40"/>
        </w:rPr>
        <w:t xml:space="preserve">PRESENTATION </w:t>
      </w:r>
    </w:p>
    <w:p w:rsidR="00622699" w:rsidRDefault="006B3113" w:rsidP="00365257">
      <w:pPr>
        <w:tabs>
          <w:tab w:val="left" w:pos="6345"/>
        </w:tabs>
        <w:rPr>
          <w:rFonts w:cstheme="minorHAnsi"/>
          <w:b/>
          <w:color w:val="F8A120" w:themeColor="accent6"/>
          <w:sz w:val="40"/>
        </w:rPr>
      </w:pPr>
      <w:r w:rsidRPr="00622699">
        <w:rPr>
          <w:rFonts w:cstheme="minorHAnsi"/>
          <w:b/>
          <w:color w:val="F8A120" w:themeColor="accent6"/>
          <w:sz w:val="40"/>
        </w:rPr>
        <w:t xml:space="preserve">DE LA </w:t>
      </w:r>
    </w:p>
    <w:p w:rsidR="00365257" w:rsidRDefault="006B3113" w:rsidP="00365257">
      <w:pPr>
        <w:tabs>
          <w:tab w:val="left" w:pos="6345"/>
        </w:tabs>
        <w:rPr>
          <w:rFonts w:cstheme="minorHAnsi"/>
          <w:b/>
          <w:color w:val="F8A120" w:themeColor="accent6"/>
          <w:sz w:val="36"/>
        </w:rPr>
      </w:pPr>
      <w:r w:rsidRPr="00622699">
        <w:rPr>
          <w:rFonts w:cstheme="minorHAnsi"/>
          <w:b/>
          <w:color w:val="F8A120" w:themeColor="accent6"/>
          <w:sz w:val="40"/>
        </w:rPr>
        <w:t>STRUCTURE</w:t>
      </w:r>
      <w:r w:rsidRPr="00365257">
        <w:rPr>
          <w:rFonts w:cstheme="minorHAnsi"/>
          <w:b/>
          <w:color w:val="F8A120" w:themeColor="accent6"/>
          <w:sz w:val="36"/>
        </w:rPr>
        <w:t xml:space="preserve"> </w:t>
      </w:r>
    </w:p>
    <w:p w:rsidR="00622699" w:rsidRDefault="00622699" w:rsidP="00365257">
      <w:pPr>
        <w:tabs>
          <w:tab w:val="left" w:pos="6345"/>
        </w:tabs>
        <w:spacing w:after="0"/>
        <w:rPr>
          <w:rFonts w:cstheme="minorHAnsi"/>
          <w:b/>
          <w:color w:val="D41E44" w:themeColor="accent5"/>
          <w:sz w:val="36"/>
        </w:rPr>
      </w:pPr>
    </w:p>
    <w:p w:rsidR="00365257" w:rsidRPr="00365257" w:rsidRDefault="00365257" w:rsidP="00365257">
      <w:pPr>
        <w:tabs>
          <w:tab w:val="left" w:pos="6345"/>
        </w:tabs>
        <w:spacing w:after="0"/>
        <w:rPr>
          <w:rFonts w:cstheme="minorHAnsi"/>
          <w:b/>
          <w:color w:val="D41E44" w:themeColor="accent5"/>
          <w:sz w:val="36"/>
        </w:rPr>
      </w:pPr>
      <w:r w:rsidRPr="00365257">
        <w:rPr>
          <w:rFonts w:cstheme="minorHAnsi"/>
          <w:b/>
          <w:color w:val="D41E44" w:themeColor="accent5"/>
          <w:sz w:val="36"/>
        </w:rPr>
        <w:t>Mieux vous connaître</w:t>
      </w:r>
    </w:p>
    <w:p w:rsidR="00CC2E7F" w:rsidRPr="00622699" w:rsidRDefault="00622699" w:rsidP="00622699">
      <w:pPr>
        <w:tabs>
          <w:tab w:val="left" w:pos="6345"/>
        </w:tabs>
        <w:spacing w:after="0"/>
        <w:rPr>
          <w:rFonts w:cstheme="minorHAnsi"/>
          <w:b/>
          <w:color w:val="D41E44" w:themeColor="accent5"/>
          <w:sz w:val="36"/>
        </w:rPr>
      </w:pPr>
      <w:proofErr w:type="gramStart"/>
      <w:r>
        <w:rPr>
          <w:rFonts w:cstheme="minorHAnsi"/>
          <w:b/>
          <w:color w:val="D41E44" w:themeColor="accent5"/>
          <w:sz w:val="36"/>
        </w:rPr>
        <w:t>pour</w:t>
      </w:r>
      <w:proofErr w:type="gramEnd"/>
      <w:r>
        <w:rPr>
          <w:rFonts w:cstheme="minorHAnsi"/>
          <w:b/>
          <w:color w:val="D41E44" w:themeColor="accent5"/>
          <w:sz w:val="36"/>
        </w:rPr>
        <w:t xml:space="preserve"> mieux communiquer </w:t>
      </w:r>
      <w:r w:rsidR="00365257" w:rsidRPr="00365257">
        <w:rPr>
          <w:rFonts w:cstheme="minorHAnsi"/>
          <w:b/>
          <w:color w:val="D41E44" w:themeColor="accent5"/>
          <w:sz w:val="36"/>
        </w:rPr>
        <w:t>sur vos projets</w:t>
      </w:r>
      <w:r w:rsidR="00365257">
        <w:rPr>
          <w:rFonts w:cstheme="minorHAnsi"/>
          <w:b/>
          <w:color w:val="F8A120" w:themeColor="accent6"/>
          <w:sz w:val="36"/>
        </w:rPr>
        <w:tab/>
      </w:r>
    </w:p>
    <w:p w:rsidR="00CC2E7F" w:rsidRDefault="00365257" w:rsidP="00CC2E7F">
      <w:pPr>
        <w:jc w:val="both"/>
        <w:rPr>
          <w:rFonts w:cstheme="minorHAnsi"/>
          <w:b/>
          <w:color w:val="FF0000"/>
        </w:rPr>
      </w:pPr>
      <w:r>
        <w:rPr>
          <w:rFonts w:cstheme="minorHAnsi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59690</wp:posOffset>
                </wp:positionV>
                <wp:extent cx="6677025" cy="809625"/>
                <wp:effectExtent l="0" t="0" r="28575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809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257" w:rsidRPr="00365257" w:rsidRDefault="00365257">
                            <w:pPr>
                              <w:rPr>
                                <w:b/>
                                <w:i/>
                              </w:rPr>
                            </w:pPr>
                            <w:r w:rsidRPr="00365257">
                              <w:rPr>
                                <w:b/>
                                <w:i/>
                              </w:rPr>
                              <w:t>Public</w:t>
                            </w:r>
                            <w:r>
                              <w:rPr>
                                <w:b/>
                                <w:i/>
                              </w:rPr>
                              <w:t>(s)</w:t>
                            </w:r>
                            <w:r w:rsidRPr="00365257">
                              <w:rPr>
                                <w:b/>
                                <w:i/>
                              </w:rPr>
                              <w:t xml:space="preserve"> concerné</w:t>
                            </w:r>
                            <w:r>
                              <w:rPr>
                                <w:b/>
                                <w:i/>
                              </w:rPr>
                              <w:t>(s)</w:t>
                            </w:r>
                            <w:r w:rsidRPr="00365257">
                              <w:rPr>
                                <w:b/>
                                <w:i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7" type="#_x0000_t202" style="position:absolute;left:0;text-align:left;margin-left:2.45pt;margin-top:4.7pt;width:525.75pt;height:6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" fillcolor="white [3201]" strokecolor="#8fc640 [3205]" strokeweight="2pt">
                <v:textbox>
                  <w:txbxContent>
                    <w:p w:rsidR="00365257" w:rsidRPr="00365257" w:rsidRDefault="00365257">
                      <w:pPr>
                        <w:rPr>
                          <w:b/>
                          <w:i/>
                        </w:rPr>
                      </w:pPr>
                      <w:r w:rsidRPr="00365257">
                        <w:rPr>
                          <w:b/>
                          <w:i/>
                        </w:rPr>
                        <w:t>Public</w:t>
                      </w:r>
                      <w:r>
                        <w:rPr>
                          <w:b/>
                          <w:i/>
                        </w:rPr>
                        <w:t>(s)</w:t>
                      </w:r>
                      <w:r w:rsidRPr="00365257">
                        <w:rPr>
                          <w:b/>
                          <w:i/>
                        </w:rPr>
                        <w:t xml:space="preserve"> concerné</w:t>
                      </w:r>
                      <w:r>
                        <w:rPr>
                          <w:b/>
                          <w:i/>
                        </w:rPr>
                        <w:t>(s)</w:t>
                      </w:r>
                      <w:r w:rsidRPr="00365257">
                        <w:rPr>
                          <w:b/>
                          <w:i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Pr="00FA2F1F" w:rsidRDefault="00CC2E7F" w:rsidP="00CC2E7F">
      <w:pPr>
        <w:jc w:val="both"/>
        <w:rPr>
          <w:rFonts w:cstheme="minorHAnsi"/>
          <w:b/>
          <w:color w:val="FF0000"/>
          <w:sz w:val="10"/>
          <w:szCs w:val="10"/>
        </w:rPr>
      </w:pPr>
    </w:p>
    <w:p w:rsidR="00CC2E7F" w:rsidRDefault="00065923" w:rsidP="00CC2E7F">
      <w:pPr>
        <w:jc w:val="both"/>
        <w:rPr>
          <w:rFonts w:cstheme="minorHAnsi"/>
          <w:b/>
          <w:color w:val="FF0000"/>
        </w:rPr>
      </w:pPr>
      <w:r>
        <w:rPr>
          <w:rFonts w:cstheme="minorHAnsi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31114</wp:posOffset>
                </wp:positionH>
                <wp:positionV relativeFrom="paragraph">
                  <wp:posOffset>11431</wp:posOffset>
                </wp:positionV>
                <wp:extent cx="2257425" cy="2781300"/>
                <wp:effectExtent l="0" t="0" r="28575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278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257" w:rsidRDefault="00365257">
                            <w:pPr>
                              <w:rPr>
                                <w:b/>
                                <w:i/>
                              </w:rPr>
                            </w:pPr>
                            <w:r w:rsidRPr="00365257">
                              <w:rPr>
                                <w:b/>
                                <w:i/>
                              </w:rPr>
                              <w:t>Territoire(s) d’exécution :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proofErr w:type="spellStart"/>
                            <w:r w:rsidRPr="00365257">
                              <w:t>Anse-Bertrand</w:t>
                            </w:r>
                            <w:proofErr w:type="spellEnd"/>
                            <w:r w:rsidRPr="00365257">
                              <w:t xml:space="preserve">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Bouillante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proofErr w:type="spellStart"/>
                            <w:r w:rsidRPr="00365257">
                              <w:t>Capesterre</w:t>
                            </w:r>
                            <w:proofErr w:type="spellEnd"/>
                            <w:r w:rsidRPr="00365257">
                              <w:t xml:space="preserve"> Belle-Eau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>Désirade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Les Saintes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Marie-Galante </w:t>
                            </w:r>
                          </w:p>
                          <w:p w:rsidR="00365257" w:rsidRPr="00365257" w:rsidRDefault="00622699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>Morne-À-L’eau</w:t>
                            </w:r>
                            <w:r w:rsidR="00365257" w:rsidRPr="00365257">
                              <w:t xml:space="preserve">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Petit-Canal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Pointe-Noire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Sainte-Rose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</w:pPr>
                            <w:proofErr w:type="spellStart"/>
                            <w:r w:rsidRPr="00365257">
                              <w:t>Vieux-Fort</w:t>
                            </w:r>
                            <w:proofErr w:type="spellEnd"/>
                          </w:p>
                          <w:p w:rsidR="00365257" w:rsidRPr="00365257" w:rsidRDefault="00365257" w:rsidP="00365257">
                            <w:pPr>
                              <w:rPr>
                                <w:b/>
                                <w:i/>
                              </w:rPr>
                            </w:pPr>
                            <w:r w:rsidRPr="00365257">
                              <w:rPr>
                                <w:b/>
                                <w:i/>
                              </w:rPr>
                              <w:t>-</w:t>
                            </w:r>
                            <w:r w:rsidRPr="00365257">
                              <w:rPr>
                                <w:b/>
                                <w:i/>
                              </w:rPr>
                              <w:tab/>
                              <w:t>Vieux-Habitants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left:0;text-align:left;margin-left:2.45pt;margin-top:.9pt;width:177.75pt;height:2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" fillcolor="white [3201]" strokecolor="#f47527 [3206]" strokeweight="2pt">
                <v:textbox>
                  <w:txbxContent>
                    <w:p w:rsidR="00365257" w:rsidRDefault="00365257">
                      <w:pPr>
                        <w:rPr>
                          <w:b/>
                          <w:i/>
                        </w:rPr>
                      </w:pPr>
                      <w:r w:rsidRPr="00365257">
                        <w:rPr>
                          <w:b/>
                          <w:i/>
                        </w:rPr>
                        <w:t>Territoire(s) d’exécution :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Anse-Bertrand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Bouillante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Capesterre Belle-Eau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>Désirade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Les Saintes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Marie-Galante </w:t>
                      </w:r>
                    </w:p>
                    <w:p w:rsidR="00365257" w:rsidRPr="00365257" w:rsidRDefault="00622699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>Morne-À-L’eau</w:t>
                      </w:r>
                      <w:r w:rsidR="00365257" w:rsidRPr="00365257">
                        <w:t xml:space="preserve">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Petit-Canal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Pointe-Noire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Sainte-Rose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</w:pPr>
                      <w:r w:rsidRPr="00365257">
                        <w:t>Vieux-Fort</w:t>
                      </w:r>
                    </w:p>
                    <w:p w:rsidR="00365257" w:rsidRPr="00365257" w:rsidRDefault="00365257" w:rsidP="00365257">
                      <w:pPr>
                        <w:rPr>
                          <w:b/>
                          <w:i/>
                        </w:rPr>
                      </w:pPr>
                      <w:r w:rsidRPr="00365257">
                        <w:rPr>
                          <w:b/>
                          <w:i/>
                        </w:rPr>
                        <w:t>-</w:t>
                      </w:r>
                      <w:r w:rsidRPr="00365257">
                        <w:rPr>
                          <w:b/>
                          <w:i/>
                        </w:rPr>
                        <w:tab/>
                        <w:t>Vieux-Habitants</w:t>
                      </w:r>
                    </w:p>
                  </w:txbxContent>
                </v:textbox>
              </v:shape>
            </w:pict>
          </mc:Fallback>
        </mc:AlternateContent>
      </w:r>
      <w:r w:rsidR="00622699">
        <w:rPr>
          <w:rFonts w:cstheme="minorHAnsi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2574290</wp:posOffset>
                </wp:positionH>
                <wp:positionV relativeFrom="paragraph">
                  <wp:posOffset>11430</wp:posOffset>
                </wp:positionV>
                <wp:extent cx="4105275" cy="5610225"/>
                <wp:effectExtent l="0" t="0" r="28575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5610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2699" w:rsidRPr="00622699" w:rsidRDefault="00622699">
                            <w:pPr>
                              <w:rPr>
                                <w:b/>
                                <w:i/>
                              </w:rPr>
                            </w:pPr>
                            <w:r w:rsidRPr="00622699">
                              <w:rPr>
                                <w:b/>
                                <w:i/>
                              </w:rPr>
                              <w:t>Missions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29" type="#_x0000_t202" style="position:absolute;left:0;text-align:left;margin-left:202.7pt;margin-top:.9pt;width:323.25pt;height:4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" fillcolor="white [3201]" strokecolor="#ec223b [3207]" strokeweight="2pt">
                <v:textbox>
                  <w:txbxContent>
                    <w:p w:rsidR="00622699" w:rsidRPr="00622699" w:rsidRDefault="00622699">
                      <w:pPr>
                        <w:rPr>
                          <w:b/>
                          <w:i/>
                        </w:rPr>
                      </w:pPr>
                      <w:r w:rsidRPr="00622699">
                        <w:rPr>
                          <w:b/>
                          <w:i/>
                        </w:rPr>
                        <w:t>Missions :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FA2F1F" w:rsidRDefault="00065923" w:rsidP="00CC2E7F">
      <w:pPr>
        <w:jc w:val="both"/>
        <w:rPr>
          <w:rFonts w:cstheme="minorHAnsi"/>
          <w:b/>
          <w:color w:val="FF0000"/>
        </w:rPr>
      </w:pPr>
      <w:r>
        <w:rPr>
          <w:rFonts w:cstheme="minorHAnsi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446A97" wp14:editId="3BBA1FC3">
                <wp:simplePos x="0" y="0"/>
                <wp:positionH relativeFrom="margin">
                  <wp:align>left</wp:align>
                </wp:positionH>
                <wp:positionV relativeFrom="paragraph">
                  <wp:posOffset>314961</wp:posOffset>
                </wp:positionV>
                <wp:extent cx="2295525" cy="2495550"/>
                <wp:effectExtent l="0" t="0" r="28575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495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DABB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2F1F" w:rsidRDefault="00FA2F1F" w:rsidP="00FA2F1F">
                            <w:pPr>
                              <w:rPr>
                                <w:b/>
                                <w:i/>
                              </w:rPr>
                            </w:pPr>
                            <w:r w:rsidRPr="00622699">
                              <w:rPr>
                                <w:b/>
                                <w:i/>
                              </w:rPr>
                              <w:t>Contact :</w:t>
                            </w:r>
                          </w:p>
                          <w:p w:rsidR="00FA2F1F" w:rsidRDefault="00FA2F1F" w:rsidP="00FA2F1F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FA2F1F" w:rsidRPr="00FA2F1F" w:rsidRDefault="00FA2F1F" w:rsidP="00FA2F1F">
                            <w:r w:rsidRPr="00FA2F1F">
                              <w:t xml:space="preserve">Téléphone : </w:t>
                            </w:r>
                          </w:p>
                          <w:p w:rsidR="00FA2F1F" w:rsidRPr="00FA2F1F" w:rsidRDefault="00FA2F1F" w:rsidP="00FA2F1F"/>
                          <w:p w:rsidR="00FA2F1F" w:rsidRPr="00FA2F1F" w:rsidRDefault="00FA2F1F" w:rsidP="00FA2F1F">
                            <w:r w:rsidRPr="00FA2F1F">
                              <w:t>Sites internet :</w:t>
                            </w:r>
                          </w:p>
                          <w:p w:rsidR="00FA2F1F" w:rsidRPr="00FA2F1F" w:rsidRDefault="00FA2F1F" w:rsidP="00FA2F1F"/>
                          <w:p w:rsidR="00FA2F1F" w:rsidRDefault="00FA2F1F" w:rsidP="00FA2F1F">
                            <w:r w:rsidRPr="00FA2F1F">
                              <w:t>Réseaux sociaux :</w:t>
                            </w:r>
                          </w:p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Pr="00FA2F1F" w:rsidRDefault="00FA2F1F" w:rsidP="00FA2F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46A97" id="Zone de texte 8" o:spid="_x0000_s1030" type="#_x0000_t202" style="position:absolute;left:0;text-align:left;margin-left:0;margin-top:24.8pt;width:180.75pt;height:196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" fillcolor="window" strokecolor="#0dabb6" strokeweight="2pt">
                <v:textbox>
                  <w:txbxContent>
                    <w:p w:rsidR="00FA2F1F" w:rsidRDefault="00FA2F1F" w:rsidP="00FA2F1F">
                      <w:pPr>
                        <w:rPr>
                          <w:b/>
                          <w:i/>
                        </w:rPr>
                      </w:pPr>
                      <w:r w:rsidRPr="00622699">
                        <w:rPr>
                          <w:b/>
                          <w:i/>
                        </w:rPr>
                        <w:t>Contact :</w:t>
                      </w:r>
                    </w:p>
                    <w:p w:rsidR="00FA2F1F" w:rsidRDefault="00FA2F1F" w:rsidP="00FA2F1F">
                      <w:pPr>
                        <w:rPr>
                          <w:b/>
                          <w:i/>
                        </w:rPr>
                      </w:pPr>
                    </w:p>
                    <w:p w:rsidR="00FA2F1F" w:rsidRPr="00FA2F1F" w:rsidRDefault="00FA2F1F" w:rsidP="00FA2F1F">
                      <w:r w:rsidRPr="00FA2F1F">
                        <w:t xml:space="preserve">Téléphone : </w:t>
                      </w:r>
                    </w:p>
                    <w:p w:rsidR="00FA2F1F" w:rsidRPr="00FA2F1F" w:rsidRDefault="00FA2F1F" w:rsidP="00FA2F1F"/>
                    <w:p w:rsidR="00FA2F1F" w:rsidRPr="00FA2F1F" w:rsidRDefault="00FA2F1F" w:rsidP="00FA2F1F">
                      <w:r w:rsidRPr="00FA2F1F">
                        <w:t>Sites internet :</w:t>
                      </w:r>
                    </w:p>
                    <w:p w:rsidR="00FA2F1F" w:rsidRPr="00FA2F1F" w:rsidRDefault="00FA2F1F" w:rsidP="00FA2F1F"/>
                    <w:p w:rsidR="00FA2F1F" w:rsidRDefault="00FA2F1F" w:rsidP="00FA2F1F">
                      <w:r w:rsidRPr="00FA2F1F">
                        <w:t>Réseaux sociaux :</w:t>
                      </w:r>
                    </w:p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Pr="00FA2F1F" w:rsidRDefault="00FA2F1F" w:rsidP="00FA2F1F"/>
                  </w:txbxContent>
                </v:textbox>
                <w10:wrap anchorx="margin"/>
              </v:shape>
            </w:pict>
          </mc:Fallback>
        </mc:AlternateContent>
      </w: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365257" w:rsidRDefault="00365257" w:rsidP="00CC2E7F">
      <w:pPr>
        <w:jc w:val="both"/>
        <w:rPr>
          <w:rFonts w:cstheme="minorHAnsi"/>
          <w:b/>
          <w:color w:val="FF0000"/>
        </w:rPr>
      </w:pPr>
    </w:p>
    <w:p w:rsidR="00241BF6" w:rsidRPr="00241BF6" w:rsidRDefault="00241BF6" w:rsidP="00241BF6">
      <w:pPr>
        <w:jc w:val="center"/>
        <w:rPr>
          <w:color w:val="F8A120" w:themeColor="accent6"/>
          <w:sz w:val="40"/>
          <w:szCs w:val="40"/>
        </w:rPr>
      </w:pPr>
      <w:r w:rsidRPr="00241BF6">
        <w:rPr>
          <w:color w:val="F8A120" w:themeColor="accent6"/>
          <w:sz w:val="40"/>
          <w:szCs w:val="40"/>
        </w:rPr>
        <w:lastRenderedPageBreak/>
        <w:t>PRESENTATION DU PROJET</w:t>
      </w:r>
    </w:p>
    <w:p w:rsidR="00241BF6" w:rsidRDefault="00241BF6" w:rsidP="00CC2E7F">
      <w:pPr>
        <w:jc w:val="both"/>
      </w:pPr>
      <w:r>
        <w:t xml:space="preserve"> Présenter l’action et donner tous les arguments ou renseignements qui peuvent montrer la validité du projet. Des documents plus détaillés peuvent être joints à part. </w:t>
      </w:r>
    </w:p>
    <w:tbl>
      <w:tblPr>
        <w:tblStyle w:val="Grilledutableau"/>
        <w:tblW w:w="10312" w:type="dxa"/>
        <w:tblLook w:val="04A0" w:firstRow="1" w:lastRow="0" w:firstColumn="1" w:lastColumn="0" w:noHBand="0" w:noVBand="1"/>
      </w:tblPr>
      <w:tblGrid>
        <w:gridCol w:w="5156"/>
        <w:gridCol w:w="5156"/>
      </w:tblGrid>
      <w:tr w:rsidR="00241BF6" w:rsidTr="00241BF6">
        <w:trPr>
          <w:trHeight w:val="524"/>
        </w:trPr>
        <w:tc>
          <w:tcPr>
            <w:tcW w:w="5156" w:type="dxa"/>
          </w:tcPr>
          <w:p w:rsidR="00241BF6" w:rsidRPr="00241BF6" w:rsidRDefault="00241BF6" w:rsidP="00241BF6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241BF6" w:rsidRPr="00241BF6" w:rsidRDefault="00241BF6" w:rsidP="00241BF6">
            <w:pPr>
              <w:spacing w:after="0"/>
              <w:jc w:val="center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Titre du projet</w:t>
            </w:r>
          </w:p>
        </w:tc>
        <w:tc>
          <w:tcPr>
            <w:tcW w:w="5156" w:type="dxa"/>
          </w:tcPr>
          <w:p w:rsidR="00241BF6" w:rsidRPr="00241BF6" w:rsidRDefault="00241BF6" w:rsidP="00241BF6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241BF6" w:rsidRDefault="00241BF6" w:rsidP="00241BF6">
            <w:pPr>
              <w:spacing w:after="0"/>
              <w:jc w:val="center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Bref résumé du projet</w:t>
            </w:r>
          </w:p>
          <w:p w:rsidR="00241BF6" w:rsidRPr="00241BF6" w:rsidRDefault="00241BF6" w:rsidP="00241BF6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</w:tc>
      </w:tr>
      <w:tr w:rsidR="00241BF6" w:rsidTr="00241BF6">
        <w:trPr>
          <w:trHeight w:val="494"/>
        </w:trPr>
        <w:tc>
          <w:tcPr>
            <w:tcW w:w="5156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  <w:tc>
          <w:tcPr>
            <w:tcW w:w="5156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</w:tbl>
    <w:p w:rsidR="00241BF6" w:rsidRDefault="00241BF6" w:rsidP="00CC2E7F">
      <w:pPr>
        <w:jc w:val="both"/>
        <w:rPr>
          <w:rFonts w:cstheme="minorHAnsi"/>
          <w:b/>
          <w:color w:val="FF0000"/>
        </w:rPr>
      </w:pPr>
    </w:p>
    <w:tbl>
      <w:tblPr>
        <w:tblStyle w:val="Grilledutableau"/>
        <w:tblW w:w="10298" w:type="dxa"/>
        <w:tblLook w:val="04A0" w:firstRow="1" w:lastRow="0" w:firstColumn="1" w:lastColumn="0" w:noHBand="0" w:noVBand="1"/>
      </w:tblPr>
      <w:tblGrid>
        <w:gridCol w:w="2429"/>
        <w:gridCol w:w="7869"/>
      </w:tblGrid>
      <w:tr w:rsidR="00241BF6" w:rsidTr="00241BF6">
        <w:trPr>
          <w:trHeight w:val="3153"/>
        </w:trPr>
        <w:tc>
          <w:tcPr>
            <w:tcW w:w="2429" w:type="dxa"/>
          </w:tcPr>
          <w:p w:rsidR="00241BF6" w:rsidRDefault="00241BF6" w:rsidP="00241BF6">
            <w:pPr>
              <w:spacing w:after="0"/>
              <w:jc w:val="both"/>
              <w:rPr>
                <w:rFonts w:cstheme="minorHAnsi"/>
                <w:b/>
                <w:color w:val="FF0000"/>
              </w:rPr>
            </w:pPr>
          </w:p>
          <w:p w:rsidR="00241BF6" w:rsidRPr="00241BF6" w:rsidRDefault="00241BF6" w:rsidP="00241BF6">
            <w:pPr>
              <w:spacing w:after="0"/>
              <w:jc w:val="both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 xml:space="preserve">Diagnostic </w:t>
            </w:r>
          </w:p>
          <w:p w:rsidR="00241BF6" w:rsidRDefault="00241BF6" w:rsidP="00241BF6">
            <w:pPr>
              <w:spacing w:after="0"/>
              <w:jc w:val="both"/>
              <w:rPr>
                <w:rFonts w:cstheme="minorHAnsi"/>
                <w:b/>
                <w:color w:val="FF0000"/>
              </w:rPr>
            </w:pPr>
            <w:r w:rsidRPr="00241BF6">
              <w:rPr>
                <w:rFonts w:cstheme="minorHAnsi"/>
                <w:b/>
              </w:rPr>
              <w:t xml:space="preserve">Contexte </w:t>
            </w:r>
          </w:p>
        </w:tc>
        <w:tc>
          <w:tcPr>
            <w:tcW w:w="7869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241BF6">
        <w:trPr>
          <w:trHeight w:val="2973"/>
        </w:trPr>
        <w:tc>
          <w:tcPr>
            <w:tcW w:w="2429" w:type="dxa"/>
          </w:tcPr>
          <w:p w:rsidR="00241BF6" w:rsidRPr="00241BF6" w:rsidRDefault="00241BF6" w:rsidP="00CC2E7F">
            <w:pPr>
              <w:jc w:val="both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Description du projet</w:t>
            </w:r>
          </w:p>
        </w:tc>
        <w:tc>
          <w:tcPr>
            <w:tcW w:w="7869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241BF6">
        <w:trPr>
          <w:trHeight w:val="2883"/>
        </w:trPr>
        <w:tc>
          <w:tcPr>
            <w:tcW w:w="2429" w:type="dxa"/>
          </w:tcPr>
          <w:p w:rsidR="00241BF6" w:rsidRPr="00241BF6" w:rsidRDefault="00241BF6" w:rsidP="00241BF6">
            <w:pPr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 xml:space="preserve">Objectifs stratégiques </w:t>
            </w:r>
          </w:p>
        </w:tc>
        <w:tc>
          <w:tcPr>
            <w:tcW w:w="7869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CD0E5E">
        <w:trPr>
          <w:trHeight w:val="3153"/>
        </w:trPr>
        <w:tc>
          <w:tcPr>
            <w:tcW w:w="2429" w:type="dxa"/>
          </w:tcPr>
          <w:p w:rsidR="00241BF6" w:rsidRDefault="00241BF6" w:rsidP="00241BF6">
            <w:pPr>
              <w:spacing w:after="0"/>
              <w:rPr>
                <w:rFonts w:cstheme="minorHAnsi"/>
                <w:b/>
                <w:color w:val="FF0000"/>
              </w:rPr>
            </w:pPr>
          </w:p>
          <w:p w:rsidR="00241BF6" w:rsidRDefault="00241BF6" w:rsidP="00241BF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Objectifs </w:t>
            </w:r>
          </w:p>
          <w:p w:rsidR="00241BF6" w:rsidRDefault="00241BF6" w:rsidP="00241BF6">
            <w:pPr>
              <w:spacing w:after="0"/>
              <w:rPr>
                <w:rFonts w:cstheme="minorHAnsi"/>
                <w:b/>
                <w:color w:val="FF0000"/>
              </w:rPr>
            </w:pPr>
            <w:r>
              <w:rPr>
                <w:rFonts w:cstheme="minorHAnsi"/>
                <w:b/>
              </w:rPr>
              <w:t xml:space="preserve">Quantitatifs </w:t>
            </w:r>
            <w:r w:rsidRPr="00241BF6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869" w:type="dxa"/>
          </w:tcPr>
          <w:p w:rsidR="00241BF6" w:rsidRDefault="00241BF6" w:rsidP="00CD0E5E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CD0E5E">
        <w:trPr>
          <w:trHeight w:val="2973"/>
        </w:trPr>
        <w:tc>
          <w:tcPr>
            <w:tcW w:w="2429" w:type="dxa"/>
          </w:tcPr>
          <w:p w:rsidR="00241BF6" w:rsidRPr="00241BF6" w:rsidRDefault="00241BF6" w:rsidP="00241BF6">
            <w:pPr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Méthodologie et déroulement du projet</w:t>
            </w:r>
          </w:p>
        </w:tc>
        <w:tc>
          <w:tcPr>
            <w:tcW w:w="7869" w:type="dxa"/>
          </w:tcPr>
          <w:p w:rsidR="00241BF6" w:rsidRDefault="00241BF6" w:rsidP="00CD0E5E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CD0E5E">
        <w:trPr>
          <w:trHeight w:val="2883"/>
        </w:trPr>
        <w:tc>
          <w:tcPr>
            <w:tcW w:w="2429" w:type="dxa"/>
          </w:tcPr>
          <w:p w:rsidR="00241BF6" w:rsidRPr="00241BF6" w:rsidRDefault="00241BF6" w:rsidP="00CD0E5E">
            <w:pPr>
              <w:jc w:val="both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Période de réalisation des actions</w:t>
            </w:r>
          </w:p>
        </w:tc>
        <w:tc>
          <w:tcPr>
            <w:tcW w:w="7869" w:type="dxa"/>
          </w:tcPr>
          <w:p w:rsidR="00241BF6" w:rsidRDefault="00241BF6" w:rsidP="00CD0E5E">
            <w:pPr>
              <w:jc w:val="both"/>
            </w:pPr>
            <w:r>
              <w:sym w:font="Symbol" w:char="F0B7"/>
            </w:r>
            <w:r>
              <w:t xml:space="preserve"> Date de début :</w:t>
            </w:r>
          </w:p>
          <w:p w:rsidR="00241BF6" w:rsidRDefault="00241BF6" w:rsidP="00CD0E5E">
            <w:pPr>
              <w:jc w:val="both"/>
            </w:pPr>
            <w:r>
              <w:t xml:space="preserve"> </w:t>
            </w:r>
            <w:r>
              <w:sym w:font="Symbol" w:char="F0B7"/>
            </w:r>
            <w:r>
              <w:t xml:space="preserve"> Date de fin :</w:t>
            </w:r>
          </w:p>
          <w:p w:rsidR="00241BF6" w:rsidRDefault="00241BF6" w:rsidP="00CD0E5E">
            <w:pPr>
              <w:jc w:val="both"/>
            </w:pPr>
            <w:r>
              <w:t xml:space="preserve"> </w:t>
            </w:r>
            <w:r>
              <w:sym w:font="Symbol" w:char="F0B7"/>
            </w:r>
            <w:r>
              <w:t xml:space="preserve"> Fréquence des ateliers/séances :</w:t>
            </w:r>
          </w:p>
          <w:p w:rsidR="00241BF6" w:rsidRDefault="00241BF6" w:rsidP="00CD0E5E">
            <w:pPr>
              <w:jc w:val="both"/>
              <w:rPr>
                <w:rFonts w:cstheme="minorHAnsi"/>
                <w:b/>
                <w:color w:val="FF0000"/>
              </w:rPr>
            </w:pPr>
            <w:r>
              <w:t xml:space="preserve"> </w:t>
            </w:r>
            <w:r>
              <w:sym w:font="Symbol" w:char="F0B7"/>
            </w:r>
            <w:r>
              <w:t xml:space="preserve"> Durée du projet :</w:t>
            </w:r>
          </w:p>
        </w:tc>
      </w:tr>
      <w:tr w:rsidR="00241BF6" w:rsidTr="00CD0E5E">
        <w:trPr>
          <w:trHeight w:val="3153"/>
        </w:trPr>
        <w:tc>
          <w:tcPr>
            <w:tcW w:w="2429" w:type="dxa"/>
          </w:tcPr>
          <w:p w:rsidR="00241BF6" w:rsidRDefault="00241BF6" w:rsidP="00CD0E5E">
            <w:pPr>
              <w:spacing w:after="0"/>
              <w:jc w:val="both"/>
              <w:rPr>
                <w:rFonts w:cstheme="minorHAnsi"/>
                <w:b/>
                <w:color w:val="FF0000"/>
              </w:rPr>
            </w:pPr>
            <w:r w:rsidRPr="00241BF6">
              <w:rPr>
                <w:rFonts w:cstheme="minorHAnsi"/>
                <w:b/>
              </w:rPr>
              <w:t>Public</w:t>
            </w:r>
          </w:p>
        </w:tc>
        <w:tc>
          <w:tcPr>
            <w:tcW w:w="7869" w:type="dxa"/>
          </w:tcPr>
          <w:p w:rsidR="00241BF6" w:rsidRPr="00241BF6" w:rsidRDefault="00241BF6" w:rsidP="00241BF6">
            <w:pPr>
              <w:jc w:val="both"/>
              <w:rPr>
                <w:rFonts w:cstheme="minorHAnsi"/>
              </w:rPr>
            </w:pPr>
            <w:r w:rsidRPr="00241BF6">
              <w:rPr>
                <w:rFonts w:cstheme="minorHAnsi"/>
              </w:rPr>
              <w:t>Vos actions …</w:t>
            </w:r>
          </w:p>
          <w:p w:rsidR="00241BF6" w:rsidRPr="00241BF6" w:rsidRDefault="00241BF6" w:rsidP="00241BF6">
            <w:pPr>
              <w:jc w:val="both"/>
              <w:rPr>
                <w:rFonts w:cstheme="minorHAnsi"/>
              </w:rPr>
            </w:pPr>
            <w:r w:rsidRPr="00241BF6">
              <w:rPr>
                <w:rFonts w:ascii="Segoe UI Symbol" w:hAnsi="Segoe UI Symbol" w:cstheme="minorHAnsi"/>
              </w:rPr>
              <w:t>☐</w:t>
            </w:r>
            <w:r w:rsidRPr="00241BF6">
              <w:rPr>
                <w:rFonts w:cstheme="minorHAnsi"/>
              </w:rPr>
              <w:t xml:space="preserve"> Sont ouvertes uniquement aux personnes que vous accompagnez</w:t>
            </w:r>
          </w:p>
          <w:p w:rsidR="00241BF6" w:rsidRPr="00241BF6" w:rsidRDefault="00241BF6" w:rsidP="00241BF6">
            <w:pPr>
              <w:jc w:val="both"/>
              <w:rPr>
                <w:rFonts w:cstheme="minorHAnsi"/>
              </w:rPr>
            </w:pPr>
            <w:r w:rsidRPr="00241BF6">
              <w:rPr>
                <w:rFonts w:ascii="Segoe UI Symbol" w:hAnsi="Segoe UI Symbol" w:cstheme="minorHAnsi"/>
              </w:rPr>
              <w:t>☐</w:t>
            </w:r>
            <w:r w:rsidRPr="00241BF6">
              <w:rPr>
                <w:rFonts w:cstheme="minorHAnsi"/>
              </w:rPr>
              <w:t xml:space="preserve"> Sont ouvertes </w:t>
            </w:r>
            <w:r w:rsidRPr="00241BF6">
              <w:rPr>
                <w:rFonts w:ascii="Calibri" w:hAnsi="Calibri" w:cstheme="minorHAnsi"/>
              </w:rPr>
              <w:t>à</w:t>
            </w:r>
            <w:r w:rsidRPr="00241BF6">
              <w:rPr>
                <w:rFonts w:cstheme="minorHAnsi"/>
              </w:rPr>
              <w:t xml:space="preserve"> toutes et </w:t>
            </w:r>
            <w:r w:rsidRPr="00241BF6">
              <w:rPr>
                <w:rFonts w:ascii="Calibri" w:hAnsi="Calibri" w:cstheme="minorHAnsi"/>
              </w:rPr>
              <w:t>à</w:t>
            </w:r>
            <w:r w:rsidRPr="00241BF6">
              <w:rPr>
                <w:rFonts w:cstheme="minorHAnsi"/>
              </w:rPr>
              <w:t xml:space="preserve"> tous (personnes </w:t>
            </w:r>
            <w:r w:rsidRPr="00241BF6">
              <w:rPr>
                <w:rFonts w:ascii="Calibri" w:hAnsi="Calibri" w:cstheme="minorHAnsi"/>
              </w:rPr>
              <w:t>â</w:t>
            </w:r>
            <w:r w:rsidRPr="00241BF6">
              <w:rPr>
                <w:rFonts w:cstheme="minorHAnsi"/>
              </w:rPr>
              <w:t>g</w:t>
            </w:r>
            <w:r w:rsidRPr="00241BF6">
              <w:rPr>
                <w:rFonts w:ascii="Calibri" w:hAnsi="Calibri" w:cstheme="minorHAnsi"/>
              </w:rPr>
              <w:t>é</w:t>
            </w:r>
            <w:r w:rsidRPr="00241BF6">
              <w:rPr>
                <w:rFonts w:cstheme="minorHAnsi"/>
              </w:rPr>
              <w:t>es/proches aidants)</w:t>
            </w:r>
          </w:p>
          <w:p w:rsidR="00241BF6" w:rsidRDefault="00241BF6" w:rsidP="00241BF6">
            <w:pPr>
              <w:jc w:val="both"/>
              <w:rPr>
                <w:rFonts w:cstheme="minorHAnsi"/>
                <w:b/>
                <w:color w:val="FF0000"/>
              </w:rPr>
            </w:pPr>
            <w:r w:rsidRPr="00241BF6">
              <w:rPr>
                <w:rFonts w:cstheme="minorHAnsi"/>
              </w:rPr>
              <w:t>Préciser le public :</w:t>
            </w:r>
          </w:p>
        </w:tc>
      </w:tr>
      <w:tr w:rsidR="00241BF6" w:rsidTr="00CD0E5E">
        <w:trPr>
          <w:trHeight w:val="2973"/>
        </w:trPr>
        <w:tc>
          <w:tcPr>
            <w:tcW w:w="2429" w:type="dxa"/>
          </w:tcPr>
          <w:p w:rsidR="00241BF6" w:rsidRPr="00241BF6" w:rsidRDefault="001D3AC9" w:rsidP="00CD0E5E">
            <w:pPr>
              <w:jc w:val="both"/>
              <w:rPr>
                <w:rFonts w:cstheme="minorHAnsi"/>
                <w:b/>
              </w:rPr>
            </w:pPr>
            <w:r w:rsidRPr="001D3AC9">
              <w:rPr>
                <w:rFonts w:cstheme="minorHAnsi"/>
                <w:b/>
              </w:rPr>
              <w:lastRenderedPageBreak/>
              <w:t>Facilitation</w:t>
            </w:r>
          </w:p>
        </w:tc>
        <w:tc>
          <w:tcPr>
            <w:tcW w:w="7869" w:type="dxa"/>
          </w:tcPr>
          <w:p w:rsidR="001D3AC9" w:rsidRDefault="001D3AC9" w:rsidP="00CD0E5E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 xml:space="preserve">Solution de mobilité mise en place/proposée pour faciliter la venue du public sur les actions : </w:t>
            </w:r>
          </w:p>
          <w:p w:rsidR="001D3AC9" w:rsidRDefault="001D3AC9" w:rsidP="001D3AC9">
            <w:pPr>
              <w:jc w:val="both"/>
            </w:pPr>
          </w:p>
          <w:p w:rsidR="001D3AC9" w:rsidRDefault="001D3AC9" w:rsidP="001D3AC9">
            <w:pPr>
              <w:jc w:val="both"/>
            </w:pPr>
          </w:p>
          <w:p w:rsidR="00241BF6" w:rsidRPr="001D3AC9" w:rsidRDefault="001D3AC9" w:rsidP="00CD0E5E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>Moyens de communication sur le projet utilisé en direction des seniors/proches aidants :</w:t>
            </w:r>
          </w:p>
        </w:tc>
      </w:tr>
      <w:tr w:rsidR="00241BF6" w:rsidTr="00CD0E5E">
        <w:trPr>
          <w:trHeight w:val="2883"/>
        </w:trPr>
        <w:tc>
          <w:tcPr>
            <w:tcW w:w="2429" w:type="dxa"/>
          </w:tcPr>
          <w:p w:rsidR="00241BF6" w:rsidRPr="00241BF6" w:rsidRDefault="001D3AC9" w:rsidP="00CD0E5E">
            <w:pPr>
              <w:jc w:val="both"/>
              <w:rPr>
                <w:rFonts w:cstheme="minorHAnsi"/>
                <w:b/>
              </w:rPr>
            </w:pPr>
            <w:r w:rsidRPr="001D3AC9">
              <w:rPr>
                <w:rFonts w:cstheme="minorHAnsi"/>
                <w:b/>
              </w:rPr>
              <w:t>Partenaire(s) opérationnel(s) sur le projet</w:t>
            </w:r>
          </w:p>
        </w:tc>
        <w:tc>
          <w:tcPr>
            <w:tcW w:w="7869" w:type="dxa"/>
          </w:tcPr>
          <w:p w:rsidR="00241BF6" w:rsidRDefault="00241BF6" w:rsidP="00CD0E5E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1D3AC9" w:rsidTr="00CD0E5E">
        <w:trPr>
          <w:trHeight w:val="2883"/>
        </w:trPr>
        <w:tc>
          <w:tcPr>
            <w:tcW w:w="2429" w:type="dxa"/>
          </w:tcPr>
          <w:p w:rsidR="001D3AC9" w:rsidRPr="001D3AC9" w:rsidRDefault="008F1B8E" w:rsidP="00CD0E5E">
            <w:pPr>
              <w:jc w:val="both"/>
              <w:rPr>
                <w:rFonts w:cstheme="minorHAnsi"/>
                <w:b/>
              </w:rPr>
            </w:pPr>
            <w:r w:rsidRPr="008F1B8E">
              <w:rPr>
                <w:rFonts w:cstheme="minorHAnsi"/>
                <w:b/>
              </w:rPr>
              <w:t>Coûts du projet, moyens affectés, et cofinancement(s)</w:t>
            </w:r>
          </w:p>
        </w:tc>
        <w:tc>
          <w:tcPr>
            <w:tcW w:w="7869" w:type="dxa"/>
          </w:tcPr>
          <w:p w:rsidR="001D3AC9" w:rsidRDefault="001D3AC9" w:rsidP="00CD0E5E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</w:tbl>
    <w:p w:rsidR="00241BF6" w:rsidRDefault="00241BF6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573F96" w:rsidRDefault="00573F96" w:rsidP="008F1B8E">
      <w:pPr>
        <w:jc w:val="both"/>
        <w:rPr>
          <w:rFonts w:cstheme="minorHAnsi"/>
          <w:b/>
          <w:color w:val="FF0000"/>
        </w:rPr>
      </w:pPr>
    </w:p>
    <w:p w:rsidR="008F1B8E" w:rsidRPr="008F1B8E" w:rsidRDefault="008F1B8E" w:rsidP="008F1B8E">
      <w:pPr>
        <w:jc w:val="both"/>
        <w:rPr>
          <w:rFonts w:cstheme="minorHAnsi"/>
          <w:b/>
          <w:color w:val="D41E44" w:themeColor="accent5"/>
        </w:rPr>
      </w:pPr>
      <w:r w:rsidRPr="008F1B8E">
        <w:rPr>
          <w:rFonts w:cstheme="minorHAnsi"/>
          <w:b/>
          <w:color w:val="D41E44" w:themeColor="accent5"/>
        </w:rPr>
        <w:lastRenderedPageBreak/>
        <w:t>Vous avez déjà été accompagné (e) par la Conférence des financeurs :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cstheme="minorHAnsi"/>
          <w:b/>
        </w:rPr>
        <w:t xml:space="preserve">Année(s) de financement </w:t>
      </w:r>
    </w:p>
    <w:p w:rsidR="008F1B8E" w:rsidRDefault="008F1B8E" w:rsidP="008F1B8E">
      <w:pPr>
        <w:jc w:val="both"/>
        <w:rPr>
          <w:rFonts w:ascii="Segoe UI Symbol" w:hAnsi="Segoe UI Symbol" w:cs="Segoe UI Symbol"/>
          <w:b/>
        </w:rPr>
        <w:sectPr w:rsidR="008F1B8E" w:rsidSect="00EE1B1A">
          <w:headerReference w:type="default" r:id="rId14"/>
          <w:headerReference w:type="first" r:id="rId15"/>
          <w:footerReference w:type="first" r:id="rId16"/>
          <w:pgSz w:w="11906" w:h="16838" w:code="9"/>
          <w:pgMar w:top="851" w:right="851" w:bottom="1440" w:left="851" w:header="958" w:footer="646" w:gutter="0"/>
          <w:cols w:space="720"/>
          <w:titlePg/>
          <w:docGrid w:linePitch="299"/>
        </w:sectPr>
      </w:pP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2017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2018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2019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2020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2021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>
        <w:rPr>
          <w:rFonts w:cstheme="minorHAnsi"/>
          <w:b/>
        </w:rPr>
        <w:t xml:space="preserve"> 2022 - </w:t>
      </w:r>
      <w:r w:rsidRPr="008F1B8E">
        <w:rPr>
          <w:rFonts w:cstheme="minorHAnsi"/>
          <w:b/>
        </w:rPr>
        <w:t>2023</w:t>
      </w:r>
    </w:p>
    <w:p w:rsidR="008F1B8E" w:rsidRDefault="008F1B8E" w:rsidP="008F1B8E">
      <w:pPr>
        <w:jc w:val="both"/>
        <w:rPr>
          <w:rFonts w:cstheme="minorHAnsi"/>
          <w:b/>
        </w:rPr>
        <w:sectPr w:rsidR="008F1B8E" w:rsidSect="008F1B8E">
          <w:type w:val="continuous"/>
          <w:pgSz w:w="11906" w:h="16838" w:code="9"/>
          <w:pgMar w:top="851" w:right="851" w:bottom="1440" w:left="851" w:header="958" w:footer="646" w:gutter="0"/>
          <w:cols w:num="2" w:space="720"/>
          <w:titlePg/>
          <w:docGrid w:linePitch="299"/>
        </w:sectPr>
      </w:pPr>
    </w:p>
    <w:p w:rsidR="00E856D5" w:rsidRDefault="00E856D5" w:rsidP="008F1B8E">
      <w:pPr>
        <w:spacing w:after="0"/>
        <w:jc w:val="both"/>
        <w:rPr>
          <w:rFonts w:cstheme="minorHAnsi"/>
          <w:b/>
        </w:rPr>
      </w:pPr>
    </w:p>
    <w:p w:rsidR="00E856D5" w:rsidRDefault="00E856D5" w:rsidP="008F1B8E">
      <w:pPr>
        <w:spacing w:after="0"/>
        <w:jc w:val="both"/>
        <w:rPr>
          <w:rFonts w:cstheme="minorHAnsi"/>
          <w:b/>
        </w:rPr>
      </w:pPr>
    </w:p>
    <w:p w:rsidR="00E856D5" w:rsidRDefault="00E856D5" w:rsidP="008F1B8E">
      <w:pPr>
        <w:spacing w:after="0"/>
        <w:jc w:val="both"/>
        <w:rPr>
          <w:rFonts w:cstheme="minorHAnsi"/>
          <w:b/>
        </w:rPr>
      </w:pPr>
    </w:p>
    <w:p w:rsidR="008F1B8E" w:rsidRDefault="008F1B8E" w:rsidP="008F1B8E">
      <w:pPr>
        <w:spacing w:after="0"/>
        <w:jc w:val="both"/>
        <w:rPr>
          <w:rFonts w:cstheme="minorHAnsi"/>
          <w:b/>
        </w:rPr>
      </w:pPr>
      <w:r w:rsidRPr="008F1B8E">
        <w:rPr>
          <w:rFonts w:cstheme="minorHAnsi"/>
          <w:b/>
        </w:rPr>
        <w:t>Bilan général du projet déjà réalisé</w:t>
      </w:r>
      <w:r>
        <w:rPr>
          <w:rFonts w:cstheme="minorHAnsi"/>
          <w:b/>
        </w:rPr>
        <w:t> :</w:t>
      </w:r>
    </w:p>
    <w:p w:rsidR="008F1B8E" w:rsidRDefault="008F1B8E" w:rsidP="008F1B8E">
      <w:pPr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3291C28B">
            <wp:extent cx="6468110" cy="24130"/>
            <wp:effectExtent l="0" t="0" r="889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E856D5" w:rsidRDefault="00E856D5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Pr="008F1B8E" w:rsidRDefault="008F1B8E" w:rsidP="008F1B8E">
      <w:pPr>
        <w:jc w:val="both"/>
        <w:rPr>
          <w:rFonts w:cstheme="minorHAnsi"/>
          <w:b/>
        </w:rPr>
      </w:pPr>
    </w:p>
    <w:p w:rsidR="00E856D5" w:rsidRDefault="008F1B8E" w:rsidP="008F1B8E">
      <w:pPr>
        <w:spacing w:after="0"/>
        <w:jc w:val="both"/>
        <w:rPr>
          <w:rFonts w:cstheme="minorHAnsi"/>
          <w:b/>
        </w:rPr>
      </w:pPr>
      <w:r w:rsidRPr="008F1B8E">
        <w:rPr>
          <w:rFonts w:cstheme="minorHAnsi"/>
          <w:b/>
        </w:rPr>
        <w:t>Les conclusions tirées de la/des précédente(s) année(s) de réalisation du projet</w:t>
      </w:r>
    </w:p>
    <w:p w:rsidR="00E856D5" w:rsidRDefault="00E856D5" w:rsidP="008F1B8E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40315018" wp14:editId="3EDA9285">
            <wp:extent cx="6468110" cy="24130"/>
            <wp:effectExtent l="0" t="0" r="889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361C09" w:rsidRDefault="00E856D5" w:rsidP="00361C09">
      <w:pPr>
        <w:spacing w:after="0"/>
        <w:jc w:val="both"/>
        <w:rPr>
          <w:rFonts w:cstheme="minorHAnsi"/>
          <w:b/>
        </w:rPr>
      </w:pPr>
      <w:r w:rsidRPr="00E856D5">
        <w:rPr>
          <w:rFonts w:cstheme="minorHAnsi"/>
          <w:b/>
        </w:rPr>
        <w:t>Évolutions actuelles apportées au projet</w:t>
      </w:r>
    </w:p>
    <w:p w:rsidR="008F1B8E" w:rsidRDefault="00E856D5" w:rsidP="00361C09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399DF69D">
            <wp:extent cx="6468110" cy="24130"/>
            <wp:effectExtent l="0" t="0" r="889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3F96" w:rsidRDefault="00573F96" w:rsidP="00573F96">
      <w:pPr>
        <w:spacing w:after="0"/>
        <w:jc w:val="center"/>
        <w:rPr>
          <w:rFonts w:cstheme="minorHAnsi"/>
          <w:b/>
        </w:rPr>
      </w:pPr>
    </w:p>
    <w:p w:rsidR="00361C09" w:rsidRPr="00361C09" w:rsidRDefault="00361C09" w:rsidP="00573F96">
      <w:pPr>
        <w:spacing w:after="0"/>
        <w:jc w:val="center"/>
        <w:rPr>
          <w:rFonts w:cstheme="minorHAnsi"/>
          <w:b/>
          <w:color w:val="F8A120" w:themeColor="accent6"/>
          <w:sz w:val="40"/>
          <w:szCs w:val="40"/>
        </w:rPr>
      </w:pPr>
      <w:r w:rsidRPr="00361C09">
        <w:rPr>
          <w:rFonts w:cstheme="minorHAnsi"/>
          <w:b/>
          <w:color w:val="F8A120" w:themeColor="accent6"/>
          <w:sz w:val="40"/>
          <w:szCs w:val="40"/>
        </w:rPr>
        <w:lastRenderedPageBreak/>
        <w:t>BUDGET DU PROJET</w:t>
      </w:r>
    </w:p>
    <w:p w:rsidR="00361C09" w:rsidRPr="00361C09" w:rsidRDefault="00361C09" w:rsidP="00361C09">
      <w:pPr>
        <w:spacing w:after="0"/>
        <w:rPr>
          <w:rFonts w:cstheme="minorHAnsi"/>
          <w:b/>
          <w:sz w:val="10"/>
          <w:szCs w:val="10"/>
        </w:rPr>
      </w:pPr>
    </w:p>
    <w:p w:rsidR="00361C09" w:rsidRDefault="00361C09" w:rsidP="00361C09">
      <w:pPr>
        <w:spacing w:after="0"/>
        <w:rPr>
          <w:rFonts w:cstheme="minorHAnsi"/>
          <w:b/>
        </w:rPr>
      </w:pPr>
      <w:r w:rsidRPr="00361C09">
        <w:rPr>
          <w:rFonts w:cstheme="minorHAnsi"/>
          <w:b/>
        </w:rPr>
        <w:t>Les candidats doivent présenter un budget prévisionnel du projet, dé</w:t>
      </w:r>
      <w:r>
        <w:rPr>
          <w:rFonts w:cstheme="minorHAnsi"/>
          <w:b/>
        </w:rPr>
        <w:t xml:space="preserve">taillé et équilibré. Renseigner les </w:t>
      </w:r>
      <w:r w:rsidRPr="00361C09">
        <w:rPr>
          <w:rFonts w:cstheme="minorHAnsi"/>
          <w:b/>
        </w:rPr>
        <w:t xml:space="preserve">montants des comptes et </w:t>
      </w:r>
      <w:proofErr w:type="spellStart"/>
      <w:r w:rsidRPr="00361C09">
        <w:rPr>
          <w:rFonts w:cstheme="minorHAnsi"/>
          <w:b/>
        </w:rPr>
        <w:t>sous-comptes</w:t>
      </w:r>
      <w:proofErr w:type="spellEnd"/>
      <w:r w:rsidRPr="00361C09">
        <w:rPr>
          <w:rFonts w:cstheme="minorHAnsi"/>
          <w:b/>
        </w:rPr>
        <w:t xml:space="preserve">. </w:t>
      </w:r>
    </w:p>
    <w:p w:rsidR="00361C09" w:rsidRPr="00361C09" w:rsidRDefault="00361C09" w:rsidP="00361C09">
      <w:pPr>
        <w:spacing w:after="0"/>
        <w:rPr>
          <w:rFonts w:cstheme="minorHAnsi"/>
          <w:b/>
          <w:sz w:val="10"/>
          <w:szCs w:val="10"/>
        </w:rPr>
      </w:pPr>
    </w:p>
    <w:p w:rsidR="00361C09" w:rsidRDefault="00361C09" w:rsidP="00361C09">
      <w:pPr>
        <w:spacing w:after="0"/>
        <w:rPr>
          <w:rFonts w:cstheme="minorHAnsi"/>
          <w:b/>
        </w:rPr>
      </w:pPr>
      <w:r w:rsidRPr="00361C09">
        <w:rPr>
          <w:rFonts w:cstheme="minorHAnsi"/>
          <w:b/>
        </w:rPr>
        <w:t>Joindre un budget TTC de la totalité du projet.</w:t>
      </w:r>
    </w:p>
    <w:p w:rsidR="00361C09" w:rsidRPr="00361C09" w:rsidRDefault="00361C09" w:rsidP="00361C09">
      <w:pPr>
        <w:spacing w:after="0"/>
        <w:rPr>
          <w:rFonts w:cstheme="minorHAnsi"/>
          <w:b/>
          <w:sz w:val="10"/>
          <w:szCs w:val="10"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  <w:r w:rsidRPr="00361C09">
        <w:rPr>
          <w:rFonts w:ascii="Arial" w:hAnsi="Arial" w:cstheme="minorHAnsi"/>
          <w:b/>
        </w:rPr>
        <w:t>►</w:t>
      </w:r>
      <w:r w:rsidR="00573F96">
        <w:rPr>
          <w:rFonts w:cstheme="minorHAnsi"/>
          <w:b/>
        </w:rPr>
        <w:t xml:space="preserve"> Financement</w:t>
      </w:r>
      <w:r w:rsidRPr="00361C09">
        <w:rPr>
          <w:rFonts w:cstheme="minorHAnsi"/>
          <w:b/>
        </w:rPr>
        <w:t xml:space="preserve"> sur 2 ans : remplir 2 fiches budg</w:t>
      </w:r>
      <w:r>
        <w:rPr>
          <w:rFonts w:cstheme="minorHAnsi"/>
          <w:b/>
        </w:rPr>
        <w:t xml:space="preserve">et, un budget pour l’année 1 et </w:t>
      </w:r>
      <w:r w:rsidRPr="00361C09">
        <w:rPr>
          <w:rFonts w:cstheme="minorHAnsi"/>
          <w:b/>
        </w:rPr>
        <w:t>un budget pour l’année 2</w:t>
      </w: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Pr="00361C09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573F96">
      <w:pPr>
        <w:spacing w:after="0"/>
        <w:jc w:val="center"/>
        <w:rPr>
          <w:rFonts w:cstheme="minorHAnsi"/>
          <w:b/>
          <w:color w:val="F8A120" w:themeColor="accent6"/>
          <w:sz w:val="40"/>
          <w:szCs w:val="40"/>
        </w:rPr>
      </w:pPr>
    </w:p>
    <w:p w:rsidR="00573F96" w:rsidRDefault="00573F96" w:rsidP="00573F96">
      <w:pPr>
        <w:spacing w:after="0"/>
        <w:jc w:val="center"/>
        <w:rPr>
          <w:rFonts w:cstheme="minorHAnsi"/>
          <w:b/>
          <w:color w:val="F8A120" w:themeColor="accent6"/>
          <w:sz w:val="40"/>
          <w:szCs w:val="40"/>
        </w:rPr>
      </w:pPr>
      <w:r w:rsidRPr="00807923">
        <w:rPr>
          <w:rFonts w:cstheme="minorHAnsi"/>
          <w:b/>
          <w:color w:val="F8A120" w:themeColor="accent6"/>
          <w:sz w:val="40"/>
          <w:szCs w:val="40"/>
        </w:rPr>
        <w:lastRenderedPageBreak/>
        <w:t>SUIVI ET EVALUATION DU PROJET</w:t>
      </w:r>
    </w:p>
    <w:p w:rsidR="00573F96" w:rsidRPr="00573F96" w:rsidRDefault="00573F96" w:rsidP="00573F96">
      <w:pPr>
        <w:spacing w:after="0"/>
        <w:jc w:val="center"/>
        <w:rPr>
          <w:rFonts w:cstheme="minorHAnsi"/>
          <w:b/>
          <w:color w:val="F8A120" w:themeColor="accent6"/>
          <w:sz w:val="10"/>
          <w:szCs w:val="10"/>
        </w:rPr>
      </w:pPr>
    </w:p>
    <w:p w:rsidR="00573F96" w:rsidRPr="00361C09" w:rsidRDefault="00573F96" w:rsidP="00573F96">
      <w:pPr>
        <w:spacing w:after="0"/>
        <w:jc w:val="both"/>
        <w:rPr>
          <w:rFonts w:cstheme="minorHAnsi"/>
          <w:b/>
        </w:rPr>
      </w:pPr>
      <w:r w:rsidRPr="00361C09">
        <w:rPr>
          <w:rFonts w:cstheme="minorHAnsi"/>
          <w:b/>
        </w:rPr>
        <w:t>Cette fiche détaille les modalités de suivi et d’évaluation mises en place dans le cadre du projet.</w:t>
      </w:r>
    </w:p>
    <w:p w:rsidR="00361C09" w:rsidRDefault="00573F96" w:rsidP="00573F96">
      <w:pPr>
        <w:spacing w:after="0"/>
        <w:jc w:val="both"/>
        <w:rPr>
          <w:rFonts w:cstheme="minorHAnsi"/>
          <w:b/>
        </w:rPr>
      </w:pPr>
      <w:r w:rsidRPr="00361C09">
        <w:rPr>
          <w:rFonts w:cstheme="minorHAnsi"/>
          <w:b/>
        </w:rPr>
        <w:t>Tableau modifiable selon les besoins du projet</w:t>
      </w:r>
      <w:r>
        <w:rPr>
          <w:rFonts w:cstheme="minorHAnsi"/>
          <w:b/>
        </w:rPr>
        <w:t> :</w:t>
      </w:r>
    </w:p>
    <w:p w:rsidR="00573F96" w:rsidRDefault="00573F96" w:rsidP="00573F96">
      <w:pPr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10418" w:type="dxa"/>
        <w:tblLook w:val="04A0" w:firstRow="1" w:lastRow="0" w:firstColumn="1" w:lastColumn="0" w:noHBand="0" w:noVBand="1"/>
      </w:tblPr>
      <w:tblGrid>
        <w:gridCol w:w="2604"/>
        <w:gridCol w:w="2604"/>
        <w:gridCol w:w="2605"/>
        <w:gridCol w:w="2605"/>
      </w:tblGrid>
      <w:tr w:rsidR="00A11432" w:rsidTr="00573F96">
        <w:trPr>
          <w:trHeight w:val="750"/>
        </w:trPr>
        <w:tc>
          <w:tcPr>
            <w:tcW w:w="2604" w:type="dxa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Rappel des objectifs</w:t>
            </w:r>
          </w:p>
          <w:p w:rsid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Indicateurs</w:t>
            </w:r>
          </w:p>
        </w:tc>
        <w:tc>
          <w:tcPr>
            <w:tcW w:w="2605" w:type="dxa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Modalités de recueil</w:t>
            </w: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de données</w:t>
            </w: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</w:tc>
        <w:tc>
          <w:tcPr>
            <w:tcW w:w="2605" w:type="dxa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Evaluation des</w:t>
            </w:r>
          </w:p>
          <w:p w:rsid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indicateurs</w:t>
            </w:r>
          </w:p>
        </w:tc>
      </w:tr>
      <w:tr w:rsidR="00A11432" w:rsidTr="00573F96">
        <w:trPr>
          <w:trHeight w:val="521"/>
        </w:trPr>
        <w:tc>
          <w:tcPr>
            <w:tcW w:w="10418" w:type="dxa"/>
            <w:gridSpan w:val="4"/>
            <w:shd w:val="clear" w:color="auto" w:fill="FCE3D3" w:themeFill="accent3" w:themeFillTint="33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L’organisation du projet et le(s) partenariat(s)</w:t>
            </w: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21"/>
        </w:trPr>
        <w:tc>
          <w:tcPr>
            <w:tcW w:w="10418" w:type="dxa"/>
            <w:gridSpan w:val="4"/>
            <w:shd w:val="clear" w:color="auto" w:fill="FCE3D3" w:themeFill="accent3" w:themeFillTint="33"/>
          </w:tcPr>
          <w:p w:rsidR="00A11432" w:rsidRPr="00A11432" w:rsidRDefault="00A11432" w:rsidP="00CD0E5E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Default="00A11432" w:rsidP="00CD0E5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La communication sur le projet</w:t>
            </w: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21"/>
        </w:trPr>
        <w:tc>
          <w:tcPr>
            <w:tcW w:w="10418" w:type="dxa"/>
            <w:gridSpan w:val="4"/>
            <w:shd w:val="clear" w:color="auto" w:fill="FCE3D3" w:themeFill="accent3" w:themeFillTint="33"/>
          </w:tcPr>
          <w:p w:rsidR="00A11432" w:rsidRPr="00A11432" w:rsidRDefault="00A11432" w:rsidP="00CD0E5E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Default="00A11432" w:rsidP="00CD0E5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 budget</w:t>
            </w: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21"/>
        </w:trPr>
        <w:tc>
          <w:tcPr>
            <w:tcW w:w="10418" w:type="dxa"/>
            <w:gridSpan w:val="4"/>
            <w:shd w:val="clear" w:color="auto" w:fill="FDECD2" w:themeFill="accent6" w:themeFillTint="33"/>
          </w:tcPr>
          <w:p w:rsidR="00880A87" w:rsidRPr="00A11432" w:rsidRDefault="00880A87" w:rsidP="00CD0E5E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880A87" w:rsidRDefault="00880A87" w:rsidP="00CD0E5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La réalisation du projet (l’activité)</w:t>
            </w: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21"/>
        </w:trPr>
        <w:tc>
          <w:tcPr>
            <w:tcW w:w="10418" w:type="dxa"/>
            <w:gridSpan w:val="4"/>
            <w:shd w:val="clear" w:color="auto" w:fill="FDECD2" w:themeFill="accent6" w:themeFillTint="33"/>
          </w:tcPr>
          <w:p w:rsidR="00880A87" w:rsidRPr="00A11432" w:rsidRDefault="00880A87" w:rsidP="00CD0E5E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880A87" w:rsidRDefault="00880A87" w:rsidP="00CD0E5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La réponse aux besoins identifiés </w:t>
            </w: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</w:tbl>
    <w:p w:rsidR="00A11432" w:rsidRDefault="00A11432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573F96" w:rsidRDefault="00573F96" w:rsidP="00A11432">
      <w:pPr>
        <w:spacing w:after="0"/>
        <w:jc w:val="both"/>
        <w:rPr>
          <w:rFonts w:cstheme="minorHAnsi"/>
          <w:b/>
        </w:rPr>
      </w:pPr>
    </w:p>
    <w:p w:rsidR="00573F96" w:rsidRDefault="00573F96" w:rsidP="00A11432">
      <w:pPr>
        <w:spacing w:after="0"/>
        <w:jc w:val="both"/>
        <w:rPr>
          <w:rFonts w:cstheme="minorHAnsi"/>
          <w:b/>
        </w:rPr>
      </w:pPr>
    </w:p>
    <w:p w:rsidR="00573F96" w:rsidRDefault="00573F96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Pr="00880A87" w:rsidRDefault="00880A87" w:rsidP="00880A87">
      <w:pPr>
        <w:spacing w:after="0"/>
        <w:jc w:val="center"/>
        <w:rPr>
          <w:rFonts w:cstheme="minorHAnsi"/>
          <w:b/>
          <w:color w:val="F8A120" w:themeColor="accent6"/>
          <w:sz w:val="40"/>
          <w:szCs w:val="40"/>
        </w:rPr>
      </w:pPr>
      <w:r w:rsidRPr="00880A87">
        <w:rPr>
          <w:rFonts w:cstheme="minorHAnsi"/>
          <w:b/>
          <w:color w:val="F8A120" w:themeColor="accent6"/>
          <w:sz w:val="40"/>
          <w:szCs w:val="40"/>
        </w:rPr>
        <w:lastRenderedPageBreak/>
        <w:t>CERTIFICAT D’ENGAGEMENT</w:t>
      </w:r>
    </w:p>
    <w:p w:rsidR="00880A87" w:rsidRDefault="00880A87" w:rsidP="00880A87">
      <w:pPr>
        <w:spacing w:after="0"/>
        <w:jc w:val="both"/>
        <w:rPr>
          <w:rFonts w:cstheme="minorHAnsi"/>
          <w:b/>
          <w:color w:val="F8A120" w:themeColor="accent6"/>
          <w:sz w:val="40"/>
          <w:szCs w:val="40"/>
        </w:rPr>
      </w:pPr>
    </w:p>
    <w:p w:rsidR="00880A87" w:rsidRDefault="00880A87" w:rsidP="00880A87">
      <w:pPr>
        <w:spacing w:after="0"/>
        <w:jc w:val="both"/>
        <w:rPr>
          <w:rFonts w:cstheme="minorHAnsi"/>
        </w:rPr>
      </w:pPr>
      <w:r w:rsidRPr="00880A87">
        <w:rPr>
          <w:rFonts w:cstheme="minorHAnsi"/>
        </w:rPr>
        <w:t>Je soussigné(e) ...................................................................., en qualité de représentant(e) légal(e) ou délégataire de l’organisme porteur de projet désigné dans le présent dossier, ayant une qualité pour l’engager juridiquement, sollicite un financement du Conseil</w:t>
      </w:r>
      <w:r>
        <w:rPr>
          <w:rFonts w:cstheme="minorHAnsi"/>
        </w:rPr>
        <w:t xml:space="preserve"> départemental de la Guadeloupe</w:t>
      </w:r>
      <w:r w:rsidRPr="00880A87">
        <w:rPr>
          <w:rFonts w:cstheme="minorHAnsi"/>
        </w:rPr>
        <w:t xml:space="preserve"> au titre de la Conférence des Financeurs pour un montant de ........................€, sur la base d’un coût total de .......................... € </w:t>
      </w:r>
      <w:proofErr w:type="gramStart"/>
      <w:r w:rsidRPr="00880A87">
        <w:rPr>
          <w:rFonts w:cstheme="minorHAnsi"/>
        </w:rPr>
        <w:t>et</w:t>
      </w:r>
      <w:proofErr w:type="gramEnd"/>
      <w:r w:rsidRPr="00880A87">
        <w:rPr>
          <w:rFonts w:cstheme="minorHAnsi"/>
        </w:rPr>
        <w:t xml:space="preserve"> pour la réalisation du projet ............................................................. décrit dans le présent dossier de demande de financement.</w:t>
      </w:r>
    </w:p>
    <w:p w:rsidR="00880A87" w:rsidRPr="00880A87" w:rsidRDefault="00880A87" w:rsidP="00880A87">
      <w:pPr>
        <w:spacing w:after="0"/>
        <w:jc w:val="both"/>
        <w:rPr>
          <w:rFonts w:cstheme="minorHAnsi"/>
        </w:rPr>
      </w:pPr>
    </w:p>
    <w:p w:rsidR="00880A87" w:rsidRPr="00880A87" w:rsidRDefault="00880A87" w:rsidP="00880A87">
      <w:pPr>
        <w:spacing w:after="0"/>
        <w:rPr>
          <w:rFonts w:cstheme="minorHAnsi"/>
          <w:b/>
        </w:rPr>
      </w:pPr>
    </w:p>
    <w:p w:rsid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J’atteste sur l’honneur :</w:t>
      </w:r>
    </w:p>
    <w:p w:rsidR="00880A87" w:rsidRPr="00880A87" w:rsidRDefault="00880A87" w:rsidP="00880A87">
      <w:pPr>
        <w:spacing w:after="0"/>
        <w:rPr>
          <w:rFonts w:cstheme="minorHAnsi"/>
          <w:b/>
        </w:rPr>
      </w:pPr>
    </w:p>
    <w:p w:rsidR="00880A87" w:rsidRP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- L’exactitude des renseignements indiqués dans le présent dossier ;</w:t>
      </w:r>
    </w:p>
    <w:p w:rsidR="00880A87" w:rsidRP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- La régularité de la situation fiscale et sociale de l’organisme porteur de projet ;</w:t>
      </w:r>
    </w:p>
    <w:p w:rsid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- Ne pas faire l’objet d’une procédure de redressement ou de liquidation judiciaire.</w:t>
      </w:r>
    </w:p>
    <w:p w:rsidR="00880A87" w:rsidRDefault="00880A87" w:rsidP="00880A87">
      <w:pPr>
        <w:spacing w:after="0"/>
        <w:rPr>
          <w:rFonts w:cstheme="minorHAnsi"/>
          <w:b/>
        </w:rPr>
      </w:pPr>
    </w:p>
    <w:p w:rsidR="00880A87" w:rsidRPr="00880A87" w:rsidRDefault="00880A87" w:rsidP="00880A87">
      <w:pPr>
        <w:spacing w:after="0"/>
        <w:rPr>
          <w:rFonts w:cstheme="minorHAnsi"/>
          <w:b/>
        </w:rPr>
      </w:pPr>
    </w:p>
    <w:p w:rsidR="00880A87" w:rsidRDefault="00880A87" w:rsidP="00880A87">
      <w:pPr>
        <w:spacing w:after="0"/>
        <w:jc w:val="both"/>
        <w:rPr>
          <w:rFonts w:cstheme="minorHAnsi"/>
        </w:rPr>
      </w:pPr>
      <w:r w:rsidRPr="00880A87">
        <w:rPr>
          <w:rFonts w:cstheme="minorHAnsi"/>
        </w:rPr>
        <w:t xml:space="preserve">J’ai pris connaissance des principales obligations liées à un financement du Conseil départemental de </w:t>
      </w:r>
      <w:r>
        <w:rPr>
          <w:rFonts w:cstheme="minorHAnsi"/>
        </w:rPr>
        <w:t>la Guadeloupe et ses partenaires</w:t>
      </w:r>
      <w:r w:rsidRPr="00880A87">
        <w:rPr>
          <w:rFonts w:cstheme="minorHAnsi"/>
        </w:rPr>
        <w:t xml:space="preserve"> listées précédemment et m’engage à les respecter en cas d’octroi de la participation financière et ce, à compter de la date de début de l’opération, ainsi que toutes les clauses de la convention attributive de l’aide du Con</w:t>
      </w:r>
      <w:r>
        <w:rPr>
          <w:rFonts w:cstheme="minorHAnsi"/>
        </w:rPr>
        <w:t>seil départemental de la Guadeloupe.</w:t>
      </w:r>
    </w:p>
    <w:p w:rsidR="00880A87" w:rsidRDefault="00880A87" w:rsidP="00880A87">
      <w:pPr>
        <w:spacing w:after="0"/>
        <w:jc w:val="both"/>
        <w:rPr>
          <w:rFonts w:cstheme="minorHAnsi"/>
        </w:rPr>
      </w:pPr>
    </w:p>
    <w:p w:rsidR="00880A87" w:rsidRPr="00880A87" w:rsidRDefault="00880A87" w:rsidP="00880A87">
      <w:pPr>
        <w:spacing w:after="0"/>
        <w:jc w:val="both"/>
        <w:rPr>
          <w:rFonts w:cstheme="minorHAnsi"/>
        </w:rPr>
      </w:pPr>
    </w:p>
    <w:p w:rsidR="00880A87" w:rsidRPr="00880A87" w:rsidRDefault="00880A87" w:rsidP="00880A87">
      <w:pPr>
        <w:spacing w:after="0"/>
        <w:jc w:val="both"/>
        <w:rPr>
          <w:rFonts w:cstheme="minorHAnsi"/>
        </w:rPr>
      </w:pPr>
      <w:r w:rsidRPr="00880A87">
        <w:rPr>
          <w:rFonts w:cstheme="minorHAnsi"/>
        </w:rPr>
        <w:t xml:space="preserve">J’ai pris acte qu’à défaut, le service instructeur peut décider, dans les conditions </w:t>
      </w:r>
      <w:r>
        <w:rPr>
          <w:rFonts w:cstheme="minorHAnsi"/>
        </w:rPr>
        <w:t xml:space="preserve">fixées dans la </w:t>
      </w:r>
      <w:r w:rsidRPr="00880A87">
        <w:rPr>
          <w:rFonts w:cstheme="minorHAnsi"/>
        </w:rPr>
        <w:t>convention attributive de l’aide du Con</w:t>
      </w:r>
      <w:r w:rsidR="00573F96">
        <w:rPr>
          <w:rFonts w:cstheme="minorHAnsi"/>
        </w:rPr>
        <w:t>seil départemental et ses partenaires</w:t>
      </w:r>
      <w:r w:rsidRPr="00880A87">
        <w:rPr>
          <w:rFonts w:cstheme="minorHAnsi"/>
        </w:rPr>
        <w:t xml:space="preserve"> d</w:t>
      </w:r>
      <w:r>
        <w:rPr>
          <w:rFonts w:cstheme="minorHAnsi"/>
        </w:rPr>
        <w:t xml:space="preserve">e mettre fin à la participation </w:t>
      </w:r>
      <w:r w:rsidRPr="00880A87">
        <w:rPr>
          <w:rFonts w:cstheme="minorHAnsi"/>
        </w:rPr>
        <w:t>financière et exiger le reversement total ou partiel des sommes déjà versées.</w:t>
      </w:r>
    </w:p>
    <w:p w:rsidR="00880A87" w:rsidRDefault="00880A87" w:rsidP="00880A87">
      <w:pPr>
        <w:spacing w:after="0"/>
        <w:rPr>
          <w:rFonts w:cstheme="minorHAnsi"/>
          <w:b/>
        </w:rPr>
      </w:pPr>
    </w:p>
    <w:p w:rsidR="00573F96" w:rsidRDefault="00573F96" w:rsidP="00880A87">
      <w:pPr>
        <w:spacing w:after="0"/>
        <w:rPr>
          <w:rFonts w:cstheme="minorHAnsi"/>
          <w:b/>
        </w:rPr>
      </w:pPr>
    </w:p>
    <w:p w:rsidR="00573F96" w:rsidRDefault="00573F96" w:rsidP="00880A87">
      <w:pPr>
        <w:spacing w:after="0"/>
        <w:rPr>
          <w:rFonts w:cstheme="minorHAnsi"/>
          <w:b/>
        </w:rPr>
      </w:pPr>
    </w:p>
    <w:p w:rsidR="00573F96" w:rsidRDefault="00573F96" w:rsidP="00880A87">
      <w:pPr>
        <w:spacing w:after="0"/>
        <w:rPr>
          <w:rFonts w:cstheme="minorHAnsi"/>
          <w:b/>
        </w:rPr>
      </w:pPr>
    </w:p>
    <w:p w:rsidR="00880A87" w:rsidRP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Fait à .....................................</w:t>
      </w:r>
      <w:r w:rsidR="00573F96">
        <w:rPr>
          <w:rFonts w:cstheme="minorHAnsi"/>
          <w:b/>
        </w:rPr>
        <w:t xml:space="preserve">                               </w:t>
      </w:r>
      <w:r w:rsidRPr="00880A87">
        <w:rPr>
          <w:rFonts w:cstheme="minorHAnsi"/>
          <w:b/>
        </w:rPr>
        <w:t xml:space="preserve"> Le ........................</w:t>
      </w:r>
    </w:p>
    <w:p w:rsidR="00880A87" w:rsidRDefault="00880A87" w:rsidP="00880A87">
      <w:pPr>
        <w:spacing w:after="0"/>
        <w:jc w:val="right"/>
        <w:rPr>
          <w:rFonts w:cstheme="minorHAnsi"/>
          <w:b/>
        </w:rPr>
      </w:pPr>
    </w:p>
    <w:p w:rsidR="00573F96" w:rsidRDefault="00573F96" w:rsidP="00880A87">
      <w:pPr>
        <w:spacing w:after="0"/>
        <w:jc w:val="right"/>
        <w:rPr>
          <w:rFonts w:cstheme="minorHAnsi"/>
          <w:b/>
        </w:rPr>
      </w:pPr>
    </w:p>
    <w:p w:rsidR="00573F96" w:rsidRDefault="00573F96" w:rsidP="00880A87">
      <w:pPr>
        <w:spacing w:after="0"/>
        <w:jc w:val="right"/>
        <w:rPr>
          <w:rFonts w:cstheme="minorHAnsi"/>
          <w:b/>
        </w:rPr>
      </w:pPr>
    </w:p>
    <w:p w:rsidR="00573F96" w:rsidRDefault="00573F96" w:rsidP="00880A87">
      <w:pPr>
        <w:spacing w:after="0"/>
        <w:jc w:val="right"/>
        <w:rPr>
          <w:rFonts w:cstheme="minorHAnsi"/>
          <w:b/>
        </w:rPr>
      </w:pPr>
    </w:p>
    <w:p w:rsidR="00573F96" w:rsidRDefault="00573F96" w:rsidP="00880A87">
      <w:pPr>
        <w:spacing w:after="0"/>
        <w:jc w:val="right"/>
        <w:rPr>
          <w:rFonts w:cstheme="minorHAnsi"/>
          <w:b/>
        </w:rPr>
      </w:pPr>
    </w:p>
    <w:p w:rsidR="00361C09" w:rsidRDefault="00880A87" w:rsidP="00573F96">
      <w:pPr>
        <w:spacing w:after="0"/>
        <w:ind w:left="5760"/>
        <w:jc w:val="center"/>
        <w:rPr>
          <w:rFonts w:cstheme="minorHAnsi"/>
          <w:b/>
        </w:rPr>
      </w:pPr>
      <w:r w:rsidRPr="00880A87">
        <w:rPr>
          <w:rFonts w:cstheme="minorHAnsi"/>
          <w:b/>
        </w:rPr>
        <w:t>Nom(s), prénom(s) et signature du ou de la</w:t>
      </w:r>
      <w:r w:rsidR="00573F96">
        <w:rPr>
          <w:rFonts w:cstheme="minorHAnsi"/>
          <w:b/>
        </w:rPr>
        <w:t xml:space="preserve">    </w:t>
      </w:r>
      <w:r w:rsidRPr="00880A87">
        <w:rPr>
          <w:rFonts w:cstheme="minorHAnsi"/>
          <w:b/>
        </w:rPr>
        <w:t>représentant(</w:t>
      </w:r>
      <w:r w:rsidR="00573F96">
        <w:rPr>
          <w:rFonts w:cstheme="minorHAnsi"/>
          <w:b/>
        </w:rPr>
        <w:t>e) légal(e) (ou son délégataire</w:t>
      </w: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573F96" w:rsidP="00361C09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6985</wp:posOffset>
                </wp:positionV>
                <wp:extent cx="2771775" cy="1895475"/>
                <wp:effectExtent l="0" t="0" r="28575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3F96" w:rsidRDefault="00573F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1" type="#_x0000_t202" style="position:absolute;left:0;text-align:left;margin-left:302.4pt;margin-top:.55pt;width:218.25pt;height:14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" fillcolor="white [3201]" strokeweight=".5pt">
                <v:textbox>
                  <w:txbxContent>
                    <w:p w:rsidR="00573F96" w:rsidRDefault="00573F96"/>
                  </w:txbxContent>
                </v:textbox>
              </v:shape>
            </w:pict>
          </mc:Fallback>
        </mc:AlternateContent>
      </w: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Pr="008F1B8E" w:rsidRDefault="00361C09" w:rsidP="00361C09">
      <w:pPr>
        <w:spacing w:after="0"/>
        <w:jc w:val="both"/>
        <w:rPr>
          <w:rFonts w:cstheme="minorHAnsi"/>
          <w:b/>
        </w:rPr>
      </w:pPr>
    </w:p>
    <w:sectPr w:rsidR="00361C09" w:rsidRPr="008F1B8E" w:rsidSect="008F1B8E">
      <w:type w:val="continuous"/>
      <w:pgSz w:w="11906" w:h="16838" w:code="9"/>
      <w:pgMar w:top="851" w:right="851" w:bottom="1440" w:left="851" w:header="958" w:footer="64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7A8" w:rsidRDefault="009807A8">
      <w:r>
        <w:separator/>
      </w:r>
    </w:p>
    <w:p w:rsidR="009807A8" w:rsidRDefault="009807A8"/>
  </w:endnote>
  <w:endnote w:type="continuationSeparator" w:id="0">
    <w:p w:rsidR="009807A8" w:rsidRDefault="009807A8">
      <w:r>
        <w:continuationSeparator/>
      </w:r>
    </w:p>
    <w:p w:rsidR="009807A8" w:rsidRDefault="009807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">
    <w:panose1 w:val="020B0604030504040204"/>
    <w:charset w:val="00"/>
    <w:family w:val="swiss"/>
    <w:pitch w:val="variable"/>
    <w:sig w:usb0="80000287" w:usb1="0000004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981" w:rsidRDefault="00F41EFE" w:rsidP="00A72981">
    <w:r w:rsidRPr="00F41EFE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C50EBC6" wp14:editId="3771DE07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91434" cy="1159200"/>
              <wp:effectExtent l="0" t="0" r="0" b="5080"/>
              <wp:wrapNone/>
              <wp:docPr id="42" name="Groupe 173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7791434" cy="1159200"/>
                        <a:chOff x="0" y="0"/>
                        <a:chExt cx="7791434" cy="1158987"/>
                      </a:xfrm>
                    </wpg:grpSpPr>
                    <wps:wsp>
                      <wps:cNvPr id="43" name="Forme libre 2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4991255" y="0"/>
                          <a:ext cx="1209745" cy="689470"/>
                        </a:xfrm>
                        <a:custGeom>
                          <a:avLst/>
                          <a:gdLst>
                            <a:gd name="T0" fmla="*/ 286 w 286"/>
                            <a:gd name="T1" fmla="*/ 163 h 163"/>
                            <a:gd name="T2" fmla="*/ 197 w 286"/>
                            <a:gd name="T3" fmla="*/ 0 h 163"/>
                            <a:gd name="T4" fmla="*/ 0 w 286"/>
                            <a:gd name="T5" fmla="*/ 163 h 163"/>
                            <a:gd name="T6" fmla="*/ 286 w 286"/>
                            <a:gd name="T7" fmla="*/ 163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86" h="163">
                              <a:moveTo>
                                <a:pt x="286" y="163"/>
                              </a:moveTo>
                              <a:lnTo>
                                <a:pt x="197" y="0"/>
                              </a:lnTo>
                              <a:lnTo>
                                <a:pt x="0" y="163"/>
                              </a:lnTo>
                              <a:lnTo>
                                <a:pt x="286" y="16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4" name="Forme libre 26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920079" y="372230"/>
                          <a:ext cx="871355" cy="439907"/>
                        </a:xfrm>
                        <a:custGeom>
                          <a:avLst/>
                          <a:gdLst>
                            <a:gd name="T0" fmla="*/ 78 w 206"/>
                            <a:gd name="T1" fmla="*/ 0 h 104"/>
                            <a:gd name="T2" fmla="*/ 0 w 206"/>
                            <a:gd name="T3" fmla="*/ 69 h 104"/>
                            <a:gd name="T4" fmla="*/ 0 w 206"/>
                            <a:gd name="T5" fmla="*/ 104 h 104"/>
                            <a:gd name="T6" fmla="*/ 206 w 206"/>
                            <a:gd name="T7" fmla="*/ 14 h 104"/>
                            <a:gd name="T8" fmla="*/ 78 w 206"/>
                            <a:gd name="T9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6" h="104">
                              <a:moveTo>
                                <a:pt x="78" y="0"/>
                              </a:moveTo>
                              <a:lnTo>
                                <a:pt x="0" y="69"/>
                              </a:lnTo>
                              <a:lnTo>
                                <a:pt x="0" y="104"/>
                              </a:lnTo>
                              <a:lnTo>
                                <a:pt x="206" y="14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5" name="Forme libre 28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7461504" y="520275"/>
                          <a:ext cx="329930" cy="321471"/>
                        </a:xfrm>
                        <a:custGeom>
                          <a:avLst/>
                          <a:gdLst>
                            <a:gd name="T0" fmla="*/ 0 w 78"/>
                            <a:gd name="T1" fmla="*/ 0 h 76"/>
                            <a:gd name="T2" fmla="*/ 0 w 78"/>
                            <a:gd name="T3" fmla="*/ 76 h 76"/>
                            <a:gd name="T4" fmla="*/ 78 w 78"/>
                            <a:gd name="T5" fmla="*/ 7 h 76"/>
                            <a:gd name="T6" fmla="*/ 0 w 78"/>
                            <a:gd name="T7" fmla="*/ 0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8" h="76">
                              <a:moveTo>
                                <a:pt x="0" y="0"/>
                              </a:moveTo>
                              <a:lnTo>
                                <a:pt x="0" y="76"/>
                              </a:lnTo>
                              <a:lnTo>
                                <a:pt x="78" y="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6" name="Forme libre 29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4153739" y="0"/>
                          <a:ext cx="1213975" cy="689470"/>
                        </a:xfrm>
                        <a:custGeom>
                          <a:avLst/>
                          <a:gdLst>
                            <a:gd name="T0" fmla="*/ 249 w 287"/>
                            <a:gd name="T1" fmla="*/ 142 h 163"/>
                            <a:gd name="T2" fmla="*/ 199 w 287"/>
                            <a:gd name="T3" fmla="*/ 116 h 163"/>
                            <a:gd name="T4" fmla="*/ 0 w 287"/>
                            <a:gd name="T5" fmla="*/ 0 h 163"/>
                            <a:gd name="T6" fmla="*/ 89 w 287"/>
                            <a:gd name="T7" fmla="*/ 163 h 163"/>
                            <a:gd name="T8" fmla="*/ 230 w 287"/>
                            <a:gd name="T9" fmla="*/ 163 h 163"/>
                            <a:gd name="T10" fmla="*/ 287 w 287"/>
                            <a:gd name="T11" fmla="*/ 163 h 163"/>
                            <a:gd name="T12" fmla="*/ 249 w 287"/>
                            <a:gd name="T13" fmla="*/ 142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87" h="163">
                              <a:moveTo>
                                <a:pt x="249" y="142"/>
                              </a:moveTo>
                              <a:lnTo>
                                <a:pt x="199" y="116"/>
                              </a:lnTo>
                              <a:lnTo>
                                <a:pt x="0" y="0"/>
                              </a:lnTo>
                              <a:lnTo>
                                <a:pt x="89" y="163"/>
                              </a:lnTo>
                              <a:lnTo>
                                <a:pt x="230" y="163"/>
                              </a:lnTo>
                              <a:lnTo>
                                <a:pt x="287" y="163"/>
                              </a:lnTo>
                              <a:lnTo>
                                <a:pt x="249" y="14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orme libre 30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235855" y="88828"/>
                          <a:ext cx="1290113" cy="1070159"/>
                        </a:xfrm>
                        <a:custGeom>
                          <a:avLst/>
                          <a:gdLst>
                            <a:gd name="T0" fmla="*/ 305 w 305"/>
                            <a:gd name="T1" fmla="*/ 0 h 253"/>
                            <a:gd name="T2" fmla="*/ 0 w 305"/>
                            <a:gd name="T3" fmla="*/ 227 h 253"/>
                            <a:gd name="T4" fmla="*/ 50 w 305"/>
                            <a:gd name="T5" fmla="*/ 253 h 253"/>
                            <a:gd name="T6" fmla="*/ 305 w 305"/>
                            <a:gd name="T7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05" h="253">
                              <a:moveTo>
                                <a:pt x="305" y="0"/>
                              </a:moveTo>
                              <a:lnTo>
                                <a:pt x="0" y="227"/>
                              </a:lnTo>
                              <a:lnTo>
                                <a:pt x="50" y="253"/>
                              </a:lnTo>
                              <a:lnTo>
                                <a:pt x="30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orme libre 3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201000" y="0"/>
                          <a:ext cx="587953" cy="198804"/>
                        </a:xfrm>
                        <a:custGeom>
                          <a:avLst/>
                          <a:gdLst>
                            <a:gd name="T0" fmla="*/ 0 w 139"/>
                            <a:gd name="T1" fmla="*/ 47 h 47"/>
                            <a:gd name="T2" fmla="*/ 139 w 139"/>
                            <a:gd name="T3" fmla="*/ 47 h 47"/>
                            <a:gd name="T4" fmla="*/ 94 w 139"/>
                            <a:gd name="T5" fmla="*/ 0 h 47"/>
                            <a:gd name="T6" fmla="*/ 0 w 139"/>
                            <a:gd name="T7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39" h="47">
                              <a:moveTo>
                                <a:pt x="0" y="47"/>
                              </a:moveTo>
                              <a:lnTo>
                                <a:pt x="139" y="47"/>
                              </a:lnTo>
                              <a:lnTo>
                                <a:pt x="94" y="0"/>
                              </a:lnTo>
                              <a:lnTo>
                                <a:pt x="0" y="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" name="Forme libre 32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5367714" y="0"/>
                          <a:ext cx="1023630" cy="689470"/>
                        </a:xfrm>
                        <a:custGeom>
                          <a:avLst/>
                          <a:gdLst>
                            <a:gd name="T0" fmla="*/ 0 w 242"/>
                            <a:gd name="T1" fmla="*/ 116 h 163"/>
                            <a:gd name="T2" fmla="*/ 45 w 242"/>
                            <a:gd name="T3" fmla="*/ 163 h 163"/>
                            <a:gd name="T4" fmla="*/ 242 w 242"/>
                            <a:gd name="T5" fmla="*/ 0 h 163"/>
                            <a:gd name="T6" fmla="*/ 0 w 242"/>
                            <a:gd name="T7" fmla="*/ 116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42" h="163">
                              <a:moveTo>
                                <a:pt x="0" y="116"/>
                              </a:moveTo>
                              <a:lnTo>
                                <a:pt x="45" y="163"/>
                              </a:lnTo>
                              <a:lnTo>
                                <a:pt x="242" y="0"/>
                              </a:lnTo>
                              <a:lnTo>
                                <a:pt x="0" y="1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orme libre 3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5367714" y="198804"/>
                          <a:ext cx="1552365" cy="554114"/>
                        </a:xfrm>
                        <a:custGeom>
                          <a:avLst/>
                          <a:gdLst>
                            <a:gd name="T0" fmla="*/ 367 w 367"/>
                            <a:gd name="T1" fmla="*/ 15 h 131"/>
                            <a:gd name="T2" fmla="*/ 0 w 367"/>
                            <a:gd name="T3" fmla="*/ 0 h 131"/>
                            <a:gd name="T4" fmla="*/ 125 w 367"/>
                            <a:gd name="T5" fmla="*/ 131 h 131"/>
                            <a:gd name="T6" fmla="*/ 367 w 367"/>
                            <a:gd name="T7" fmla="*/ 15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67" h="131">
                              <a:moveTo>
                                <a:pt x="367" y="15"/>
                              </a:moveTo>
                              <a:lnTo>
                                <a:pt x="0" y="0"/>
                              </a:lnTo>
                              <a:lnTo>
                                <a:pt x="125" y="131"/>
                              </a:lnTo>
                              <a:lnTo>
                                <a:pt x="367" y="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orme libre : Forme 5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920079" y="0"/>
                          <a:ext cx="871355" cy="752919"/>
                        </a:xfrm>
                        <a:custGeom>
                          <a:avLst/>
                          <a:gdLst>
                            <a:gd name="connsiteX0" fmla="*/ 319355 w 871355"/>
                            <a:gd name="connsiteY0" fmla="*/ 752919 h 752919"/>
                            <a:gd name="connsiteX1" fmla="*/ 0 w 871355"/>
                            <a:gd name="connsiteY1" fmla="*/ 752919 h 752919"/>
                            <a:gd name="connsiteX2" fmla="*/ 0 w 871355"/>
                            <a:gd name="connsiteY2" fmla="*/ 506772 h 752919"/>
                            <a:gd name="connsiteX3" fmla="*/ 0 w 871355"/>
                            <a:gd name="connsiteY3" fmla="*/ 424322 h 752919"/>
                            <a:gd name="connsiteX4" fmla="*/ 0 w 871355"/>
                            <a:gd name="connsiteY4" fmla="*/ 414528 h 752919"/>
                            <a:gd name="connsiteX5" fmla="*/ 0 w 871355"/>
                            <a:gd name="connsiteY5" fmla="*/ 383699 h 752919"/>
                            <a:gd name="connsiteX6" fmla="*/ 871355 w 871355"/>
                            <a:gd name="connsiteY6" fmla="*/ 0 h 752919"/>
                            <a:gd name="connsiteX7" fmla="*/ 341281 w 871355"/>
                            <a:gd name="connsiteY7" fmla="*/ 752918 h 752919"/>
                            <a:gd name="connsiteX8" fmla="*/ 329481 w 871355"/>
                            <a:gd name="connsiteY8" fmla="*/ 752918 h 752919"/>
                            <a:gd name="connsiteX9" fmla="*/ 319355 w 871355"/>
                            <a:gd name="connsiteY9" fmla="*/ 752918 h 7529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71355" h="752919">
                              <a:moveTo>
                                <a:pt x="319355" y="752919"/>
                              </a:moveTo>
                              <a:lnTo>
                                <a:pt x="0" y="752919"/>
                              </a:lnTo>
                              <a:lnTo>
                                <a:pt x="0" y="506772"/>
                              </a:lnTo>
                              <a:cubicBezTo>
                                <a:pt x="0" y="506772"/>
                                <a:pt x="0" y="506772"/>
                                <a:pt x="0" y="424322"/>
                              </a:cubicBezTo>
                              <a:lnTo>
                                <a:pt x="0" y="414528"/>
                              </a:lnTo>
                              <a:lnTo>
                                <a:pt x="0" y="383699"/>
                              </a:lnTo>
                              <a:lnTo>
                                <a:pt x="871355" y="0"/>
                              </a:lnTo>
                              <a:cubicBezTo>
                                <a:pt x="871355" y="0"/>
                                <a:pt x="871355" y="0"/>
                                <a:pt x="341281" y="752918"/>
                              </a:cubicBezTo>
                              <a:cubicBezTo>
                                <a:pt x="341281" y="752918"/>
                                <a:pt x="341281" y="752918"/>
                                <a:pt x="329481" y="752918"/>
                              </a:cubicBezTo>
                              <a:lnTo>
                                <a:pt x="319355" y="75291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Forme libre 35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391345" y="0"/>
                          <a:ext cx="1057469" cy="752918"/>
                        </a:xfrm>
                        <a:custGeom>
                          <a:avLst/>
                          <a:gdLst>
                            <a:gd name="T0" fmla="*/ 125 w 250"/>
                            <a:gd name="T1" fmla="*/ 0 h 178"/>
                            <a:gd name="T2" fmla="*/ 0 w 250"/>
                            <a:gd name="T3" fmla="*/ 178 h 178"/>
                            <a:gd name="T4" fmla="*/ 156 w 250"/>
                            <a:gd name="T5" fmla="*/ 178 h 178"/>
                            <a:gd name="T6" fmla="*/ 250 w 250"/>
                            <a:gd name="T7" fmla="*/ 131 h 178"/>
                            <a:gd name="T8" fmla="*/ 125 w 250"/>
                            <a:gd name="T9" fmla="*/ 0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0" h="178">
                              <a:moveTo>
                                <a:pt x="125" y="0"/>
                              </a:moveTo>
                              <a:lnTo>
                                <a:pt x="0" y="178"/>
                              </a:lnTo>
                              <a:lnTo>
                                <a:pt x="156" y="178"/>
                              </a:lnTo>
                              <a:lnTo>
                                <a:pt x="250" y="131"/>
                              </a:lnTo>
                              <a:lnTo>
                                <a:pt x="1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orme libre 36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235856" y="1"/>
                          <a:ext cx="1078619" cy="1158986"/>
                        </a:xfrm>
                        <a:custGeom>
                          <a:avLst/>
                          <a:gdLst>
                            <a:gd name="T0" fmla="*/ 0 w 255"/>
                            <a:gd name="T1" fmla="*/ 253 h 274"/>
                            <a:gd name="T2" fmla="*/ 38 w 255"/>
                            <a:gd name="T3" fmla="*/ 274 h 274"/>
                            <a:gd name="T4" fmla="*/ 165 w 255"/>
                            <a:gd name="T5" fmla="*/ 274 h 274"/>
                            <a:gd name="T6" fmla="*/ 255 w 255"/>
                            <a:gd name="T7" fmla="*/ 0 h 274"/>
                            <a:gd name="T8" fmla="*/ 0 w 255"/>
                            <a:gd name="T9" fmla="*/ 253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5" h="274">
                              <a:moveTo>
                                <a:pt x="0" y="253"/>
                              </a:moveTo>
                              <a:lnTo>
                                <a:pt x="38" y="274"/>
                              </a:lnTo>
                              <a:lnTo>
                                <a:pt x="165" y="274"/>
                              </a:lnTo>
                              <a:lnTo>
                                <a:pt x="255" y="0"/>
                              </a:lnTo>
                              <a:lnTo>
                                <a:pt x="0" y="25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orme libre 4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032822" y="0"/>
                          <a:ext cx="583723" cy="372229"/>
                        </a:xfrm>
                        <a:custGeom>
                          <a:avLst/>
                          <a:gdLst>
                            <a:gd name="T0" fmla="*/ 123 w 138"/>
                            <a:gd name="T1" fmla="*/ 0 h 88"/>
                            <a:gd name="T2" fmla="*/ 0 w 138"/>
                            <a:gd name="T3" fmla="*/ 88 h 88"/>
                            <a:gd name="T4" fmla="*/ 138 w 138"/>
                            <a:gd name="T5" fmla="*/ 88 h 88"/>
                            <a:gd name="T6" fmla="*/ 123 w 138"/>
                            <a:gd name="T7" fmla="*/ 0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38" h="88">
                              <a:moveTo>
                                <a:pt x="123" y="0"/>
                              </a:moveTo>
                              <a:lnTo>
                                <a:pt x="0" y="88"/>
                              </a:lnTo>
                              <a:lnTo>
                                <a:pt x="138" y="88"/>
                              </a:lnTo>
                              <a:lnTo>
                                <a:pt x="12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orme libre 42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096270" y="1"/>
                          <a:ext cx="520275" cy="1158986"/>
                        </a:xfrm>
                        <a:custGeom>
                          <a:avLst/>
                          <a:gdLst>
                            <a:gd name="T0" fmla="*/ 90 w 123"/>
                            <a:gd name="T1" fmla="*/ 0 h 274"/>
                            <a:gd name="T2" fmla="*/ 0 w 123"/>
                            <a:gd name="T3" fmla="*/ 274 h 274"/>
                            <a:gd name="T4" fmla="*/ 123 w 123"/>
                            <a:gd name="T5" fmla="*/ 186 h 274"/>
                            <a:gd name="T6" fmla="*/ 90 w 123"/>
                            <a:gd name="T7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3" h="274">
                              <a:moveTo>
                                <a:pt x="90" y="0"/>
                              </a:moveTo>
                              <a:lnTo>
                                <a:pt x="0" y="274"/>
                              </a:lnTo>
                              <a:lnTo>
                                <a:pt x="123" y="186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6" name="Forme libre 4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268963" y="406068"/>
                          <a:ext cx="1015171" cy="528735"/>
                        </a:xfrm>
                        <a:custGeom>
                          <a:avLst/>
                          <a:gdLst>
                            <a:gd name="T0" fmla="*/ 240 w 240"/>
                            <a:gd name="T1" fmla="*/ 58 h 125"/>
                            <a:gd name="T2" fmla="*/ 69 w 240"/>
                            <a:gd name="T3" fmla="*/ 15 h 125"/>
                            <a:gd name="T4" fmla="*/ 0 w 240"/>
                            <a:gd name="T5" fmla="*/ 0 h 125"/>
                            <a:gd name="T6" fmla="*/ 204 w 240"/>
                            <a:gd name="T7" fmla="*/ 125 h 125"/>
                            <a:gd name="T8" fmla="*/ 240 w 240"/>
                            <a:gd name="T9" fmla="*/ 58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0" h="125">
                              <a:moveTo>
                                <a:pt x="240" y="58"/>
                              </a:moveTo>
                              <a:lnTo>
                                <a:pt x="69" y="15"/>
                              </a:lnTo>
                              <a:lnTo>
                                <a:pt x="0" y="0"/>
                              </a:lnTo>
                              <a:lnTo>
                                <a:pt x="204" y="125"/>
                              </a:lnTo>
                              <a:lnTo>
                                <a:pt x="240" y="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7" name="Forme libre : Forme 57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421239" cy="689471"/>
                        </a:xfrm>
                        <a:custGeom>
                          <a:avLst/>
                          <a:gdLst>
                            <a:gd name="connsiteX0" fmla="*/ 1421239 w 1421239"/>
                            <a:gd name="connsiteY0" fmla="*/ 689471 h 689471"/>
                            <a:gd name="connsiteX1" fmla="*/ 829055 w 1421239"/>
                            <a:gd name="connsiteY1" fmla="*/ 689471 h 689471"/>
                            <a:gd name="connsiteX2" fmla="*/ 829055 w 1421239"/>
                            <a:gd name="connsiteY2" fmla="*/ 689470 h 689471"/>
                            <a:gd name="connsiteX3" fmla="*/ 659861 w 1421239"/>
                            <a:gd name="connsiteY3" fmla="*/ 689470 h 689471"/>
                            <a:gd name="connsiteX4" fmla="*/ 0 w 1421239"/>
                            <a:gd name="connsiteY4" fmla="*/ 283046 h 689471"/>
                            <a:gd name="connsiteX5" fmla="*/ 152276 w 1421239"/>
                            <a:gd name="connsiteY5" fmla="*/ 0 h 689471"/>
                            <a:gd name="connsiteX6" fmla="*/ 1304649 w 1421239"/>
                            <a:gd name="connsiteY6" fmla="*/ 283403 h 689471"/>
                            <a:gd name="connsiteX7" fmla="*/ 1421239 w 1421239"/>
                            <a:gd name="connsiteY7" fmla="*/ 283403 h 689471"/>
                            <a:gd name="connsiteX8" fmla="*/ 1421239 w 1421239"/>
                            <a:gd name="connsiteY8" fmla="*/ 312076 h 689471"/>
                            <a:gd name="connsiteX9" fmla="*/ 1421239 w 1421239"/>
                            <a:gd name="connsiteY9" fmla="*/ 442712 h 689471"/>
                            <a:gd name="connsiteX10" fmla="*/ 1421239 w 1421239"/>
                            <a:gd name="connsiteY10" fmla="*/ 464485 h 6894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421239" h="689471">
                              <a:moveTo>
                                <a:pt x="1421239" y="689471"/>
                              </a:moveTo>
                              <a:lnTo>
                                <a:pt x="829055" y="689471"/>
                              </a:lnTo>
                              <a:lnTo>
                                <a:pt x="829055" y="689470"/>
                              </a:lnTo>
                              <a:lnTo>
                                <a:pt x="659861" y="689470"/>
                              </a:lnTo>
                              <a:cubicBezTo>
                                <a:pt x="659861" y="689470"/>
                                <a:pt x="659861" y="689470"/>
                                <a:pt x="0" y="283046"/>
                              </a:cubicBezTo>
                              <a:cubicBezTo>
                                <a:pt x="0" y="283046"/>
                                <a:pt x="0" y="283046"/>
                                <a:pt x="152276" y="0"/>
                              </a:cubicBezTo>
                              <a:lnTo>
                                <a:pt x="1304649" y="283403"/>
                              </a:lnTo>
                              <a:lnTo>
                                <a:pt x="1421239" y="283403"/>
                              </a:lnTo>
                              <a:lnTo>
                                <a:pt x="1421239" y="312076"/>
                              </a:lnTo>
                              <a:cubicBezTo>
                                <a:pt x="1421239" y="312076"/>
                                <a:pt x="1421239" y="312076"/>
                                <a:pt x="1421239" y="442712"/>
                              </a:cubicBezTo>
                              <a:cubicBezTo>
                                <a:pt x="1421239" y="449970"/>
                                <a:pt x="1421239" y="457227"/>
                                <a:pt x="1421239" y="46448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Forme libre 45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761377" y="0"/>
                          <a:ext cx="875585" cy="406068"/>
                        </a:xfrm>
                        <a:custGeom>
                          <a:avLst/>
                          <a:gdLst>
                            <a:gd name="T0" fmla="*/ 0 w 207"/>
                            <a:gd name="T1" fmla="*/ 96 h 96"/>
                            <a:gd name="T2" fmla="*/ 207 w 207"/>
                            <a:gd name="T3" fmla="*/ 96 h 96"/>
                            <a:gd name="T4" fmla="*/ 51 w 207"/>
                            <a:gd name="T5" fmla="*/ 0 h 96"/>
                            <a:gd name="T6" fmla="*/ 0 w 207"/>
                            <a:gd name="T7" fmla="*/ 96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7" h="96">
                              <a:moveTo>
                                <a:pt x="0" y="96"/>
                              </a:moveTo>
                              <a:lnTo>
                                <a:pt x="207" y="96"/>
                              </a:lnTo>
                              <a:lnTo>
                                <a:pt x="51" y="0"/>
                              </a:lnTo>
                              <a:lnTo>
                                <a:pt x="0" y="9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orme libre 47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2546386" y="372230"/>
                          <a:ext cx="689470" cy="786757"/>
                        </a:xfrm>
                        <a:custGeom>
                          <a:avLst/>
                          <a:gdLst>
                            <a:gd name="T0" fmla="*/ 0 w 163"/>
                            <a:gd name="T1" fmla="*/ 0 h 186"/>
                            <a:gd name="T2" fmla="*/ 33 w 163"/>
                            <a:gd name="T3" fmla="*/ 186 h 186"/>
                            <a:gd name="T4" fmla="*/ 163 w 163"/>
                            <a:gd name="T5" fmla="*/ 96 h 186"/>
                            <a:gd name="T6" fmla="*/ 0 w 163"/>
                            <a:gd name="T7" fmla="*/ 0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63" h="186">
                              <a:moveTo>
                                <a:pt x="0" y="0"/>
                              </a:moveTo>
                              <a:lnTo>
                                <a:pt x="33" y="186"/>
                              </a:lnTo>
                              <a:lnTo>
                                <a:pt x="163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orme libre 48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543905" y="0"/>
                          <a:ext cx="1552365" cy="752918"/>
                        </a:xfrm>
                        <a:custGeom>
                          <a:avLst/>
                          <a:gdLst>
                            <a:gd name="T0" fmla="*/ 0 w 367"/>
                            <a:gd name="T1" fmla="*/ 90 h 178"/>
                            <a:gd name="T2" fmla="*/ 15 w 367"/>
                            <a:gd name="T3" fmla="*/ 178 h 178"/>
                            <a:gd name="T4" fmla="*/ 345 w 367"/>
                            <a:gd name="T5" fmla="*/ 178 h 178"/>
                            <a:gd name="T6" fmla="*/ 367 w 367"/>
                            <a:gd name="T7" fmla="*/ 138 h 178"/>
                            <a:gd name="T8" fmla="*/ 130 w 367"/>
                            <a:gd name="T9" fmla="*/ 0 h 178"/>
                            <a:gd name="T10" fmla="*/ 0 w 367"/>
                            <a:gd name="T11" fmla="*/ 90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67" h="178">
                              <a:moveTo>
                                <a:pt x="0" y="90"/>
                              </a:moveTo>
                              <a:lnTo>
                                <a:pt x="15" y="178"/>
                              </a:lnTo>
                              <a:lnTo>
                                <a:pt x="345" y="178"/>
                              </a:lnTo>
                              <a:lnTo>
                                <a:pt x="367" y="138"/>
                              </a:lnTo>
                              <a:lnTo>
                                <a:pt x="130" y="0"/>
                              </a:lnTo>
                              <a:lnTo>
                                <a:pt x="0" y="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orme libre 49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421239" y="169195"/>
                          <a:ext cx="1125147" cy="765608"/>
                        </a:xfrm>
                        <a:custGeom>
                          <a:avLst/>
                          <a:gdLst>
                            <a:gd name="T0" fmla="*/ 62 w 266"/>
                            <a:gd name="T1" fmla="*/ 0 h 181"/>
                            <a:gd name="T2" fmla="*/ 0 w 266"/>
                            <a:gd name="T3" fmla="*/ 43 h 181"/>
                            <a:gd name="T4" fmla="*/ 237 w 266"/>
                            <a:gd name="T5" fmla="*/ 181 h 181"/>
                            <a:gd name="T6" fmla="*/ 266 w 266"/>
                            <a:gd name="T7" fmla="*/ 125 h 181"/>
                            <a:gd name="T8" fmla="*/ 62 w 266"/>
                            <a:gd name="T9" fmla="*/ 0 h 1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6" h="181">
                              <a:moveTo>
                                <a:pt x="62" y="0"/>
                              </a:moveTo>
                              <a:lnTo>
                                <a:pt x="0" y="43"/>
                              </a:lnTo>
                              <a:lnTo>
                                <a:pt x="237" y="181"/>
                              </a:lnTo>
                              <a:lnTo>
                                <a:pt x="266" y="125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11500</wp14:pctHeight>
              </wp14:sizeRelV>
            </wp:anchor>
          </w:drawing>
        </mc:Choice>
        <mc:Fallback>
          <w:pict>
            <v:group w14:anchorId="1C2C6313" id="Groupe 173" o:spid="_x0000_s1026" style="position:absolute;margin-left:0;margin-top:0;width:613.5pt;height:91.3pt;rotation:180;z-index:251663360;mso-width-percent:1000;mso-height-percent:115;mso-position-horizontal:center;mso-position-horizontal-relative:page;mso-position-vertical:bottom;mso-position-vertical-relative:page;mso-width-percent:1000;mso-height-percent:115" coordsize="77914,11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">
              <v:shape id="Forme libre 23" o:spid="_x0000_s1027" style="position:absolute;left:49912;width:12098;height:6894;rotation:180;visibility:visible;mso-wrap-style:square;v-text-anchor:top" coordsize="286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RsHsQA&#10;AADbAAAADwAAAGRycy9kb3ducmV2LnhtbESPQWsCMRSE7wX/Q3hCbzWrFmlXo9iCYE9aW+j1sXlm&#10;VzcvSxJ3t/56IxR6HGbmG2ax6m0tWvKhcqxgPMpAEBdOV2wUfH9tnl5AhIissXZMCn4pwGo5eFhg&#10;rl3Hn9QeohEJwiFHBWWMTS5lKEqyGEauIU7e0XmLMUlvpPbYJbit5STLZtJixWmhxIbeSyrOh4tV&#10;YF67yfborh9+b37Gb5fr7lS3O6Ueh/16DiJSH//Df+2tVvA8hfuX9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0bB7EAAAA2wAAAA8AAAAAAAAAAAAAAAAAmAIAAGRycy9k&#10;b3ducmV2LnhtbFBLBQYAAAAABAAEAPUAAACJAwAAAAA=&#10;" path="m286,163l197,,,163r286,xe" fillcolor="#c9520a [2406]" stroked="f">
                <v:path arrowok="t" o:connecttype="custom" o:connectlocs="1209745,689470;833286,0;0,689470;1209745,689470" o:connectangles="0,0,0,0"/>
              </v:shape>
              <v:shape id="Forme libre 26" o:spid="_x0000_s1028" style="position:absolute;left:69200;top:3722;width:8714;height:4399;rotation:180;visibility:visible;mso-wrap-style:square;v-text-anchor:top" coordsize="20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bEo8QA&#10;AADbAAAADwAAAGRycy9kb3ducmV2LnhtbESPT2sCMRTE74V+h/AKXopmFRG7NUorLIiHgn+o18fm&#10;dbO4eVmTqOu3bwTB4zAzv2Fmi8424kI+1I4VDAcZCOLS6ZorBftd0Z+CCBFZY+OYFNwowGL++jLD&#10;XLsrb+iyjZVIEA45KjAxtrmUoTRkMQxcS5y8P+ctxiR9JbXHa4LbRo6ybCIt1pwWDLa0NFQet2er&#10;4Pv8+74z2TEWBXanw8fq5H9wrVTvrfv6BBGpi8/wo73SCsZjuH9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WxKPEAAAA2wAAAA8AAAAAAAAAAAAAAAAAmAIAAGRycy9k&#10;b3ducmV2LnhtbFBLBQYAAAAABAAEAPUAAACJAwAAAAA=&#10;" path="m78,l,69r,35l206,14,78,xe" fillcolor="#d41e44 [3208]" stroked="f">
                <v:path arrowok="t" o:connecttype="custom" o:connectlocs="329931,0;0,291861;0,439907;871355,59218;329931,0" o:connectangles="0,0,0,0,0"/>
              </v:shape>
              <v:shape id="Forme libre 28" o:spid="_x0000_s1029" style="position:absolute;left:74615;top:5202;width:3299;height:3215;rotation:180;visibility:visible;mso-wrap-style:square;v-text-anchor:top" coordsize="78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qZKMQA&#10;AADbAAAADwAAAGRycy9kb3ducmV2LnhtbESP0WoCMRRE3wv+Q7hC32rWYkVXo2ihUCwVXP2Ay+a6&#10;G93cLEnqrv36plDo4zAzZ5jlureNuJEPxrGC8SgDQVw6bbhScDq+Pc1AhIissXFMCu4UYL0aPCwx&#10;167jA92KWIkE4ZCjgjrGNpcylDVZDCPXEifv7LzFmKSvpPbYJbht5HOWTaVFw2mhxpZeayqvxZdV&#10;cOm7ajz/PtLWFHsKZvqxm3x6pR6H/WYBIlIf/8N/7XetYPICv1/S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KmSjEAAAA2wAAAA8AAAAAAAAAAAAAAAAAmAIAAGRycy9k&#10;b3ducmV2LnhtbFBLBQYAAAAABAAEAPUAAACJAwAAAAA=&#10;" path="m,l,76,78,7,,xe" fillcolor="#9e1632 [2408]" stroked="f">
                <v:path arrowok="t" o:connecttype="custom" o:connectlocs="0,0;0,321471;329930,29609;0,0" o:connectangles="0,0,0,0"/>
              </v:shape>
              <v:shape id="Forme libre 29" o:spid="_x0000_s1030" style="position:absolute;left:41537;width:12140;height:6894;rotation:180;visibility:visible;mso-wrap-style:square;v-text-anchor:top" coordsize="287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yFcQA&#10;AADbAAAADwAAAGRycy9kb3ducmV2LnhtbESPT2sCMRTE7wW/Q3iFXopmFRFZjVIVaXsq/gGvz81z&#10;s+3mZUlSd/32plDwOMzMb5j5srO1uJIPlWMFw0EGgrhwuuJSwfGw7U9BhIissXZMCm4UYLnoPc0x&#10;167lHV33sRQJwiFHBSbGJpcyFIYshoFriJN3cd5iTNKXUntsE9zWcpRlE2mx4rRgsKG1oeJn/2sV&#10;rPTwtjl/nzavo9bw+9R/+U8tlXp57t5mICJ18RH+b39oBeMJ/H1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ychXEAAAA2wAAAA8AAAAAAAAAAAAAAAAAmAIAAGRycy9k&#10;b3ducmV2LnhtbFBLBQYAAAAABAAEAPUAAACJAwAAAAA=&#10;" path="m249,142l199,116,,,89,163r141,l287,163,249,142xe" fillcolor="#f47527 [3206]" stroked="f">
                <v:path arrowok="t" o:connecttype="custom" o:connectlocs="1053240,600643;841746,490666;0,0;376459,689470;972872,689470;1213975,689470;1053240,600643" o:connectangles="0,0,0,0,0,0,0"/>
              </v:shape>
              <v:shape id="Forme libre 30" o:spid="_x0000_s1031" style="position:absolute;left:32358;top:888;width:12901;height:10701;rotation:180;visibility:visible;mso-wrap-style:square;v-text-anchor:top" coordsize="305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qjQMIA&#10;AADbAAAADwAAAGRycy9kb3ducmV2LnhtbESP0YrCMBRE34X9h3AXfNNU0a5Uo8iCoA8KW/cDrs21&#10;qdvclCZq/XsjCPs4zMwZZrHqbC1u1PrKsYLRMAFBXDhdcang97gZzED4gKyxdkwKHuRhtfzoLTDT&#10;7s4/dMtDKSKEfYYKTAhNJqUvDFn0Q9cQR+/sWoshyraUusV7hNtajpMklRYrjgsGG/o2VPzlV6tg&#10;f9nxNN2MpqemXB/2B+7OaWKU6n926zmIQF34D7/bW61g8gW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qNAwgAAANsAAAAPAAAAAAAAAAAAAAAAAJgCAABkcnMvZG93&#10;bnJldi54bWxQSwUGAAAAAAQABAD1AAAAhwMAAAAA&#10;" path="m305,l,227r50,26l305,xe" fillcolor="#853707 [1606]" stroked="f">
                <v:path arrowok="t" o:connecttype="custom" o:connectlocs="1290113,0;0,960182;211494,1070159;1290113,0" o:connectangles="0,0,0,0"/>
              </v:shape>
              <v:shape id="Forme libre 31" o:spid="_x0000_s1032" style="position:absolute;left:62010;width:5879;height:1988;rotation:180;visibility:visible;mso-wrap-style:square;v-text-anchor:top" coordsize="139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ZtlMAA&#10;AADbAAAADwAAAGRycy9kb3ducmV2LnhtbERPz2vCMBS+C/4P4Qm7aeomTqpRZKXDsdOq3h/Nsy02&#10;L10StfrXL4eBx4/v92rTm1ZcyfnGsoLpJAFBXFrdcKXgsM/HCxA+IGtsLZOCO3nYrIeDFaba3viH&#10;rkWoRAxhn6KCOoQuldKXNRn0E9sRR+5kncEQoaukdniL4aaVr0kylwYbjg01dvRRU3kuLkaBe7jv&#10;xeXt/TOTv1lvv7Ij5kWu1Muo3y5BBOrDU/zv3mkFszg2fok/QK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ZtlMAAAADbAAAADwAAAAAAAAAAAAAAAACYAgAAZHJzL2Rvd25y&#10;ZXYueG1sUEsFBgAAAAAEAAQA9QAAAIUDAAAAAA==&#10;" path="m,47r139,l94,,,47xe" fillcolor="#d41e44 [3208]" stroked="f">
                <v:path arrowok="t" o:connecttype="custom" o:connectlocs="0,198804;587953,198804;397609,0;0,198804" o:connectangles="0,0,0,0"/>
              </v:shape>
              <v:shape id="Forme libre 32" o:spid="_x0000_s1033" style="position:absolute;left:53677;width:10236;height:6894;rotation:180;visibility:visible;mso-wrap-style:square;v-text-anchor:top" coordsize="24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7h8UA&#10;AADbAAAADwAAAGRycy9kb3ducmV2LnhtbESPQWvCQBSE74X+h+UVeqsbRaRGV7FKiyAVNKXi7ZF9&#10;JqHZt2F3m8R/7wqFHoeZ+YaZL3tTi5acrywrGA4SEMS51RUXCr6y95dXED4ga6wtk4IreVguHh/m&#10;mGrb8YHaYyhEhLBPUUEZQpNK6fOSDPqBbYijd7HOYIjSFVI77CLc1HKUJBNpsOK4UGJD65Lyn+Ov&#10;UeC/2/1u3RVjWp3ccL/5zM5vH5lSz0/9agYiUB/+w3/trVYwnsL9S/w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ruHxQAAANsAAAAPAAAAAAAAAAAAAAAAAJgCAABkcnMv&#10;ZG93bnJldi54bWxQSwUGAAAAAAQABAD1AAAAigMAAAAA&#10;" path="m,116r45,47l242,,,116xe" fillcolor="#f37a89 [1943]" stroked="f">
                <v:path arrowok="t" o:connecttype="custom" o:connectlocs="0,490666;190344,689470;1023630,0;0,490666" o:connectangles="0,0,0,0"/>
              </v:shape>
              <v:shape id="Forme libre 33" o:spid="_x0000_s1034" style="position:absolute;left:53677;top:1988;width:15523;height:5541;rotation:180;visibility:visible;mso-wrap-style:square;v-text-anchor:top" coordsize="367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/HZcAA&#10;AADbAAAADwAAAGRycy9kb3ducmV2LnhtbERP3WrCMBS+H/gO4QjezdRhRTqjjLFBYd748wDH5qwp&#10;S05qE9vu7c2F4OXH97/Zjc6KnrrQeFawmGcgiCuvG64VnE/fr2sQISJrtJ5JwT8F2G0nLxsstB/4&#10;QP0x1iKFcChQgYmxLaQMlSGHYe5b4sT9+s5hTLCrpe5wSOHOyrcsW0mHDacGgy19Gqr+jjenYB+W&#10;t9Mov/Kqzc7252ouZbQXpWbT8eMdRKQxPsUPd6kV5Gl9+pJ+gNz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/HZcAAAADbAAAADwAAAAAAAAAAAAAAAACYAgAAZHJzL2Rvd25y&#10;ZXYueG1sUEsFBgAAAAAEAAQA9QAAAIUDAAAAAA==&#10;" path="m367,15l,,125,131,367,15xe" fillcolor="#f37a89 [1943]" stroked="f">
                <v:path arrowok="t" o:connecttype="custom" o:connectlocs="1552365,63448;0,0;528735,554114;1552365,63448" o:connectangles="0,0,0,0"/>
              </v:shape>
              <v:shape id="Forme libre : Forme 51" o:spid="_x0000_s1035" style="position:absolute;left:69200;width:8714;height:7529;rotation:180;visibility:visible;mso-wrap-style:square;v-text-anchor:top" coordsize="871355,752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26zsEA&#10;AADbAAAADwAAAGRycy9kb3ducmV2LnhtbESPQYvCMBSE74L/ITxhb5q6sFKqUUQQlr0sVq0eH82z&#10;DTYvpclq998bQfA4zHwzzGLV20bcqPPGsYLpJAFBXDptuFJw2G/HKQgfkDU2jknBP3lYLYeDBWba&#10;3XlHtzxUIpawz1BBHUKbSenLmiz6iWuJo3dxncUQZVdJ3eE9lttGfibJTFo0HBdqbGlTU3nN/6yC&#10;n1OiURtr0sgdi7Mp0vy3UOpj1K/nIAL14R1+0d9awdcUnl/iD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dus7BAAAA2wAAAA8AAAAAAAAAAAAAAAAAmAIAAGRycy9kb3du&#10;cmV2LnhtbFBLBQYAAAAABAAEAPUAAACGAwAAAAA=&#10;" path="m319355,752919l,752919,,506772v,,,,,-82450l,414528,,383699,871355,v,,,,-530074,752918c341281,752918,341281,752918,329481,752918r-10126,l319355,752919xe" fillcolor="#d41e44 [3208]" stroked="f">
                <v:path arrowok="t" o:connecttype="custom" o:connectlocs="319355,752919;0,752919;0,506772;0,424322;0,414528;0,383699;871355,0;341281,752918;329481,752918;319355,752918" o:connectangles="0,0,0,0,0,0,0,0,0,0"/>
              </v:shape>
              <v:shape id="Forme libre 35" o:spid="_x0000_s1036" style="position:absolute;left:63913;width:10575;height:7529;rotation:180;visibility:visible;mso-wrap-style:square;v-text-anchor:top" coordsize="250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EbUMMA&#10;AADbAAAADwAAAGRycy9kb3ducmV2LnhtbESPzWoCQRCE7wHfYWjBW5xRTJDVUTSJ4E38uXhrdtrd&#10;xZ2eZXuiG58+ExByLKrqK2q+7HytbtRKFdjCaGhAEefBVVxYOB03r1NQEpEd1oHJwg8JLBe9lzlm&#10;Ltx5T7dDLFSCsGRooYyxybSWvCSPMgwNcfIuofUYk2wL7Vq8J7iv9diYd+2x4rRQYkMfJeXXw7e3&#10;UHyZndTn/UM2l9H287GeGHHB2kG/W81ARerif/jZ3joLb2P4+5J+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EbUMMAAADbAAAADwAAAAAAAAAAAAAAAACYAgAAZHJzL2Rv&#10;d25yZXYueG1sUEsFBgAAAAAEAAQA9QAAAIgDAAAAAA==&#10;" path="m125,l,178r156,l250,131,125,xe" fillcolor="#ec223b [3207]" stroked="f">
                <v:path arrowok="t" o:connecttype="custom" o:connectlocs="528735,0;0,752918;659861,752918;1057469,554114;528735,0" o:connectangles="0,0,0,0,0"/>
              </v:shape>
              <v:shape id="Forme libre 36" o:spid="_x0000_s1037" style="position:absolute;left:32358;width:10786;height:11589;rotation:180;visibility:visible;mso-wrap-style:square;v-text-anchor:top" coordsize="255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8PcMA&#10;AADbAAAADwAAAGRycy9kb3ducmV2LnhtbESP0WrCQBRE3wv+w3IFX4puulaR6CoSKIhSStUPuGSv&#10;STB7N2RXjX69KxT6OMzMGWax6mwtrtT6yrGGj1ECgjh3puJCw/HwNZyB8AHZYO2YNNzJw2rZe1tg&#10;atyNf+m6D4WIEPYpaihDaFIpfV6SRT9yDXH0Tq61GKJsC2lavEW4raVKkqm0WHFcKLGhrKT8vL9Y&#10;DcVD7d63in8+L1tW31lm/WyqtB70u/UcRKAu/If/2hujYTKG15f4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K8PcMAAADbAAAADwAAAAAAAAAAAAAAAACYAgAAZHJzL2Rv&#10;d25yZXYueG1sUEsFBgAAAAAEAAQA9QAAAIgDAAAAAA==&#10;" path="m,253r38,21l165,274,255,,,253xe" fillcolor="#f8a120 [3209]" stroked="f">
                <v:path arrowok="t" o:connecttype="custom" o:connectlocs="0,1070159;160735,1158986;697930,1158986;1078619,0;0,1070159" o:connectangles="0,0,0,0,0"/>
              </v:shape>
              <v:shape id="Forme libre 41" o:spid="_x0000_s1038" style="position:absolute;left:30328;width:5837;height:3722;rotation:180;visibility:visible;mso-wrap-style:square;v-text-anchor:top" coordsize="138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W1i8QA&#10;AADbAAAADwAAAGRycy9kb3ducmV2LnhtbESPQYvCMBSE7wv+h/AEL7KmirpSjSKC0oOsri6eH82z&#10;LTYvpYla/fVmQdjjMDPfMLNFY0pxo9oVlhX0exEI4tTqgjMFv8f15wSE88gaS8uk4EEOFvPWxwxj&#10;be/8Q7eDz0SAsItRQe59FUvp0pwMup6tiIN3trVBH2SdSV3jPcBNKQdRNJYGCw4LOVa0yim9HK5G&#10;wXd02jfnTbY6Jl4+H92v4XY3SpTqtJvlFISnxv+H3+1EKxgN4e9L+AF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ltYvEAAAA2wAAAA8AAAAAAAAAAAAAAAAAmAIAAGRycy9k&#10;b3ducmV2LnhtbFBLBQYAAAAABAAEAPUAAACJAwAAAAA=&#10;" path="m123,l,88r138,l123,xe" fillcolor="#f8a120 [3209]" stroked="f">
                <v:path arrowok="t" o:connecttype="custom" o:connectlocs="520275,0;0,372229;583723,372229;520275,0" o:connectangles="0,0,0,0"/>
              </v:shape>
              <v:shape id="Forme libre 42" o:spid="_x0000_s1039" style="position:absolute;left:30962;width:5203;height:11589;rotation:180;visibility:visible;mso-wrap-style:square;v-text-anchor:top" coordsize="123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6DEsUA&#10;AADbAAAADwAAAGRycy9kb3ducmV2LnhtbESPQWvCQBSE7wX/w/KE3nSjbaqkrqKC0uKpRvD6mn1N&#10;Qnffxuyqsb++WxB6HGbmG2a26KwRF2p97VjBaJiAIC6crrlUcMg3gykIH5A1Gsek4EYeFvPewwwz&#10;7a78QZd9KEWEsM9QQRVCk0npi4os+qFriKP35VqLIcq2lLrFa4RbI8dJ8iIt1hwXKmxoXVHxvT9b&#10;BVscLVfp82nyc8spN2Zz/Ny9Pyn12O+WryACdeE/fG+/aQVp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DoMSxQAAANsAAAAPAAAAAAAAAAAAAAAAAJgCAABkcnMv&#10;ZG93bnJldi54bWxQSwUGAAAAAAQABAD1AAAAigMAAAAA&#10;" path="m90,l,274,123,186,90,xe" fillcolor="#cb7b06 [2409]" stroked="f">
                <v:path arrowok="t" o:connecttype="custom" o:connectlocs="380689,0;0,1158986;520275,786757;380689,0" o:connectangles="0,0,0,0"/>
              </v:shape>
              <v:shape id="Forme libre 43" o:spid="_x0000_s1040" style="position:absolute;left:12689;top:4060;width:10152;height:5288;rotation:180;visibility:visible;mso-wrap-style:square;v-text-anchor:top" coordsize="240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H+MsYA&#10;AADbAAAADwAAAGRycy9kb3ducmV2LnhtbESPQWvCQBSE70L/w/IK3sxGqVJSN1IKYj2Jsa14e82+&#10;JqHZtyG70cRf3y0IHoeZ+YZZrnpTizO1rrKsYBrFIIhzqysuFHwc1pNnEM4ja6wtk4KBHKzSh9ES&#10;E20vvKdz5gsRIOwSVFB63yRSurwkgy6yDXHwfmxr0AfZFlK3eAlwU8tZHC+kwYrDQokNvZWU/2ad&#10;UfC0+WyGDL92u9P3te6mw3Z9rLZKjR/71xcQnnp/D9/a71rBfAH/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H+MsYAAADbAAAADwAAAAAAAAAAAAAAAACYAgAAZHJz&#10;L2Rvd25yZXYueG1sUEsFBgAAAAAEAAQA9QAAAIsDAAAAAA==&#10;" path="m240,58l69,15,,,204,125,240,58xe" fillcolor="#6b962d [2405]" stroked="f">
                <v:path arrowok="t" o:connecttype="custom" o:connectlocs="1015171,245333;291862,63448;0,0;862895,528735;1015171,245333" o:connectangles="0,0,0,0,0"/>
              </v:shape>
              <v:shape id="Forme libre : Forme 57" o:spid="_x0000_s1041" style="position:absolute;width:14212;height:6894;rotation:180;visibility:visible;mso-wrap-style:square;v-text-anchor:top" coordsize="1421239,689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7gcMA&#10;AADbAAAADwAAAGRycy9kb3ducmV2LnhtbESP3WoCMRCF7wt9hzCCN0UTpX+sRhFlRRQK1T7AuBk3&#10;azeTZRN1+/amUOjl4fx8nOm8c7W4UhsqzxpGQwWCuPCm4lLD1yEfvIMIEdlg7Zk0/FCA+ezxYYqZ&#10;8Tf+pOs+liKNcMhQg42xyaQMhSWHYegb4uSdfOswJtmW0rR4S+OulmOlXqXDihPBYkNLS8X3/uIS&#10;9+ljZ47qeW1O25HKt835YvOV1v1et5iAiNTF//Bfe2M0vLzB75f0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+7gcMAAADbAAAADwAAAAAAAAAAAAAAAACYAgAAZHJzL2Rv&#10;d25yZXYueG1sUEsFBgAAAAAEAAQA9QAAAIgDAAAAAA==&#10;" path="m1421239,689471r-592184,l829055,689470r-169194,c659861,689470,659861,689470,,283046v,,,,152276,-283046l1304649,283403r116590,l1421239,312076v,,,,,130636c1421239,449970,1421239,457227,1421239,464485r,224986xe" fillcolor="#0dabb6 [3204]" stroked="f">
                <v:path arrowok="t" o:connecttype="custom" o:connectlocs="1421239,689471;829055,689471;829055,689470;659861,689470;0,283046;152276,0;1304649,283403;1421239,283403;1421239,312076;1421239,442712;1421239,464485" o:connectangles="0,0,0,0,0,0,0,0,0,0,0"/>
              </v:shape>
              <v:shape id="Forme libre 45" o:spid="_x0000_s1042" style="position:absolute;left:7613;width:8756;height:4060;rotation:180;visibility:visible;mso-wrap-style:square;v-text-anchor:top" coordsize="207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tIbMAA&#10;AADbAAAADwAAAGRycy9kb3ducmV2LnhtbERPS0vDQBC+F/wPywjemo2PiqTdFglYPLZREG9DdpoN&#10;ZmfT7JrEf985CD1+fO/NbvadGmmIbWAD91kOirgOtuXGwOfH2/IFVEzIFrvAZOCPIuy2N4sNFjZM&#10;fKSxSo2SEI4FGnAp9YXWsXbkMWahJxbuFAaPSeDQaDvgJOG+0w95/qw9tiwNDnsqHdU/1a+XksdJ&#10;n5+aw7jf+9W5/K5a775KY+5u59c1qERzuor/3e/WwErGyhf5AXp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tIbMAAAADbAAAADwAAAAAAAAAAAAAAAACYAgAAZHJzL2Rvd25y&#10;ZXYueG1sUEsFBgAAAAAEAAQA9QAAAIUDAAAAAA==&#10;" path="m,96r207,l51,,,96xe" fillcolor="#4ee7f2 [1940]" stroked="f">
                <v:path arrowok="t" o:connecttype="custom" o:connectlocs="0,406068;875585,406068;215724,0;0,406068" o:connectangles="0,0,0,0"/>
              </v:shape>
              <v:shape id="Forme libre 47" o:spid="_x0000_s1043" style="position:absolute;left:25463;top:3722;width:6895;height:7867;rotation:180;visibility:visible;mso-wrap-style:square;v-text-anchor:top" coordsize="163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WaF8MA&#10;AADbAAAADwAAAGRycy9kb3ducmV2LnhtbESPQWvCQBSE7wX/w/IEb3WjaNHoKrEg9NCLUcTjI/tM&#10;gtm3cXdr0n/fFYQeh5n5hllve9OIBzlfW1YwGScgiAuray4VnI779wUIH5A1NpZJwS952G4Gb2tM&#10;te34QI88lCJC2KeooAqhTaX0RUUG/di2xNG7WmcwROlKqR12EW4aOU2SD2mw5rhQYUufFRW3/Mco&#10;yFxYnO7L8rafdrvkvPu+ZLmcKTUa9tkKRKA+/Idf7S+tYL6E55f4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WaF8MAAADbAAAADwAAAAAAAAAAAAAAAACYAgAAZHJzL2Rv&#10;d25yZXYueG1sUEsFBgAAAAAEAAQA9QAAAIgDAAAAAA==&#10;" path="m,l33,186,163,96,,xe" fillcolor="#fac679 [1945]" stroked="f">
                <v:path arrowok="t" o:connecttype="custom" o:connectlocs="0,0;139586,786757;689470,406068;0,0" o:connectangles="0,0,0,0"/>
              </v:shape>
              <v:shape id="Forme libre 48" o:spid="_x0000_s1044" style="position:absolute;left:15439;width:15523;height:7529;rotation:180;visibility:visible;mso-wrap-style:square;v-text-anchor:top" coordsize="36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vzMMA&#10;AADbAAAADwAAAGRycy9kb3ducmV2LnhtbERPy4rCMBTdC/5DuMJsZExHQbQaxRGEAUXwwQyzuzbX&#10;ttjc1CZq9evNQnB5OO/xtDaFuFLlcssKvjoRCOLE6pxTBfvd4nMAwnlkjYVlUnAnB9NJszHGWNsb&#10;b+i69akIIexiVJB5X8ZSuiQjg65jS+LAHW1l0AdYpVJXeAvhppDdKOpLgzmHhgxLmmeUnLYXo2C4&#10;84f59+Hv3P1drvT/5dFer3ttpT5a9WwEwlPt3+KX+0cr6If14Uv4AXL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rvzMMAAADbAAAADwAAAAAAAAAAAAAAAACYAgAAZHJzL2Rv&#10;d25yZXYueG1sUEsFBgAAAAAEAAQA9QAAAIgDAAAAAA==&#10;" path="m,90r15,88l345,178r22,-40l130,,,90xe" fillcolor="#8fc640 [3205]" stroked="f">
                <v:path arrowok="t" o:connecttype="custom" o:connectlocs="0,380689;63448,752918;1459308,752918;1552365,583723;549884,0;0,380689" o:connectangles="0,0,0,0,0,0"/>
              </v:shape>
              <v:shape id="Forme libre 49" o:spid="_x0000_s1045" style="position:absolute;left:14212;top:1691;width:11251;height:7657;rotation:180;visibility:visible;mso-wrap-style:square;v-text-anchor:top" coordsize="266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huucIA&#10;AADbAAAADwAAAGRycy9kb3ducmV2LnhtbESPzWqDQBSF94W+w3AL3ZRm1IUY6xhCgtBFu6jmAS7O&#10;9Yc4d8SZJvbtO0Khy8P5+TjFYTWTuNHiRssK4l0Egri1euRewaWpXjMQziNrnCyTgh9ycCgfHwrM&#10;tb3zF91q34swwi5HBYP3cy6lawcy6HZ2Jg5eZxeDPsill3rBexg3k0yiKJUGRw6EAWc6DdRe62+z&#10;QeLPj07W3VydTZbsT+f+JWuUen5aj28gPK3+P/zXftcK0hi2L+EHy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G65wgAAANsAAAAPAAAAAAAAAAAAAAAAAJgCAABkcnMvZG93&#10;bnJldi54bWxQSwUGAAAAAAQABAD1AAAAhwMAAAAA&#10;" path="m62,l,43,237,181r29,-56l62,xe" fillcolor="#47641e [1605]" stroked="f">
                <v:path arrowok="t" o:connecttype="custom" o:connectlocs="262252,0;0,181885;1002481,765608;1125147,528735;262252,0" o:connectangles="0,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7A8" w:rsidRDefault="009807A8">
      <w:r>
        <w:separator/>
      </w:r>
    </w:p>
    <w:p w:rsidR="009807A8" w:rsidRDefault="009807A8"/>
  </w:footnote>
  <w:footnote w:type="continuationSeparator" w:id="0">
    <w:p w:rsidR="009807A8" w:rsidRDefault="009807A8">
      <w:r>
        <w:continuationSeparator/>
      </w:r>
    </w:p>
    <w:p w:rsidR="009807A8" w:rsidRDefault="009807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2C3" w:rsidRDefault="003302C3" w:rsidP="003302C3">
    <w:pPr>
      <w:pStyle w:val="En-tte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FE" w:rsidRDefault="00F41EFE">
    <w:pPr>
      <w:pStyle w:val="En-tte"/>
    </w:pPr>
    <w:r w:rsidRPr="00F41EFE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6E7CDBC" wp14:editId="25CC5E7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790815" cy="1159200"/>
              <wp:effectExtent l="0" t="0" r="0" b="5080"/>
              <wp:wrapNone/>
              <wp:docPr id="22" name="Groupe 4038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0815" cy="1159200"/>
                        <a:chOff x="0" y="0"/>
                        <a:chExt cx="7791434" cy="1158987"/>
                      </a:xfrm>
                    </wpg:grpSpPr>
                    <wps:wsp>
                      <wps:cNvPr id="23" name="Forme libre 2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4991255" y="0"/>
                          <a:ext cx="1209745" cy="689470"/>
                        </a:xfrm>
                        <a:custGeom>
                          <a:avLst/>
                          <a:gdLst>
                            <a:gd name="T0" fmla="*/ 286 w 286"/>
                            <a:gd name="T1" fmla="*/ 163 h 163"/>
                            <a:gd name="T2" fmla="*/ 197 w 286"/>
                            <a:gd name="T3" fmla="*/ 0 h 163"/>
                            <a:gd name="T4" fmla="*/ 0 w 286"/>
                            <a:gd name="T5" fmla="*/ 163 h 163"/>
                            <a:gd name="T6" fmla="*/ 286 w 286"/>
                            <a:gd name="T7" fmla="*/ 163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86" h="163">
                              <a:moveTo>
                                <a:pt x="286" y="163"/>
                              </a:moveTo>
                              <a:lnTo>
                                <a:pt x="197" y="0"/>
                              </a:lnTo>
                              <a:lnTo>
                                <a:pt x="0" y="163"/>
                              </a:lnTo>
                              <a:lnTo>
                                <a:pt x="286" y="16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4" name="Forme libre 26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920079" y="372230"/>
                          <a:ext cx="871355" cy="439907"/>
                        </a:xfrm>
                        <a:custGeom>
                          <a:avLst/>
                          <a:gdLst>
                            <a:gd name="T0" fmla="*/ 78 w 206"/>
                            <a:gd name="T1" fmla="*/ 0 h 104"/>
                            <a:gd name="T2" fmla="*/ 0 w 206"/>
                            <a:gd name="T3" fmla="*/ 69 h 104"/>
                            <a:gd name="T4" fmla="*/ 0 w 206"/>
                            <a:gd name="T5" fmla="*/ 104 h 104"/>
                            <a:gd name="T6" fmla="*/ 206 w 206"/>
                            <a:gd name="T7" fmla="*/ 14 h 104"/>
                            <a:gd name="T8" fmla="*/ 78 w 206"/>
                            <a:gd name="T9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6" h="104">
                              <a:moveTo>
                                <a:pt x="78" y="0"/>
                              </a:moveTo>
                              <a:lnTo>
                                <a:pt x="0" y="69"/>
                              </a:lnTo>
                              <a:lnTo>
                                <a:pt x="0" y="104"/>
                              </a:lnTo>
                              <a:lnTo>
                                <a:pt x="206" y="14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5" name="Forme libre 28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7461504" y="520275"/>
                          <a:ext cx="329930" cy="321471"/>
                        </a:xfrm>
                        <a:custGeom>
                          <a:avLst/>
                          <a:gdLst>
                            <a:gd name="T0" fmla="*/ 0 w 78"/>
                            <a:gd name="T1" fmla="*/ 0 h 76"/>
                            <a:gd name="T2" fmla="*/ 0 w 78"/>
                            <a:gd name="T3" fmla="*/ 76 h 76"/>
                            <a:gd name="T4" fmla="*/ 78 w 78"/>
                            <a:gd name="T5" fmla="*/ 7 h 76"/>
                            <a:gd name="T6" fmla="*/ 0 w 78"/>
                            <a:gd name="T7" fmla="*/ 0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8" h="76">
                              <a:moveTo>
                                <a:pt x="0" y="0"/>
                              </a:moveTo>
                              <a:lnTo>
                                <a:pt x="0" y="76"/>
                              </a:lnTo>
                              <a:lnTo>
                                <a:pt x="78" y="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6" name="Forme libre 29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4153739" y="0"/>
                          <a:ext cx="1213975" cy="689470"/>
                        </a:xfrm>
                        <a:custGeom>
                          <a:avLst/>
                          <a:gdLst>
                            <a:gd name="T0" fmla="*/ 249 w 287"/>
                            <a:gd name="T1" fmla="*/ 142 h 163"/>
                            <a:gd name="T2" fmla="*/ 199 w 287"/>
                            <a:gd name="T3" fmla="*/ 116 h 163"/>
                            <a:gd name="T4" fmla="*/ 0 w 287"/>
                            <a:gd name="T5" fmla="*/ 0 h 163"/>
                            <a:gd name="T6" fmla="*/ 89 w 287"/>
                            <a:gd name="T7" fmla="*/ 163 h 163"/>
                            <a:gd name="T8" fmla="*/ 230 w 287"/>
                            <a:gd name="T9" fmla="*/ 163 h 163"/>
                            <a:gd name="T10" fmla="*/ 287 w 287"/>
                            <a:gd name="T11" fmla="*/ 163 h 163"/>
                            <a:gd name="T12" fmla="*/ 249 w 287"/>
                            <a:gd name="T13" fmla="*/ 142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87" h="163">
                              <a:moveTo>
                                <a:pt x="249" y="142"/>
                              </a:moveTo>
                              <a:lnTo>
                                <a:pt x="199" y="116"/>
                              </a:lnTo>
                              <a:lnTo>
                                <a:pt x="0" y="0"/>
                              </a:lnTo>
                              <a:lnTo>
                                <a:pt x="89" y="163"/>
                              </a:lnTo>
                              <a:lnTo>
                                <a:pt x="230" y="163"/>
                              </a:lnTo>
                              <a:lnTo>
                                <a:pt x="287" y="163"/>
                              </a:lnTo>
                              <a:lnTo>
                                <a:pt x="249" y="14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7" name="Forme libre 30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235855" y="88828"/>
                          <a:ext cx="1290113" cy="1070159"/>
                        </a:xfrm>
                        <a:custGeom>
                          <a:avLst/>
                          <a:gdLst>
                            <a:gd name="T0" fmla="*/ 305 w 305"/>
                            <a:gd name="T1" fmla="*/ 0 h 253"/>
                            <a:gd name="T2" fmla="*/ 0 w 305"/>
                            <a:gd name="T3" fmla="*/ 227 h 253"/>
                            <a:gd name="T4" fmla="*/ 50 w 305"/>
                            <a:gd name="T5" fmla="*/ 253 h 253"/>
                            <a:gd name="T6" fmla="*/ 305 w 305"/>
                            <a:gd name="T7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05" h="253">
                              <a:moveTo>
                                <a:pt x="305" y="0"/>
                              </a:moveTo>
                              <a:lnTo>
                                <a:pt x="0" y="227"/>
                              </a:lnTo>
                              <a:lnTo>
                                <a:pt x="50" y="253"/>
                              </a:lnTo>
                              <a:lnTo>
                                <a:pt x="30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8" name="Forme libre 3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201000" y="0"/>
                          <a:ext cx="587953" cy="198804"/>
                        </a:xfrm>
                        <a:custGeom>
                          <a:avLst/>
                          <a:gdLst>
                            <a:gd name="T0" fmla="*/ 0 w 139"/>
                            <a:gd name="T1" fmla="*/ 47 h 47"/>
                            <a:gd name="T2" fmla="*/ 139 w 139"/>
                            <a:gd name="T3" fmla="*/ 47 h 47"/>
                            <a:gd name="T4" fmla="*/ 94 w 139"/>
                            <a:gd name="T5" fmla="*/ 0 h 47"/>
                            <a:gd name="T6" fmla="*/ 0 w 139"/>
                            <a:gd name="T7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39" h="47">
                              <a:moveTo>
                                <a:pt x="0" y="47"/>
                              </a:moveTo>
                              <a:lnTo>
                                <a:pt x="139" y="47"/>
                              </a:lnTo>
                              <a:lnTo>
                                <a:pt x="94" y="0"/>
                              </a:lnTo>
                              <a:lnTo>
                                <a:pt x="0" y="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9" name="Forme libre 32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5367714" y="0"/>
                          <a:ext cx="1023630" cy="689470"/>
                        </a:xfrm>
                        <a:custGeom>
                          <a:avLst/>
                          <a:gdLst>
                            <a:gd name="T0" fmla="*/ 0 w 242"/>
                            <a:gd name="T1" fmla="*/ 116 h 163"/>
                            <a:gd name="T2" fmla="*/ 45 w 242"/>
                            <a:gd name="T3" fmla="*/ 163 h 163"/>
                            <a:gd name="T4" fmla="*/ 242 w 242"/>
                            <a:gd name="T5" fmla="*/ 0 h 163"/>
                            <a:gd name="T6" fmla="*/ 0 w 242"/>
                            <a:gd name="T7" fmla="*/ 116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42" h="163">
                              <a:moveTo>
                                <a:pt x="0" y="116"/>
                              </a:moveTo>
                              <a:lnTo>
                                <a:pt x="45" y="163"/>
                              </a:lnTo>
                              <a:lnTo>
                                <a:pt x="242" y="0"/>
                              </a:lnTo>
                              <a:lnTo>
                                <a:pt x="0" y="1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orme libre 3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5367714" y="198804"/>
                          <a:ext cx="1552365" cy="554114"/>
                        </a:xfrm>
                        <a:custGeom>
                          <a:avLst/>
                          <a:gdLst>
                            <a:gd name="T0" fmla="*/ 367 w 367"/>
                            <a:gd name="T1" fmla="*/ 15 h 131"/>
                            <a:gd name="T2" fmla="*/ 0 w 367"/>
                            <a:gd name="T3" fmla="*/ 0 h 131"/>
                            <a:gd name="T4" fmla="*/ 125 w 367"/>
                            <a:gd name="T5" fmla="*/ 131 h 131"/>
                            <a:gd name="T6" fmla="*/ 367 w 367"/>
                            <a:gd name="T7" fmla="*/ 15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67" h="131">
                              <a:moveTo>
                                <a:pt x="367" y="15"/>
                              </a:moveTo>
                              <a:lnTo>
                                <a:pt x="0" y="0"/>
                              </a:lnTo>
                              <a:lnTo>
                                <a:pt x="125" y="131"/>
                              </a:lnTo>
                              <a:lnTo>
                                <a:pt x="367" y="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1" name="Forme libre : Forme 3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920079" y="0"/>
                          <a:ext cx="871355" cy="752919"/>
                        </a:xfrm>
                        <a:custGeom>
                          <a:avLst/>
                          <a:gdLst>
                            <a:gd name="connsiteX0" fmla="*/ 319355 w 871355"/>
                            <a:gd name="connsiteY0" fmla="*/ 752919 h 752919"/>
                            <a:gd name="connsiteX1" fmla="*/ 0 w 871355"/>
                            <a:gd name="connsiteY1" fmla="*/ 752919 h 752919"/>
                            <a:gd name="connsiteX2" fmla="*/ 0 w 871355"/>
                            <a:gd name="connsiteY2" fmla="*/ 506772 h 752919"/>
                            <a:gd name="connsiteX3" fmla="*/ 0 w 871355"/>
                            <a:gd name="connsiteY3" fmla="*/ 424322 h 752919"/>
                            <a:gd name="connsiteX4" fmla="*/ 0 w 871355"/>
                            <a:gd name="connsiteY4" fmla="*/ 414528 h 752919"/>
                            <a:gd name="connsiteX5" fmla="*/ 0 w 871355"/>
                            <a:gd name="connsiteY5" fmla="*/ 383699 h 752919"/>
                            <a:gd name="connsiteX6" fmla="*/ 871355 w 871355"/>
                            <a:gd name="connsiteY6" fmla="*/ 0 h 752919"/>
                            <a:gd name="connsiteX7" fmla="*/ 341281 w 871355"/>
                            <a:gd name="connsiteY7" fmla="*/ 752918 h 752919"/>
                            <a:gd name="connsiteX8" fmla="*/ 329481 w 871355"/>
                            <a:gd name="connsiteY8" fmla="*/ 752918 h 752919"/>
                            <a:gd name="connsiteX9" fmla="*/ 319355 w 871355"/>
                            <a:gd name="connsiteY9" fmla="*/ 752918 h 7529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71355" h="752919">
                              <a:moveTo>
                                <a:pt x="319355" y="752919"/>
                              </a:moveTo>
                              <a:lnTo>
                                <a:pt x="0" y="752919"/>
                              </a:lnTo>
                              <a:lnTo>
                                <a:pt x="0" y="506772"/>
                              </a:lnTo>
                              <a:cubicBezTo>
                                <a:pt x="0" y="506772"/>
                                <a:pt x="0" y="506772"/>
                                <a:pt x="0" y="424322"/>
                              </a:cubicBezTo>
                              <a:lnTo>
                                <a:pt x="0" y="414528"/>
                              </a:lnTo>
                              <a:lnTo>
                                <a:pt x="0" y="383699"/>
                              </a:lnTo>
                              <a:lnTo>
                                <a:pt x="871355" y="0"/>
                              </a:lnTo>
                              <a:cubicBezTo>
                                <a:pt x="871355" y="0"/>
                                <a:pt x="871355" y="0"/>
                                <a:pt x="341281" y="752918"/>
                              </a:cubicBezTo>
                              <a:cubicBezTo>
                                <a:pt x="341281" y="752918"/>
                                <a:pt x="341281" y="752918"/>
                                <a:pt x="329481" y="752918"/>
                              </a:cubicBezTo>
                              <a:lnTo>
                                <a:pt x="319355" y="75291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orme libre 35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391345" y="0"/>
                          <a:ext cx="1057469" cy="752918"/>
                        </a:xfrm>
                        <a:custGeom>
                          <a:avLst/>
                          <a:gdLst>
                            <a:gd name="T0" fmla="*/ 125 w 250"/>
                            <a:gd name="T1" fmla="*/ 0 h 178"/>
                            <a:gd name="T2" fmla="*/ 0 w 250"/>
                            <a:gd name="T3" fmla="*/ 178 h 178"/>
                            <a:gd name="T4" fmla="*/ 156 w 250"/>
                            <a:gd name="T5" fmla="*/ 178 h 178"/>
                            <a:gd name="T6" fmla="*/ 250 w 250"/>
                            <a:gd name="T7" fmla="*/ 131 h 178"/>
                            <a:gd name="T8" fmla="*/ 125 w 250"/>
                            <a:gd name="T9" fmla="*/ 0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0" h="178">
                              <a:moveTo>
                                <a:pt x="125" y="0"/>
                              </a:moveTo>
                              <a:lnTo>
                                <a:pt x="0" y="178"/>
                              </a:lnTo>
                              <a:lnTo>
                                <a:pt x="156" y="178"/>
                              </a:lnTo>
                              <a:lnTo>
                                <a:pt x="250" y="131"/>
                              </a:lnTo>
                              <a:lnTo>
                                <a:pt x="1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3" name="Forme libre 36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235856" y="1"/>
                          <a:ext cx="1078619" cy="1158986"/>
                        </a:xfrm>
                        <a:custGeom>
                          <a:avLst/>
                          <a:gdLst>
                            <a:gd name="T0" fmla="*/ 0 w 255"/>
                            <a:gd name="T1" fmla="*/ 253 h 274"/>
                            <a:gd name="T2" fmla="*/ 38 w 255"/>
                            <a:gd name="T3" fmla="*/ 274 h 274"/>
                            <a:gd name="T4" fmla="*/ 165 w 255"/>
                            <a:gd name="T5" fmla="*/ 274 h 274"/>
                            <a:gd name="T6" fmla="*/ 255 w 255"/>
                            <a:gd name="T7" fmla="*/ 0 h 274"/>
                            <a:gd name="T8" fmla="*/ 0 w 255"/>
                            <a:gd name="T9" fmla="*/ 253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5" h="274">
                              <a:moveTo>
                                <a:pt x="0" y="253"/>
                              </a:moveTo>
                              <a:lnTo>
                                <a:pt x="38" y="274"/>
                              </a:lnTo>
                              <a:lnTo>
                                <a:pt x="165" y="274"/>
                              </a:lnTo>
                              <a:lnTo>
                                <a:pt x="255" y="0"/>
                              </a:lnTo>
                              <a:lnTo>
                                <a:pt x="0" y="25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4" name="Forme libre 4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032822" y="0"/>
                          <a:ext cx="583723" cy="372229"/>
                        </a:xfrm>
                        <a:custGeom>
                          <a:avLst/>
                          <a:gdLst>
                            <a:gd name="T0" fmla="*/ 123 w 138"/>
                            <a:gd name="T1" fmla="*/ 0 h 88"/>
                            <a:gd name="T2" fmla="*/ 0 w 138"/>
                            <a:gd name="T3" fmla="*/ 88 h 88"/>
                            <a:gd name="T4" fmla="*/ 138 w 138"/>
                            <a:gd name="T5" fmla="*/ 88 h 88"/>
                            <a:gd name="T6" fmla="*/ 123 w 138"/>
                            <a:gd name="T7" fmla="*/ 0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38" h="88">
                              <a:moveTo>
                                <a:pt x="123" y="0"/>
                              </a:moveTo>
                              <a:lnTo>
                                <a:pt x="0" y="88"/>
                              </a:lnTo>
                              <a:lnTo>
                                <a:pt x="138" y="88"/>
                              </a:lnTo>
                              <a:lnTo>
                                <a:pt x="12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5" name="Forme libre 42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096270" y="1"/>
                          <a:ext cx="520275" cy="1158986"/>
                        </a:xfrm>
                        <a:custGeom>
                          <a:avLst/>
                          <a:gdLst>
                            <a:gd name="T0" fmla="*/ 90 w 123"/>
                            <a:gd name="T1" fmla="*/ 0 h 274"/>
                            <a:gd name="T2" fmla="*/ 0 w 123"/>
                            <a:gd name="T3" fmla="*/ 274 h 274"/>
                            <a:gd name="T4" fmla="*/ 123 w 123"/>
                            <a:gd name="T5" fmla="*/ 186 h 274"/>
                            <a:gd name="T6" fmla="*/ 90 w 123"/>
                            <a:gd name="T7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3" h="274">
                              <a:moveTo>
                                <a:pt x="90" y="0"/>
                              </a:moveTo>
                              <a:lnTo>
                                <a:pt x="0" y="274"/>
                              </a:lnTo>
                              <a:lnTo>
                                <a:pt x="123" y="186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orme libre 4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268963" y="406068"/>
                          <a:ext cx="1015171" cy="528735"/>
                        </a:xfrm>
                        <a:custGeom>
                          <a:avLst/>
                          <a:gdLst>
                            <a:gd name="T0" fmla="*/ 240 w 240"/>
                            <a:gd name="T1" fmla="*/ 58 h 125"/>
                            <a:gd name="T2" fmla="*/ 69 w 240"/>
                            <a:gd name="T3" fmla="*/ 15 h 125"/>
                            <a:gd name="T4" fmla="*/ 0 w 240"/>
                            <a:gd name="T5" fmla="*/ 0 h 125"/>
                            <a:gd name="T6" fmla="*/ 204 w 240"/>
                            <a:gd name="T7" fmla="*/ 125 h 125"/>
                            <a:gd name="T8" fmla="*/ 240 w 240"/>
                            <a:gd name="T9" fmla="*/ 58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0" h="125">
                              <a:moveTo>
                                <a:pt x="240" y="58"/>
                              </a:moveTo>
                              <a:lnTo>
                                <a:pt x="69" y="15"/>
                              </a:lnTo>
                              <a:lnTo>
                                <a:pt x="0" y="0"/>
                              </a:lnTo>
                              <a:lnTo>
                                <a:pt x="204" y="125"/>
                              </a:lnTo>
                              <a:lnTo>
                                <a:pt x="240" y="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orme libre : Forme 37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421239" cy="689471"/>
                        </a:xfrm>
                        <a:custGeom>
                          <a:avLst/>
                          <a:gdLst>
                            <a:gd name="connsiteX0" fmla="*/ 1421239 w 1421239"/>
                            <a:gd name="connsiteY0" fmla="*/ 689471 h 689471"/>
                            <a:gd name="connsiteX1" fmla="*/ 829055 w 1421239"/>
                            <a:gd name="connsiteY1" fmla="*/ 689471 h 689471"/>
                            <a:gd name="connsiteX2" fmla="*/ 829055 w 1421239"/>
                            <a:gd name="connsiteY2" fmla="*/ 689470 h 689471"/>
                            <a:gd name="connsiteX3" fmla="*/ 659861 w 1421239"/>
                            <a:gd name="connsiteY3" fmla="*/ 689470 h 689471"/>
                            <a:gd name="connsiteX4" fmla="*/ 0 w 1421239"/>
                            <a:gd name="connsiteY4" fmla="*/ 283046 h 689471"/>
                            <a:gd name="connsiteX5" fmla="*/ 152276 w 1421239"/>
                            <a:gd name="connsiteY5" fmla="*/ 0 h 689471"/>
                            <a:gd name="connsiteX6" fmla="*/ 1304649 w 1421239"/>
                            <a:gd name="connsiteY6" fmla="*/ 283403 h 689471"/>
                            <a:gd name="connsiteX7" fmla="*/ 1421239 w 1421239"/>
                            <a:gd name="connsiteY7" fmla="*/ 283403 h 689471"/>
                            <a:gd name="connsiteX8" fmla="*/ 1421239 w 1421239"/>
                            <a:gd name="connsiteY8" fmla="*/ 312076 h 689471"/>
                            <a:gd name="connsiteX9" fmla="*/ 1421239 w 1421239"/>
                            <a:gd name="connsiteY9" fmla="*/ 442712 h 689471"/>
                            <a:gd name="connsiteX10" fmla="*/ 1421239 w 1421239"/>
                            <a:gd name="connsiteY10" fmla="*/ 464485 h 6894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421239" h="689471">
                              <a:moveTo>
                                <a:pt x="1421239" y="689471"/>
                              </a:moveTo>
                              <a:lnTo>
                                <a:pt x="829055" y="689471"/>
                              </a:lnTo>
                              <a:lnTo>
                                <a:pt x="829055" y="689470"/>
                              </a:lnTo>
                              <a:lnTo>
                                <a:pt x="659861" y="689470"/>
                              </a:lnTo>
                              <a:cubicBezTo>
                                <a:pt x="659861" y="689470"/>
                                <a:pt x="659861" y="689470"/>
                                <a:pt x="0" y="283046"/>
                              </a:cubicBezTo>
                              <a:cubicBezTo>
                                <a:pt x="0" y="283046"/>
                                <a:pt x="0" y="283046"/>
                                <a:pt x="152276" y="0"/>
                              </a:cubicBezTo>
                              <a:lnTo>
                                <a:pt x="1304649" y="283403"/>
                              </a:lnTo>
                              <a:lnTo>
                                <a:pt x="1421239" y="283403"/>
                              </a:lnTo>
                              <a:lnTo>
                                <a:pt x="1421239" y="312076"/>
                              </a:lnTo>
                              <a:cubicBezTo>
                                <a:pt x="1421239" y="312076"/>
                                <a:pt x="1421239" y="312076"/>
                                <a:pt x="1421239" y="442712"/>
                              </a:cubicBezTo>
                              <a:cubicBezTo>
                                <a:pt x="1421239" y="449970"/>
                                <a:pt x="1421239" y="457227"/>
                                <a:pt x="1421239" y="46448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Forme libre 45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761377" y="0"/>
                          <a:ext cx="875585" cy="406068"/>
                        </a:xfrm>
                        <a:custGeom>
                          <a:avLst/>
                          <a:gdLst>
                            <a:gd name="T0" fmla="*/ 0 w 207"/>
                            <a:gd name="T1" fmla="*/ 96 h 96"/>
                            <a:gd name="T2" fmla="*/ 207 w 207"/>
                            <a:gd name="T3" fmla="*/ 96 h 96"/>
                            <a:gd name="T4" fmla="*/ 51 w 207"/>
                            <a:gd name="T5" fmla="*/ 0 h 96"/>
                            <a:gd name="T6" fmla="*/ 0 w 207"/>
                            <a:gd name="T7" fmla="*/ 96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7" h="96">
                              <a:moveTo>
                                <a:pt x="0" y="96"/>
                              </a:moveTo>
                              <a:lnTo>
                                <a:pt x="207" y="96"/>
                              </a:lnTo>
                              <a:lnTo>
                                <a:pt x="51" y="0"/>
                              </a:lnTo>
                              <a:lnTo>
                                <a:pt x="0" y="9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orme libre 47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2546386" y="372230"/>
                          <a:ext cx="689470" cy="786757"/>
                        </a:xfrm>
                        <a:custGeom>
                          <a:avLst/>
                          <a:gdLst>
                            <a:gd name="T0" fmla="*/ 0 w 163"/>
                            <a:gd name="T1" fmla="*/ 0 h 186"/>
                            <a:gd name="T2" fmla="*/ 33 w 163"/>
                            <a:gd name="T3" fmla="*/ 186 h 186"/>
                            <a:gd name="T4" fmla="*/ 163 w 163"/>
                            <a:gd name="T5" fmla="*/ 96 h 186"/>
                            <a:gd name="T6" fmla="*/ 0 w 163"/>
                            <a:gd name="T7" fmla="*/ 0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63" h="186">
                              <a:moveTo>
                                <a:pt x="0" y="0"/>
                              </a:moveTo>
                              <a:lnTo>
                                <a:pt x="33" y="186"/>
                              </a:lnTo>
                              <a:lnTo>
                                <a:pt x="163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orme libre 48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543905" y="0"/>
                          <a:ext cx="1552365" cy="752918"/>
                        </a:xfrm>
                        <a:custGeom>
                          <a:avLst/>
                          <a:gdLst>
                            <a:gd name="T0" fmla="*/ 0 w 367"/>
                            <a:gd name="T1" fmla="*/ 90 h 178"/>
                            <a:gd name="T2" fmla="*/ 15 w 367"/>
                            <a:gd name="T3" fmla="*/ 178 h 178"/>
                            <a:gd name="T4" fmla="*/ 345 w 367"/>
                            <a:gd name="T5" fmla="*/ 178 h 178"/>
                            <a:gd name="T6" fmla="*/ 367 w 367"/>
                            <a:gd name="T7" fmla="*/ 138 h 178"/>
                            <a:gd name="T8" fmla="*/ 130 w 367"/>
                            <a:gd name="T9" fmla="*/ 0 h 178"/>
                            <a:gd name="T10" fmla="*/ 0 w 367"/>
                            <a:gd name="T11" fmla="*/ 90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67" h="178">
                              <a:moveTo>
                                <a:pt x="0" y="90"/>
                              </a:moveTo>
                              <a:lnTo>
                                <a:pt x="15" y="178"/>
                              </a:lnTo>
                              <a:lnTo>
                                <a:pt x="345" y="178"/>
                              </a:lnTo>
                              <a:lnTo>
                                <a:pt x="367" y="138"/>
                              </a:lnTo>
                              <a:lnTo>
                                <a:pt x="130" y="0"/>
                              </a:lnTo>
                              <a:lnTo>
                                <a:pt x="0" y="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orme libre 49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421239" y="169195"/>
                          <a:ext cx="1125147" cy="765608"/>
                        </a:xfrm>
                        <a:custGeom>
                          <a:avLst/>
                          <a:gdLst>
                            <a:gd name="T0" fmla="*/ 62 w 266"/>
                            <a:gd name="T1" fmla="*/ 0 h 181"/>
                            <a:gd name="T2" fmla="*/ 0 w 266"/>
                            <a:gd name="T3" fmla="*/ 43 h 181"/>
                            <a:gd name="T4" fmla="*/ 237 w 266"/>
                            <a:gd name="T5" fmla="*/ 181 h 181"/>
                            <a:gd name="T6" fmla="*/ 266 w 266"/>
                            <a:gd name="T7" fmla="*/ 125 h 181"/>
                            <a:gd name="T8" fmla="*/ 62 w 266"/>
                            <a:gd name="T9" fmla="*/ 0 h 1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6" h="181">
                              <a:moveTo>
                                <a:pt x="62" y="0"/>
                              </a:moveTo>
                              <a:lnTo>
                                <a:pt x="0" y="43"/>
                              </a:lnTo>
                              <a:lnTo>
                                <a:pt x="237" y="181"/>
                              </a:lnTo>
                              <a:lnTo>
                                <a:pt x="266" y="125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11500</wp14:pctHeight>
              </wp14:sizeRelV>
            </wp:anchor>
          </w:drawing>
        </mc:Choice>
        <mc:Fallback>
          <w:pict>
            <v:group w14:anchorId="793B8076" id="Groupe 4038" o:spid="_x0000_s1026" style="position:absolute;margin-left:0;margin-top:0;width:613.45pt;height:91.3pt;z-index:251661312;mso-width-percent:1000;mso-height-percent:115;mso-position-horizontal:center;mso-position-horizontal-relative:page;mso-position-vertical:top;mso-position-vertical-relative:page;mso-width-percent:1000;mso-height-percent:115" coordsize="77914,11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">
              <v:shape id="Forme libre 23" o:spid="_x0000_s1027" style="position:absolute;left:49912;width:12098;height:6894;rotation:180;visibility:visible;mso-wrap-style:square;v-text-anchor:top" coordsize="286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uJvsQA&#10;AADbAAAADwAAAGRycy9kb3ducmV2LnhtbESPQWsCMRSE74X+h/AK3mrWLZR2NYotFPSktYVeH5tn&#10;dnXzsiRxd+uvN4LgcZiZb5jZYrCN6MiH2rGCyTgDQVw6XbNR8Pvz9fwGIkRkjY1jUvBPARbzx4cZ&#10;Ftr1/E3dLhqRIBwKVFDF2BZShrIii2HsWuLk7Z23GJP0RmqPfYLbRuZZ9iot1pwWKmzps6LyuDtZ&#10;Bea9z1d7d177rfmbfJzOm0PTbZQaPQ3LKYhIQ7yHb+2VVpC/wPVL+gFy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rib7EAAAA2wAAAA8AAAAAAAAAAAAAAAAAmAIAAGRycy9k&#10;b3ducmV2LnhtbFBLBQYAAAAABAAEAPUAAACJAwAAAAA=&#10;" path="m286,163l197,,,163r286,xe" fillcolor="#c9520a [2406]" stroked="f">
                <v:path arrowok="t" o:connecttype="custom" o:connectlocs="1209745,689470;833286,0;0,689470;1209745,689470" o:connectangles="0,0,0,0"/>
              </v:shape>
              <v:shape id="Forme libre 26" o:spid="_x0000_s1028" style="position:absolute;left:69200;top:3722;width:8714;height:4399;rotation:180;visibility:visible;mso-wrap-style:square;v-text-anchor:top" coordsize="20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hA8MA&#10;AADbAAAADwAAAGRycy9kb3ducmV2LnhtbESPQWsCMRSE74X+h/AKvRTNVqToapS2sCAehKro9bF5&#10;bhY3L2sSdfvvjSB4HGbmG2Y672wjLuRD7VjBZz8DQVw6XXOlYLspeiMQISJrbByTgn8KMJ+9vkwx&#10;1+7Kf3RZx0okCIccFZgY21zKUBqyGPquJU7ewXmLMUlfSe3xmuC2kYMs+5IWa04LBlv6NVQe12er&#10;4Oe8+9iY7BiLArvTfrw4+RUulXp/674nICJ18Rl+tBdawWAI9y/pB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khA8MAAADbAAAADwAAAAAAAAAAAAAAAACYAgAAZHJzL2Rv&#10;d25yZXYueG1sUEsFBgAAAAAEAAQA9QAAAIgDAAAAAA==&#10;" path="m78,l,69r,35l206,14,78,xe" fillcolor="#d41e44 [3208]" stroked="f">
                <v:path arrowok="t" o:connecttype="custom" o:connectlocs="329931,0;0,291861;0,439907;871355,59218;329931,0" o:connectangles="0,0,0,0,0"/>
              </v:shape>
              <v:shape id="Forme libre 28" o:spid="_x0000_s1029" style="position:absolute;left:74615;top:5202;width:3299;height:3215;rotation:180;visibility:visible;mso-wrap-style:square;v-text-anchor:top" coordsize="78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V8iMQA&#10;AADbAAAADwAAAGRycy9kb3ducmV2LnhtbESP0WoCMRRE3wv+Q7hC32pWsaKrUbQglJYKrn7AZXPd&#10;jW5uliR1t/36plDo4zAzZ5jVpreNuJMPxrGC8SgDQVw6bbhScD7tn+YgQkTW2DgmBV8UYLMePKww&#10;167jI92LWIkE4ZCjgjrGNpcylDVZDCPXEifv4rzFmKSvpPbYJbht5CTLZtKi4bRQY0svNZW34tMq&#10;uPZdNV58n2hnigMFM3t/m354pR6H/XYJIlIf/8N/7VetYPIM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VfIjEAAAA2wAAAA8AAAAAAAAAAAAAAAAAmAIAAGRycy9k&#10;b3ducmV2LnhtbFBLBQYAAAAABAAEAPUAAACJAwAAAAA=&#10;" path="m,l,76,78,7,,xe" fillcolor="#9e1632 [2408]" stroked="f">
                <v:path arrowok="t" o:connecttype="custom" o:connectlocs="0,0;0,321471;329930,29609;0,0" o:connectangles="0,0,0,0"/>
              </v:shape>
              <v:shape id="Forme libre 29" o:spid="_x0000_s1030" style="position:absolute;left:41537;width:12140;height:6894;rotation:180;visibility:visible;mso-wrap-style:square;v-text-anchor:top" coordsize="287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2XtcMA&#10;AADbAAAADwAAAGRycy9kb3ducmV2LnhtbESPQWsCMRSE7wX/Q3hCL0Wz7kFkNUpVxPYktYLX183r&#10;ZuvmZUmiu/77Rij0OMzMN8xi1dtG3MiH2rGCyTgDQVw6XXOl4PS5G81AhIissXFMCu4UYLUcPC2w&#10;0K7jD7odYyUShEOBCkyMbSFlKA1ZDGPXEifv23mLMUlfSe2xS3DbyDzLptJizWnBYEsbQ+XleLUK&#10;1npy3379nLcveWd4P/MH/66lUs/D/nUOIlIf/8N/7TetIJ/C40v6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2XtcMAAADbAAAADwAAAAAAAAAAAAAAAACYAgAAZHJzL2Rv&#10;d25yZXYueG1sUEsFBgAAAAAEAAQA9QAAAIgDAAAAAA==&#10;" path="m249,142l199,116,,,89,163r141,l287,163,249,142xe" fillcolor="#f47527 [3206]" stroked="f">
                <v:path arrowok="t" o:connecttype="custom" o:connectlocs="1053240,600643;841746,490666;0,0;376459,689470;972872,689470;1213975,689470;1053240,600643" o:connectangles="0,0,0,0,0,0,0"/>
              </v:shape>
              <v:shape id="Forme libre 30" o:spid="_x0000_s1031" style="position:absolute;left:32358;top:888;width:12901;height:10701;rotation:180;visibility:visible;mso-wrap-style:square;v-text-anchor:top" coordsize="305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G4MIA&#10;AADbAAAADwAAAGRycy9kb3ducmV2LnhtbESP0YrCMBRE34X9h3AX9k1TBetSm4osCPqgoO4HXJtr&#10;U21uSpPV7t8bQfBxmJkzTL7obSNu1PnasYLxKAFBXDpdc6Xg97gafoPwAVlj45gU/JOHRfExyDHT&#10;7s57uh1CJSKEfYYKTAhtJqUvDVn0I9cSR+/sOoshyq6SusN7hNtGTpIklRZrjgsGW/oxVF4Pf1bB&#10;9rLhaboaT09ttdxtd9yf08Qo9fXZL+cgAvXhHX6111rBZAbPL/EH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UbgwgAAANsAAAAPAAAAAAAAAAAAAAAAAJgCAABkcnMvZG93&#10;bnJldi54bWxQSwUGAAAAAAQABAD1AAAAhwMAAAAA&#10;" path="m305,l,227r50,26l305,xe" fillcolor="#853707 [1606]" stroked="f">
                <v:path arrowok="t" o:connecttype="custom" o:connectlocs="1290113,0;0,960182;211494,1070159;1290113,0" o:connectangles="0,0,0,0"/>
              </v:shape>
              <v:shape id="Forme libre 31" o:spid="_x0000_s1032" style="position:absolute;left:62010;width:5879;height:1988;rotation:180;visibility:visible;mso-wrap-style:square;v-text-anchor:top" coordsize="139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mINMEA&#10;AADbAAAADwAAAGRycy9kb3ducmV2LnhtbERPz2vCMBS+C/sfwhvspukUZulMy1ipbOxkdfdH82yL&#10;zUuXRK3+9cthsOPH93tTTGYQF3K+t6zgeZGAIG6s7rlVcNhX8xSED8gaB8uk4EYeivxhtsFM2yvv&#10;6FKHVsQQ9hkq6EIYMyl905FBv7AjceSO1hkMEbpWaofXGG4GuUySF2mw59jQ4UjvHTWn+mwUuLv7&#10;Ss+r9baUP+VkP8tvrOpKqafH6e0VRKAp/Iv/3B9awTKOjV/iD5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ZiDTBAAAA2wAAAA8AAAAAAAAAAAAAAAAAmAIAAGRycy9kb3du&#10;cmV2LnhtbFBLBQYAAAAABAAEAPUAAACGAwAAAAA=&#10;" path="m,47r139,l94,,,47xe" fillcolor="#d41e44 [3208]" stroked="f">
                <v:path arrowok="t" o:connecttype="custom" o:connectlocs="0,198804;587953,198804;397609,0;0,198804" o:connectangles="0,0,0,0"/>
              </v:shape>
              <v:shape id="Forme libre 32" o:spid="_x0000_s1033" style="position:absolute;left:53677;width:10236;height:6894;rotation:180;visibility:visible;mso-wrap-style:square;v-text-anchor:top" coordsize="24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1eJ8UA&#10;AADbAAAADwAAAGRycy9kb3ducmV2LnhtbESPQWvCQBSE70L/w/IKvelGKVKjq1hLiyAVNKXi7ZF9&#10;JqHZt2F3m8R/7wqFHoeZ+YZZrHpTi5acrywrGI8SEMS51RUXCr6y9+ELCB+QNdaWScGVPKyWD4MF&#10;ptp2fKD2GAoRIexTVFCG0KRS+rwkg35kG+LoXawzGKJ0hdQOuwg3tZwkyVQarDgulNjQpqT85/hr&#10;FPjvdr/bdMUzrU9uvH/7zM6vH5lST4/9eg4iUB/+w3/trVYwmcH9S/w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vV4nxQAAANsAAAAPAAAAAAAAAAAAAAAAAJgCAABkcnMv&#10;ZG93bnJldi54bWxQSwUGAAAAAAQABAD1AAAAigMAAAAA&#10;" path="m,116r45,47l242,,,116xe" fillcolor="#f37a89 [1943]" stroked="f">
                <v:path arrowok="t" o:connecttype="custom" o:connectlocs="0,490666;190344,689470;1023630,0;0,490666" o:connectangles="0,0,0,0"/>
              </v:shape>
              <v:shape id="Forme libre 33" o:spid="_x0000_s1034" style="position:absolute;left:53677;top:1988;width:15523;height:5541;rotation:180;visibility:visible;mso-wrap-style:square;v-text-anchor:top" coordsize="367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ixcAA&#10;AADbAAAADwAAAGRycy9kb3ducmV2LnhtbERPzWoCMRC+F3yHMAVvNVtrRVajSLEg1EvVBxg3083S&#10;ZLJN4u769s1B8Pjx/a82g7OioxAbzwpeJwUI4srrhmsF59PnywJETMgarWdScKMIm/XoaYWl9j1/&#10;U3dMtcghHEtUYFJqSyljZchhnPiWOHM/PjhMGYZa6oB9DndWTotiLh02nBsMtvRhqPo9Xp2CQ5xd&#10;T4PcvVdtcbZff+ayT/ai1Ph52C5BJBrSQ3x377WCt7w+f8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AixcAAAADbAAAADwAAAAAAAAAAAAAAAACYAgAAZHJzL2Rvd25y&#10;ZXYueG1sUEsFBgAAAAAEAAQA9QAAAIUDAAAAAA==&#10;" path="m367,15l,,125,131,367,15xe" fillcolor="#f37a89 [1943]" stroked="f">
                <v:path arrowok="t" o:connecttype="custom" o:connectlocs="1552365,63448;0,0;528735,554114;1552365,63448" o:connectangles="0,0,0,0"/>
              </v:shape>
              <v:shape id="Forme libre : Forme 31" o:spid="_x0000_s1035" style="position:absolute;left:69200;width:8714;height:7529;rotation:180;visibility:visible;mso-wrap-style:square;v-text-anchor:top" coordsize="871355,752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fbsEA&#10;AADbAAAADwAAAGRycy9kb3ducmV2LnhtbESPQYvCMBSE74L/ITxhb5q6C1KqUUQQlr0sVq0eH82z&#10;DTYvpclq998bQfA4zHwzzGLV20bcqPPGsYLpJAFBXDptuFJw2G/HKQgfkDU2jknBP3lYLYeDBWba&#10;3XlHtzxUIpawz1BBHUKbSenLmiz6iWuJo3dxncUQZVdJ3eE9lttGfibJTFo0HBdqbGlTU3nN/6yC&#10;n1OiURtr0sgdi7Mp0vy3UOpj1K/nIAL14R1+0d9awdcUnl/iD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CX27BAAAA2wAAAA8AAAAAAAAAAAAAAAAAmAIAAGRycy9kb3du&#10;cmV2LnhtbFBLBQYAAAAABAAEAPUAAACGAwAAAAA=&#10;" path="m319355,752919l,752919,,506772v,,,,,-82450l,414528,,383699,871355,v,,,,-530074,752918c341281,752918,341281,752918,329481,752918r-10126,l319355,752919xe" fillcolor="#d41e44 [3208]" stroked="f">
                <v:path arrowok="t" o:connecttype="custom" o:connectlocs="319355,752919;0,752919;0,506772;0,424322;0,414528;0,383699;871355,0;341281,752918;329481,752918;319355,752918" o:connectangles="0,0,0,0,0,0,0,0,0,0"/>
              </v:shape>
              <v:shape id="Forme libre 35" o:spid="_x0000_s1036" style="position:absolute;left:63913;width:10575;height:7529;rotation:180;visibility:visible;mso-wrap-style:square;v-text-anchor:top" coordsize="250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7+8MMA&#10;AADbAAAADwAAAGRycy9kb3ducmV2LnhtbESPzWoCQRCE7wHfYWjBW5xRQ5DVUTSJ4E38uXhrdtrd&#10;xZ2eZXuiG58+ExByLKrqK2q+7HytbtRKFdjCaGhAEefBVVxYOB03r1NQEpEd1oHJwg8JLBe9lzlm&#10;Ltx5T7dDLFSCsGRooYyxybSWvCSPMgwNcfIuofUYk2wL7Vq8J7iv9diYd+2x4rRQYkMfJeXXw7e3&#10;UHyZndTn/UM2l9H287F+M+KCtYN+t5qBitTF//CzvXUWJmP4+5J+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7+8MMAAADbAAAADwAAAAAAAAAAAAAAAACYAgAAZHJzL2Rv&#10;d25yZXYueG1sUEsFBgAAAAAEAAQA9QAAAIgDAAAAAA==&#10;" path="m125,l,178r156,l250,131,125,xe" fillcolor="#ec223b [3207]" stroked="f">
                <v:path arrowok="t" o:connecttype="custom" o:connectlocs="528735,0;0,752918;659861,752918;1057469,554114;528735,0" o:connectangles="0,0,0,0,0"/>
              </v:shape>
              <v:shape id="Forme libre 36" o:spid="_x0000_s1037" style="position:absolute;left:32358;width:10786;height:11589;rotation:180;visibility:visible;mso-wrap-style:square;v-text-anchor:top" coordsize="255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1ZncMA&#10;AADbAAAADwAAAGRycy9kb3ducmV2LnhtbESP0YrCMBRE34X9h3AXfJE1NYpINcpSEERZRN0PuDTX&#10;tmxzU5qo1a83C4KPw8ycYRarztbiSq2vHGsYDRMQxLkzFRcafk/rrxkIH5AN1o5Jw508rJYfvQWm&#10;xt34QNdjKESEsE9RQxlCk0rp85Is+qFriKN3dq3FEGVbSNPiLcJtLVWSTKXFiuNCiQ1lJeV/x4vV&#10;UDzUbrBVvJ9ctqx+ssz62VRp3f/svucgAnXhHX61N0bDeAz/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1ZncMAAADbAAAADwAAAAAAAAAAAAAAAACYAgAAZHJzL2Rv&#10;d25yZXYueG1sUEsFBgAAAAAEAAQA9QAAAIgDAAAAAA==&#10;" path="m,253r38,21l165,274,255,,,253xe" fillcolor="#f8a120 [3209]" stroked="f">
                <v:path arrowok="t" o:connecttype="custom" o:connectlocs="0,1070159;160735,1158986;697930,1158986;1078619,0;0,1070159" o:connectangles="0,0,0,0,0"/>
              </v:shape>
              <v:shape id="Forme libre 41" o:spid="_x0000_s1038" style="position:absolute;left:30328;width:5837;height:3722;rotation:180;visibility:visible;mso-wrap-style:square;v-text-anchor:top" coordsize="138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QK8YA&#10;AADbAAAADwAAAGRycy9kb3ducmV2LnhtbESPW2vCQBSE34X+h+UIvkjdeGtLzCoiVPJQtI2lz4fs&#10;yYVmz4bsVmN/fbcg+DjMzDdMsulNI87UudqygukkAkGcW11zqeDz9Pr4AsJ5ZI2NZVJwJQeb9cMg&#10;wVjbC3/QOfOlCBB2MSqovG9jKV1ekUE3sS1x8ArbGfRBdqXUHV4C3DRyFkVP0mDNYaHClnYV5d/Z&#10;j1FwiL7e+2Jf7k6pl7/X8fPi7bhMlRoN++0KhKfe38O3dqoVzBfw/yX8AL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pQK8YAAADbAAAADwAAAAAAAAAAAAAAAACYAgAAZHJz&#10;L2Rvd25yZXYueG1sUEsFBgAAAAAEAAQA9QAAAIsDAAAAAA==&#10;" path="m123,l,88r138,l123,xe" fillcolor="#f8a120 [3209]" stroked="f">
                <v:path arrowok="t" o:connecttype="custom" o:connectlocs="520275,0;0,372229;583723,372229;520275,0" o:connectangles="0,0,0,0"/>
              </v:shape>
              <v:shape id="Forme libre 42" o:spid="_x0000_s1039" style="position:absolute;left:30962;width:5203;height:11589;rotation:180;visibility:visible;mso-wrap-style:square;v-text-anchor:top" coordsize="123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FmssUA&#10;AADbAAAADwAAAGRycy9kb3ducmV2LnhtbESPQWvCQBSE74L/YXlCb3Wj1laiq2jB0tJTE8HrM/tM&#10;grtvY3arsb++Wyh4HGbmG2ax6qwRF2p97VjBaJiAIC6crrlUsMu3jzMQPiBrNI5JwY08rJb93gJT&#10;7a78RZcslCJC2KeooAqhSaX0RUUW/dA1xNE7utZiiLItpW7xGuHWyHGSPEuLNceFCht6rag4Zd9W&#10;wRuO1pvp0/nl55ZTbsx2f/j8mCj1MOjWcxCBunAP/7fftYLJFP6+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WayxQAAANsAAAAPAAAAAAAAAAAAAAAAAJgCAABkcnMv&#10;ZG93bnJldi54bWxQSwUGAAAAAAQABAD1AAAAigMAAAAA&#10;" path="m90,l,274,123,186,90,xe" fillcolor="#cb7b06 [2409]" stroked="f">
                <v:path arrowok="t" o:connecttype="custom" o:connectlocs="380689,0;0,1158986;520275,786757;380689,0" o:connectangles="0,0,0,0"/>
              </v:shape>
              <v:shape id="Forme libre 43" o:spid="_x0000_s1040" style="position:absolute;left:12689;top:4060;width:10152;height:5288;rotation:180;visibility:visible;mso-wrap-style:square;v-text-anchor:top" coordsize="240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EhAsQA&#10;AADbAAAADwAAAGRycy9kb3ducmV2LnhtbESPT4vCMBTE78J+h/AWvIimWizSNYosCHrz3y54e9s8&#10;27LNS2lird/eCILHYWZ+w8yXnalES40rLSsYjyIQxJnVJecKTsf1cAbCeWSNlWVScCcHy8VHb46p&#10;tjfeU3vwuQgQdikqKLyvUyldVpBBN7I1cfAutjHog2xyqRu8Bbip5CSKEmmw5LBQYE3fBWX/h6tR&#10;sPupZm18Of9OV4NNl+z/trG0U6X6n93qC4Snzr/Dr/ZGK4gT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hIQLEAAAA2wAAAA8AAAAAAAAAAAAAAAAAmAIAAGRycy9k&#10;b3ducmV2LnhtbFBLBQYAAAAABAAEAPUAAACJAwAAAAA=&#10;" path="m240,58l69,15,,,204,125,240,58xe" fillcolor="#47641e [1605]" stroked="f">
                <v:path arrowok="t" o:connecttype="custom" o:connectlocs="1015171,245333;291862,63448;0,0;862895,528735;1015171,245333" o:connectangles="0,0,0,0,0"/>
              </v:shape>
              <v:shape id="Forme libre : Forme 37" o:spid="_x0000_s1041" style="position:absolute;width:14212;height:6894;rotation:180;visibility:visible;mso-wrap-style:square;v-text-anchor:top" coordsize="1421239,689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BeIcQA&#10;AADbAAAADwAAAGRycy9kb3ducmV2LnhtbESP3WoCMRCF7wt9hzCCN0UTbWnLahRRVkShUO0DjJtx&#10;s3YzWTZRt29vCoVeHs7Px5nOO1eLK7Wh8qxhNFQgiAtvKi41fB3ywTuIEJEN1p5Jww8FmM8eH6aY&#10;GX/jT7ruYynSCIcMNdgYm0zKUFhyGIa+IU7eybcOY5JtKU2LtzTuajlW6lU6rDgRLDa0tFR87y8u&#10;cZ8+duaoXtbmtB2pfNucLzZfad3vdYsJiEhd/A//tTdGw/Mb/H5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wXiHEAAAA2wAAAA8AAAAAAAAAAAAAAAAAmAIAAGRycy9k&#10;b3ducmV2LnhtbFBLBQYAAAAABAAEAPUAAACJAwAAAAA=&#10;" path="m1421239,689471r-592184,l829055,689470r-169194,c659861,689470,659861,689470,,283046v,,,,152276,-283046l1304649,283403r116590,l1421239,312076v,,,,,130636c1421239,449970,1421239,457227,1421239,464485r,224986xe" fillcolor="#0dabb6 [3204]" stroked="f">
                <v:path arrowok="t" o:connecttype="custom" o:connectlocs="1421239,689471;829055,689471;829055,689470;659861,689470;0,283046;152276,0;1304649,283403;1421239,283403;1421239,312076;1421239,442712;1421239,464485" o:connectangles="0,0,0,0,0,0,0,0,0,0,0"/>
              </v:shape>
              <v:shape id="Forme libre 45" o:spid="_x0000_s1042" style="position:absolute;left:7613;width:8756;height:4060;rotation:180;visibility:visible;mso-wrap-style:square;v-text-anchor:top" coordsize="207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StzMAA&#10;AADbAAAADwAAAGRycy9kb3ducmV2LnhtbERPTUvDQBC9F/wPywjemo22iqTdFglYPLZREG9DdpoN&#10;ZmfT7JrEf+8cCh4f73u7n32nRhpiG9jAfZaDIq6Dbbkx8PH+unwGFROyxS4wGfilCPvdzWKLhQ0T&#10;n2isUqMkhGOBBlxKfaF1rB15jFnoiYU7h8FjEjg02g44Sbjv9EOeP2mPLUuDw55KR/V39eOlZDXp&#10;y7o5joeDf7yUX1Xr3WdpzN3t/LIBlWhO/+Kr+80aWMlY+SI/QO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StzMAAAADbAAAADwAAAAAAAAAAAAAAAACYAgAAZHJzL2Rvd25y&#10;ZXYueG1sUEsFBgAAAAAEAAQA9QAAAIUDAAAAAA==&#10;" path="m,96r207,l51,,,96xe" fillcolor="#4ee7f2 [1940]" stroked="f">
                <v:path arrowok="t" o:connecttype="custom" o:connectlocs="0,406068;875585,406068;215724,0;0,406068" o:connectangles="0,0,0,0"/>
              </v:shape>
              <v:shape id="Forme libre 47" o:spid="_x0000_s1043" style="position:absolute;left:25463;top:3722;width:6895;height:7867;rotation:180;visibility:visible;mso-wrap-style:square;v-text-anchor:top" coordsize="163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p/t8QA&#10;AADbAAAADwAAAGRycy9kb3ducmV2LnhtbESPT4vCMBTE7wt+h/AEb2vqHxatRqkLwh72YhXx+Gie&#10;bbF5qUnWdr/9RhD2OMzMb5j1tjeNeJDztWUFk3ECgriwuuZSwem4f1+A8AFZY2OZFPySh+1m8LbG&#10;VNuOD/TIQykihH2KCqoQ2lRKX1Rk0I9tSxy9q3UGQ5SulNphF+GmkdMk+ZAGa44LFbb0WVFxy3+M&#10;gsyFxem+LG/7abdLzrvvS5bLuVKjYZ+tQATqw3/41f7SCmZLeH6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af7fEAAAA2wAAAA8AAAAAAAAAAAAAAAAAmAIAAGRycy9k&#10;b3ducmV2LnhtbFBLBQYAAAAABAAEAPUAAACJAwAAAAA=&#10;" path="m,l33,186,163,96,,xe" fillcolor="#fac679 [1945]" stroked="f">
                <v:path arrowok="t" o:connecttype="custom" o:connectlocs="0,0;139586,786757;689470,406068;0,0" o:connectangles="0,0,0,0"/>
              </v:shape>
              <v:shape id="Forme libre 48" o:spid="_x0000_s1044" style="position:absolute;left:15439;width:15523;height:7529;rotation:180;visibility:visible;mso-wrap-style:square;v-text-anchor:top" coordsize="36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+zrMQA&#10;AADbAAAADwAAAGRycy9kb3ducmV2LnhtbERPTWvCQBC9C/6HZYRepG60Im10FRUKBUXQlIq3MTsm&#10;wexsml019te7B6HHx/uezBpTiivVrrCsoN+LQBCnVhecKfhOPl/fQTiPrLG0TAru5GA2bbcmGGt7&#10;4y1ddz4TIYRdjApy76tYSpfmZND1bEUcuJOtDfoA60zqGm8h3JRyEEUjabDg0JBjRcuc0vPuYhR8&#10;JP64XBz3v4Of1VofLn/dzeatq9RLp5mPQXhq/L/46f7SCoZhffg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Ps6zEAAAA2wAAAA8AAAAAAAAAAAAAAAAAmAIAAGRycy9k&#10;b3ducmV2LnhtbFBLBQYAAAAABAAEAPUAAACJAwAAAAA=&#10;" path="m,90r15,88l345,178r22,-40l130,,,90xe" fillcolor="#8fc640 [3205]" stroked="f">
                <v:path arrowok="t" o:connecttype="custom" o:connectlocs="0,380689;63448,752918;1459308,752918;1552365,583723;549884,0;0,380689" o:connectangles="0,0,0,0,0,0"/>
              </v:shape>
              <v:shape id="Forme libre 49" o:spid="_x0000_s1045" style="position:absolute;left:14212;top:1691;width:11251;height:7657;rotation:180;visibility:visible;mso-wrap-style:square;v-text-anchor:top" coordsize="266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rUCcIA&#10;AADbAAAADwAAAGRycy9kb3ducmV2LnhtbESPQWsCMRSE7wX/Q3hCbzVrKUVWo4goeBLUgh6fm+fu&#10;avKSbrLu+u+bQqHHYWa+YWaL3hrxoCbUjhWMRxkI4sLpmksFX8fN2wREiMgajWNS8KQAi/ngZYa5&#10;dh3v6XGIpUgQDjkqqGL0uZShqMhiGDlPnLyrayzGJJtS6ga7BLdGvmfZp7RYc1qo0NOqouJ+aK0C&#10;x92SWyN33+35tjGTiz+uT16p12G/nIKI1Mf/8F97qxV8jOH3S/oBcv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tQJwgAAANsAAAAPAAAAAAAAAAAAAAAAAJgCAABkcnMvZG93&#10;bnJldi54bWxQSwUGAAAAAAQABAD1AAAAhwMAAAAA&#10;" path="m62,l,43,237,181r29,-56l62,xe" fillcolor="#6b962d [2405]" stroked="f">
                <v:path arrowok="t" o:connecttype="custom" o:connectlocs="262252,0;0,181885;1002481,765608;1125147,528735;262252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280E49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420B34E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D52F214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8BCBB18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7EC6304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F2849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328076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625EF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BCDF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E663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D019B3"/>
    <w:multiLevelType w:val="hybridMultilevel"/>
    <w:tmpl w:val="231A1FD4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17DD34A4"/>
    <w:multiLevelType w:val="hybridMultilevel"/>
    <w:tmpl w:val="89E0D8A8"/>
    <w:lvl w:ilvl="0" w:tplc="59BA988A">
      <w:numFmt w:val="bullet"/>
      <w:lvlText w:val="□"/>
      <w:lvlJc w:val="left"/>
      <w:pPr>
        <w:ind w:left="720" w:hanging="360"/>
      </w:pPr>
      <w:rPr>
        <w:rFonts w:ascii="Arial Unicode MS" w:eastAsia="Arial Unicode MS" w:hAnsi="Arial Unicode MS" w:cs="Arial Unicode MS" w:hint="default"/>
        <w:w w:val="14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A5C35"/>
    <w:multiLevelType w:val="hybridMultilevel"/>
    <w:tmpl w:val="0D920012"/>
    <w:lvl w:ilvl="0" w:tplc="B9F0A8CC">
      <w:numFmt w:val="bullet"/>
      <w:lvlText w:val="-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00AD7"/>
    <w:multiLevelType w:val="hybridMultilevel"/>
    <w:tmpl w:val="09FC43DA"/>
    <w:lvl w:ilvl="0" w:tplc="59BA988A">
      <w:numFmt w:val="bullet"/>
      <w:lvlText w:val="□"/>
      <w:lvlJc w:val="left"/>
      <w:pPr>
        <w:ind w:left="361" w:hanging="361"/>
      </w:pPr>
      <w:rPr>
        <w:rFonts w:ascii="Arial Unicode MS" w:eastAsia="Arial Unicode MS" w:hAnsi="Arial Unicode MS" w:cs="Arial Unicode MS" w:hint="default"/>
        <w:w w:val="149"/>
        <w:sz w:val="22"/>
        <w:szCs w:val="22"/>
        <w:lang w:val="fr-FR" w:eastAsia="en-US" w:bidi="ar-SA"/>
      </w:rPr>
    </w:lvl>
    <w:lvl w:ilvl="1" w:tplc="62F83022">
      <w:numFmt w:val="bullet"/>
      <w:lvlText w:val="•"/>
      <w:lvlJc w:val="left"/>
      <w:pPr>
        <w:ind w:left="1430" w:hanging="361"/>
      </w:pPr>
      <w:rPr>
        <w:rFonts w:hint="default"/>
        <w:lang w:val="fr-FR" w:eastAsia="en-US" w:bidi="ar-SA"/>
      </w:rPr>
    </w:lvl>
    <w:lvl w:ilvl="2" w:tplc="00A64498">
      <w:numFmt w:val="bullet"/>
      <w:lvlText w:val="•"/>
      <w:lvlJc w:val="left"/>
      <w:pPr>
        <w:ind w:left="2491" w:hanging="361"/>
      </w:pPr>
      <w:rPr>
        <w:rFonts w:hint="default"/>
        <w:lang w:val="fr-FR" w:eastAsia="en-US" w:bidi="ar-SA"/>
      </w:rPr>
    </w:lvl>
    <w:lvl w:ilvl="3" w:tplc="DE9ED6F0">
      <w:numFmt w:val="bullet"/>
      <w:lvlText w:val="•"/>
      <w:lvlJc w:val="left"/>
      <w:pPr>
        <w:ind w:left="3551" w:hanging="361"/>
      </w:pPr>
      <w:rPr>
        <w:rFonts w:hint="default"/>
        <w:lang w:val="fr-FR" w:eastAsia="en-US" w:bidi="ar-SA"/>
      </w:rPr>
    </w:lvl>
    <w:lvl w:ilvl="4" w:tplc="7018BCF6">
      <w:numFmt w:val="bullet"/>
      <w:lvlText w:val="•"/>
      <w:lvlJc w:val="left"/>
      <w:pPr>
        <w:ind w:left="4612" w:hanging="361"/>
      </w:pPr>
      <w:rPr>
        <w:rFonts w:hint="default"/>
        <w:lang w:val="fr-FR" w:eastAsia="en-US" w:bidi="ar-SA"/>
      </w:rPr>
    </w:lvl>
    <w:lvl w:ilvl="5" w:tplc="9A9A8624">
      <w:numFmt w:val="bullet"/>
      <w:lvlText w:val="•"/>
      <w:lvlJc w:val="left"/>
      <w:pPr>
        <w:ind w:left="5673" w:hanging="361"/>
      </w:pPr>
      <w:rPr>
        <w:rFonts w:hint="default"/>
        <w:lang w:val="fr-FR" w:eastAsia="en-US" w:bidi="ar-SA"/>
      </w:rPr>
    </w:lvl>
    <w:lvl w:ilvl="6" w:tplc="83ACDD08">
      <w:numFmt w:val="bullet"/>
      <w:lvlText w:val="•"/>
      <w:lvlJc w:val="left"/>
      <w:pPr>
        <w:ind w:left="6733" w:hanging="361"/>
      </w:pPr>
      <w:rPr>
        <w:rFonts w:hint="default"/>
        <w:lang w:val="fr-FR" w:eastAsia="en-US" w:bidi="ar-SA"/>
      </w:rPr>
    </w:lvl>
    <w:lvl w:ilvl="7" w:tplc="033A20FC">
      <w:numFmt w:val="bullet"/>
      <w:lvlText w:val="•"/>
      <w:lvlJc w:val="left"/>
      <w:pPr>
        <w:ind w:left="7794" w:hanging="361"/>
      </w:pPr>
      <w:rPr>
        <w:rFonts w:hint="default"/>
        <w:lang w:val="fr-FR" w:eastAsia="en-US" w:bidi="ar-SA"/>
      </w:rPr>
    </w:lvl>
    <w:lvl w:ilvl="8" w:tplc="D3BEDDF8">
      <w:numFmt w:val="bullet"/>
      <w:lvlText w:val="•"/>
      <w:lvlJc w:val="left"/>
      <w:pPr>
        <w:ind w:left="8855" w:hanging="361"/>
      </w:pPr>
      <w:rPr>
        <w:rFonts w:hint="default"/>
        <w:lang w:val="fr-FR" w:eastAsia="en-US" w:bidi="ar-SA"/>
      </w:rPr>
    </w:lvl>
  </w:abstractNum>
  <w:abstractNum w:abstractNumId="14" w15:restartNumberingAfterBreak="0">
    <w:nsid w:val="450E7FB1"/>
    <w:multiLevelType w:val="hybridMultilevel"/>
    <w:tmpl w:val="6116F200"/>
    <w:lvl w:ilvl="0" w:tplc="040C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ctiveWritingStyle w:appName="MSWord" w:lang="en-US" w:vendorID="8" w:dllVersion="513" w:checkStyle="1"/>
  <w:proofState w:spelling="clean" w:grammar="clean"/>
  <w:attachedTemplate r:id="rId1"/>
  <w:defaultTabStop w:val="720"/>
  <w:hyphenationZone w:val="425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68"/>
    <w:rsid w:val="00020E86"/>
    <w:rsid w:val="00065923"/>
    <w:rsid w:val="00075BA2"/>
    <w:rsid w:val="0007792D"/>
    <w:rsid w:val="000C30DF"/>
    <w:rsid w:val="000D4049"/>
    <w:rsid w:val="000E4F57"/>
    <w:rsid w:val="001011C8"/>
    <w:rsid w:val="00114C1E"/>
    <w:rsid w:val="00124376"/>
    <w:rsid w:val="001772FF"/>
    <w:rsid w:val="001D09F2"/>
    <w:rsid w:val="001D3AC9"/>
    <w:rsid w:val="001F69FD"/>
    <w:rsid w:val="00241BF6"/>
    <w:rsid w:val="00245746"/>
    <w:rsid w:val="002A6C47"/>
    <w:rsid w:val="002C4BD7"/>
    <w:rsid w:val="003302C3"/>
    <w:rsid w:val="00354FAD"/>
    <w:rsid w:val="00361C09"/>
    <w:rsid w:val="00365257"/>
    <w:rsid w:val="00375E68"/>
    <w:rsid w:val="003978D0"/>
    <w:rsid w:val="003C6972"/>
    <w:rsid w:val="00431C47"/>
    <w:rsid w:val="00460275"/>
    <w:rsid w:val="00491AC4"/>
    <w:rsid w:val="004A6B9F"/>
    <w:rsid w:val="004B01D8"/>
    <w:rsid w:val="004D5971"/>
    <w:rsid w:val="00556689"/>
    <w:rsid w:val="005673B8"/>
    <w:rsid w:val="00573F96"/>
    <w:rsid w:val="0059699D"/>
    <w:rsid w:val="005A2DBE"/>
    <w:rsid w:val="005B70E0"/>
    <w:rsid w:val="005E3FDD"/>
    <w:rsid w:val="005F3D5C"/>
    <w:rsid w:val="00601CDB"/>
    <w:rsid w:val="0062191D"/>
    <w:rsid w:val="00622699"/>
    <w:rsid w:val="006227B4"/>
    <w:rsid w:val="00647589"/>
    <w:rsid w:val="00650CBF"/>
    <w:rsid w:val="006536D0"/>
    <w:rsid w:val="006578FD"/>
    <w:rsid w:val="006700B8"/>
    <w:rsid w:val="00674BAA"/>
    <w:rsid w:val="0069264A"/>
    <w:rsid w:val="006B3113"/>
    <w:rsid w:val="00733156"/>
    <w:rsid w:val="00754980"/>
    <w:rsid w:val="00776EC9"/>
    <w:rsid w:val="00783BC8"/>
    <w:rsid w:val="007A1081"/>
    <w:rsid w:val="007B07E9"/>
    <w:rsid w:val="007C4F23"/>
    <w:rsid w:val="007E1CE2"/>
    <w:rsid w:val="007F776A"/>
    <w:rsid w:val="00807923"/>
    <w:rsid w:val="00853521"/>
    <w:rsid w:val="00880A87"/>
    <w:rsid w:val="008869B4"/>
    <w:rsid w:val="008C1A0A"/>
    <w:rsid w:val="008E702D"/>
    <w:rsid w:val="008F1B8E"/>
    <w:rsid w:val="009807A8"/>
    <w:rsid w:val="00991DFF"/>
    <w:rsid w:val="0099482B"/>
    <w:rsid w:val="00A11432"/>
    <w:rsid w:val="00A21C41"/>
    <w:rsid w:val="00A5444A"/>
    <w:rsid w:val="00A72981"/>
    <w:rsid w:val="00A74CCB"/>
    <w:rsid w:val="00A814DB"/>
    <w:rsid w:val="00AA183A"/>
    <w:rsid w:val="00AC2B60"/>
    <w:rsid w:val="00AF3F83"/>
    <w:rsid w:val="00B640F3"/>
    <w:rsid w:val="00B816AD"/>
    <w:rsid w:val="00B84E54"/>
    <w:rsid w:val="00BB0495"/>
    <w:rsid w:val="00BC16A6"/>
    <w:rsid w:val="00BD0F89"/>
    <w:rsid w:val="00BD16EA"/>
    <w:rsid w:val="00BF0AF5"/>
    <w:rsid w:val="00C51070"/>
    <w:rsid w:val="00C551B4"/>
    <w:rsid w:val="00C7482B"/>
    <w:rsid w:val="00C86C52"/>
    <w:rsid w:val="00C8765D"/>
    <w:rsid w:val="00CC2E7F"/>
    <w:rsid w:val="00D25EEF"/>
    <w:rsid w:val="00D7023D"/>
    <w:rsid w:val="00D771EB"/>
    <w:rsid w:val="00D86A55"/>
    <w:rsid w:val="00DE1694"/>
    <w:rsid w:val="00DE7250"/>
    <w:rsid w:val="00DF1E78"/>
    <w:rsid w:val="00E760FA"/>
    <w:rsid w:val="00E77F68"/>
    <w:rsid w:val="00E856D5"/>
    <w:rsid w:val="00EA54D7"/>
    <w:rsid w:val="00EA56B2"/>
    <w:rsid w:val="00EC5F0F"/>
    <w:rsid w:val="00EE1B1A"/>
    <w:rsid w:val="00F34789"/>
    <w:rsid w:val="00F358EA"/>
    <w:rsid w:val="00F37651"/>
    <w:rsid w:val="00F41EFE"/>
    <w:rsid w:val="00F55E3E"/>
    <w:rsid w:val="00F96B87"/>
    <w:rsid w:val="00FA0F77"/>
    <w:rsid w:val="00FA2F1F"/>
    <w:rsid w:val="00FA5758"/>
    <w:rsid w:val="00FC3347"/>
    <w:rsid w:val="00FE380E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sz w:val="22"/>
        <w:szCs w:val="22"/>
        <w:lang w:val="fr-FR" w:eastAsia="en-US" w:bidi="ar-SA"/>
      </w:rPr>
    </w:rPrDefault>
    <w:pPrDefault>
      <w:pPr>
        <w:spacing w:after="2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F77"/>
  </w:style>
  <w:style w:type="paragraph" w:styleId="Titre1">
    <w:name w:val="heading 1"/>
    <w:basedOn w:val="Normal"/>
    <w:uiPriority w:val="9"/>
    <w:qFormat/>
    <w:rsid w:val="000E4F57"/>
    <w:pPr>
      <w:spacing w:after="60"/>
      <w:contextualSpacing/>
      <w:outlineLvl w:val="0"/>
    </w:pPr>
    <w:rPr>
      <w:rFonts w:asciiTheme="majorHAnsi" w:hAnsiTheme="majorHAnsi"/>
      <w:b/>
      <w:caps/>
      <w:color w:val="097F88" w:themeColor="accent1" w:themeShade="BF"/>
    </w:rPr>
  </w:style>
  <w:style w:type="paragraph" w:styleId="Titre2">
    <w:name w:val="heading 2"/>
    <w:basedOn w:val="Normal"/>
    <w:link w:val="Titre2Car"/>
    <w:uiPriority w:val="9"/>
    <w:unhideWhenUsed/>
    <w:qFormat/>
    <w:rsid w:val="007A1081"/>
    <w:pPr>
      <w:keepNext/>
      <w:keepLines/>
      <w:spacing w:after="60"/>
      <w:contextualSpacing/>
      <w:outlineLvl w:val="1"/>
    </w:pPr>
    <w:rPr>
      <w:rFonts w:asciiTheme="majorHAnsi" w:eastAsiaTheme="majorEastAsia" w:hAnsiTheme="majorHAnsi" w:cstheme="majorBidi"/>
      <w:caps/>
      <w:szCs w:val="26"/>
    </w:rPr>
  </w:style>
  <w:style w:type="paragraph" w:styleId="Titre3">
    <w:name w:val="heading 3"/>
    <w:basedOn w:val="Normal"/>
    <w:next w:val="Normal"/>
    <w:uiPriority w:val="9"/>
    <w:semiHidden/>
    <w:rsid w:val="007A1081"/>
    <w:pPr>
      <w:keepNext/>
      <w:keepLines/>
      <w:spacing w:after="240" w:line="240" w:lineRule="atLeast"/>
      <w:outlineLvl w:val="2"/>
    </w:pPr>
    <w:rPr>
      <w:rFonts w:asciiTheme="majorHAnsi" w:hAnsiTheme="majorHAnsi"/>
      <w:i/>
      <w:caps/>
      <w:kern w:val="20"/>
    </w:rPr>
  </w:style>
  <w:style w:type="paragraph" w:styleId="Titre4">
    <w:name w:val="heading 4"/>
    <w:basedOn w:val="Normal"/>
    <w:next w:val="Normal"/>
    <w:uiPriority w:val="9"/>
    <w:semiHidden/>
    <w:unhideWhenUsed/>
    <w:qFormat/>
    <w:rsid w:val="00431C47"/>
    <w:pPr>
      <w:keepNext/>
      <w:keepLines/>
      <w:spacing w:line="240" w:lineRule="atLeast"/>
      <w:outlineLvl w:val="3"/>
    </w:pPr>
    <w:rPr>
      <w:rFonts w:asciiTheme="majorHAnsi" w:hAnsiTheme="majorHAnsi"/>
      <w:color w:val="000000" w:themeColor="text2"/>
      <w:kern w:val="20"/>
    </w:rPr>
  </w:style>
  <w:style w:type="paragraph" w:styleId="Titre5">
    <w:name w:val="heading 5"/>
    <w:basedOn w:val="Normal"/>
    <w:next w:val="Normal"/>
    <w:uiPriority w:val="9"/>
    <w:semiHidden/>
    <w:unhideWhenUsed/>
    <w:qFormat/>
    <w:rsid w:val="00431C47"/>
    <w:pPr>
      <w:keepNext/>
      <w:keepLines/>
      <w:spacing w:line="240" w:lineRule="atLeast"/>
      <w:outlineLvl w:val="4"/>
    </w:pPr>
    <w:rPr>
      <w:rFonts w:asciiTheme="majorHAnsi" w:hAnsiTheme="majorHAnsi"/>
      <w:i/>
      <w:color w:val="000000" w:themeColor="text2"/>
      <w:kern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108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108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  <w:caps/>
      <w:color w:val="000000" w:themeColor="text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108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7651E" w:themeColor="accent2" w:themeShade="80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108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47651E" w:themeColor="accent2" w:themeShade="80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Formuledepolitesse">
    <w:name w:val="Closing"/>
    <w:basedOn w:val="Normal"/>
    <w:next w:val="Normal"/>
    <w:uiPriority w:val="99"/>
    <w:semiHidden/>
    <w:rsid w:val="00F37651"/>
    <w:pPr>
      <w:spacing w:line="220" w:lineRule="atLeast"/>
    </w:pPr>
  </w:style>
  <w:style w:type="paragraph" w:styleId="Pieddepage">
    <w:name w:val="footer"/>
    <w:basedOn w:val="Normal"/>
    <w:link w:val="PieddepageCar"/>
    <w:uiPriority w:val="99"/>
    <w:rsid w:val="00C8765D"/>
    <w:pPr>
      <w:keepLines/>
      <w:pBdr>
        <w:top w:val="single" w:sz="6" w:space="2" w:color="auto"/>
      </w:pBdr>
      <w:ind w:left="4075" w:right="4075"/>
      <w:jc w:val="center"/>
    </w:pPr>
    <w:rPr>
      <w:kern w:val="18"/>
    </w:rPr>
  </w:style>
  <w:style w:type="paragraph" w:styleId="En-tte">
    <w:name w:val="header"/>
    <w:basedOn w:val="Normal"/>
    <w:uiPriority w:val="99"/>
    <w:semiHidden/>
    <w:rsid w:val="00F96B87"/>
    <w:pPr>
      <w:keepLines/>
      <w:spacing w:after="660" w:line="240" w:lineRule="atLeast"/>
      <w:jc w:val="center"/>
    </w:pPr>
    <w:rPr>
      <w:caps/>
      <w:kern w:val="18"/>
    </w:rPr>
  </w:style>
  <w:style w:type="paragraph" w:styleId="En-ttedemessage">
    <w:name w:val="Message Header"/>
    <w:basedOn w:val="Normal"/>
    <w:uiPriority w:val="99"/>
    <w:semiHidden/>
    <w:rsid w:val="00431C47"/>
    <w:pPr>
      <w:keepLines/>
      <w:spacing w:after="120"/>
      <w:ind w:left="1080" w:hanging="1080"/>
    </w:pPr>
    <w:rPr>
      <w:caps/>
    </w:rPr>
  </w:style>
  <w:style w:type="paragraph" w:styleId="Retraitnormal">
    <w:name w:val="Normal Indent"/>
    <w:basedOn w:val="Normal"/>
    <w:uiPriority w:val="99"/>
    <w:semiHidden/>
    <w:rsid w:val="00F37651"/>
    <w:pPr>
      <w:ind w:left="720"/>
    </w:pPr>
  </w:style>
  <w:style w:type="character" w:styleId="Numrodepage">
    <w:name w:val="page number"/>
    <w:uiPriority w:val="99"/>
    <w:semiHidden/>
    <w:rsid w:val="00F37651"/>
  </w:style>
  <w:style w:type="paragraph" w:styleId="Signature">
    <w:name w:val="Signature"/>
    <w:basedOn w:val="Normal"/>
    <w:next w:val="Normal"/>
    <w:uiPriority w:val="99"/>
    <w:semiHidden/>
    <w:rsid w:val="00431C47"/>
    <w:pPr>
      <w:keepNext/>
      <w:keepLines/>
      <w:spacing w:before="6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D4049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4049"/>
    <w:rPr>
      <w:rFonts w:ascii="Tahoma" w:hAnsi="Tahoma" w:cs="Tahoma"/>
      <w:szCs w:val="16"/>
    </w:rPr>
  </w:style>
  <w:style w:type="paragraph" w:styleId="Titre">
    <w:name w:val="Title"/>
    <w:basedOn w:val="Normal"/>
    <w:link w:val="TitreCar"/>
    <w:uiPriority w:val="2"/>
    <w:unhideWhenUsed/>
    <w:qFormat/>
    <w:rsid w:val="00F41EFE"/>
    <w:pPr>
      <w:spacing w:after="360"/>
      <w:contextualSpacing/>
      <w:jc w:val="right"/>
    </w:pPr>
    <w:rPr>
      <w:rFonts w:asciiTheme="majorHAnsi" w:hAnsiTheme="majorHAnsi"/>
      <w:caps/>
      <w:color w:val="D41E44" w:themeColor="accent5"/>
      <w:sz w:val="36"/>
    </w:rPr>
  </w:style>
  <w:style w:type="character" w:customStyle="1" w:styleId="TitreCar">
    <w:name w:val="Titre Car"/>
    <w:basedOn w:val="Policepardfaut"/>
    <w:link w:val="Titre"/>
    <w:uiPriority w:val="2"/>
    <w:rsid w:val="00F41EFE"/>
    <w:rPr>
      <w:rFonts w:asciiTheme="majorHAnsi" w:hAnsiTheme="majorHAnsi"/>
      <w:caps/>
      <w:color w:val="D41E44" w:themeColor="accent5"/>
      <w:sz w:val="36"/>
    </w:rPr>
  </w:style>
  <w:style w:type="table" w:styleId="Grilledutableau">
    <w:name w:val="Table Grid"/>
    <w:basedOn w:val="TableauNormal"/>
    <w:uiPriority w:val="59"/>
    <w:rsid w:val="00567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74BAA"/>
    <w:rPr>
      <w:color w:val="595959" w:themeColor="text1" w:themeTint="A6"/>
    </w:rPr>
  </w:style>
  <w:style w:type="paragraph" w:styleId="Bibliographie">
    <w:name w:val="Bibliography"/>
    <w:basedOn w:val="Normal"/>
    <w:next w:val="Normal"/>
    <w:uiPriority w:val="37"/>
    <w:semiHidden/>
    <w:unhideWhenUsed/>
    <w:rsid w:val="002C4BD7"/>
  </w:style>
  <w:style w:type="paragraph" w:styleId="Normalcentr">
    <w:name w:val="Block Text"/>
    <w:basedOn w:val="Normal"/>
    <w:uiPriority w:val="99"/>
    <w:semiHidden/>
    <w:unhideWhenUsed/>
    <w:rsid w:val="00674BAA"/>
    <w:pPr>
      <w:pBdr>
        <w:top w:val="single" w:sz="2" w:space="10" w:color="097F88" w:themeColor="accent1" w:themeShade="BF"/>
        <w:left w:val="single" w:sz="2" w:space="10" w:color="097F88" w:themeColor="accent1" w:themeShade="BF"/>
        <w:bottom w:val="single" w:sz="2" w:space="10" w:color="097F88" w:themeColor="accent1" w:themeShade="BF"/>
        <w:right w:val="single" w:sz="2" w:space="10" w:color="097F88" w:themeColor="accent1" w:themeShade="BF"/>
      </w:pBdr>
      <w:ind w:left="1152" w:right="1152"/>
    </w:pPr>
    <w:rPr>
      <w:rFonts w:eastAsiaTheme="minorEastAsia" w:cstheme="minorBidi"/>
      <w:i/>
      <w:iCs/>
      <w:color w:val="097F88" w:themeColor="accent1" w:themeShade="BF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2C4B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2C4BD7"/>
  </w:style>
  <w:style w:type="paragraph" w:styleId="Corpsdetexte3">
    <w:name w:val="Body Text 3"/>
    <w:basedOn w:val="Normal"/>
    <w:link w:val="Corpsdetexte3Car"/>
    <w:uiPriority w:val="99"/>
    <w:semiHidden/>
    <w:unhideWhenUsed/>
    <w:rsid w:val="002C4BD7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2C4BD7"/>
    <w:rPr>
      <w:szCs w:val="16"/>
    </w:rPr>
  </w:style>
  <w:style w:type="paragraph" w:styleId="Retrait1religne">
    <w:name w:val="Body Text First Indent"/>
    <w:basedOn w:val="Normal"/>
    <w:link w:val="Retrait1religneCar"/>
    <w:uiPriority w:val="99"/>
    <w:semiHidden/>
    <w:unhideWhenUsed/>
    <w:rsid w:val="00431C47"/>
    <w:pPr>
      <w:ind w:firstLine="360"/>
    </w:pPr>
  </w:style>
  <w:style w:type="character" w:customStyle="1" w:styleId="Retrait1religneCar">
    <w:name w:val="Retrait 1re ligne Car"/>
    <w:basedOn w:val="Policepardfaut"/>
    <w:link w:val="Retrait1religne"/>
    <w:uiPriority w:val="99"/>
    <w:semiHidden/>
    <w:rsid w:val="00431C47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C4BD7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C4BD7"/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C4BD7"/>
    <w:pPr>
      <w:spacing w:after="0"/>
      <w:ind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C4BD7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C4BD7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C4BD7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C4BD7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C4BD7"/>
    <w:rPr>
      <w:szCs w:val="16"/>
    </w:rPr>
  </w:style>
  <w:style w:type="character" w:styleId="Titredulivre">
    <w:name w:val="Book Title"/>
    <w:basedOn w:val="Policepardfaut"/>
    <w:uiPriority w:val="33"/>
    <w:semiHidden/>
    <w:unhideWhenUsed/>
    <w:qFormat/>
    <w:rsid w:val="00674BAA"/>
    <w:rPr>
      <w:b/>
      <w:bCs/>
      <w:i/>
      <w:iCs/>
      <w:spacing w:val="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C4BD7"/>
    <w:pPr>
      <w:spacing w:after="200"/>
    </w:pPr>
    <w:rPr>
      <w:i/>
      <w:iCs/>
      <w:color w:val="000000" w:themeColor="text2"/>
      <w:szCs w:val="18"/>
    </w:rPr>
  </w:style>
  <w:style w:type="table" w:styleId="Grillecouleur">
    <w:name w:val="Colorful Grid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F7FA" w:themeFill="accent1" w:themeFillTint="33"/>
    </w:tcPr>
    <w:tblStylePr w:type="firstRow">
      <w:rPr>
        <w:b/>
        <w:bCs/>
      </w:rPr>
      <w:tblPr/>
      <w:tcPr>
        <w:shd w:val="clear" w:color="auto" w:fill="89EFF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EF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97F8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97F88" w:themeFill="accent1" w:themeFillShade="BF"/>
      </w:tcPr>
    </w:tblStylePr>
    <w:tblStylePr w:type="band1Vert">
      <w:tblPr/>
      <w:tcPr>
        <w:shd w:val="clear" w:color="auto" w:fill="6CEBF4" w:themeFill="accent1" w:themeFillTint="7F"/>
      </w:tcPr>
    </w:tblStylePr>
    <w:tblStylePr w:type="band1Horz">
      <w:tblPr/>
      <w:tcPr>
        <w:shd w:val="clear" w:color="auto" w:fill="6CEBF4" w:themeFill="accent1" w:themeFillTint="7F"/>
      </w:tcPr>
    </w:tblStylePr>
  </w:style>
  <w:style w:type="table" w:styleId="Grillecouleur-Accent2">
    <w:name w:val="Colorful Grid Accent 2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F3D8" w:themeFill="accent2" w:themeFillTint="33"/>
    </w:tcPr>
    <w:tblStylePr w:type="firstRow">
      <w:rPr>
        <w:b/>
        <w:bCs/>
      </w:rPr>
      <w:tblPr/>
      <w:tcPr>
        <w:shd w:val="clear" w:color="auto" w:fill="D2E8B2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E8B2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B962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B962D" w:themeFill="accent2" w:themeFillShade="BF"/>
      </w:tcPr>
    </w:tblStylePr>
    <w:tblStylePr w:type="band1Vert">
      <w:tblPr/>
      <w:tcPr>
        <w:shd w:val="clear" w:color="auto" w:fill="C7E29F" w:themeFill="accent2" w:themeFillTint="7F"/>
      </w:tcPr>
    </w:tblStylePr>
    <w:tblStylePr w:type="band1Horz">
      <w:tblPr/>
      <w:tcPr>
        <w:shd w:val="clear" w:color="auto" w:fill="C7E29F" w:themeFill="accent2" w:themeFillTint="7F"/>
      </w:tcPr>
    </w:tblStylePr>
  </w:style>
  <w:style w:type="table" w:styleId="Grillecouleur-Accent3">
    <w:name w:val="Colorful Grid Accent 3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3D3" w:themeFill="accent3" w:themeFillTint="33"/>
    </w:tcPr>
    <w:tblStylePr w:type="firstRow">
      <w:rPr>
        <w:b/>
        <w:bCs/>
      </w:rPr>
      <w:tblPr/>
      <w:tcPr>
        <w:shd w:val="clear" w:color="auto" w:fill="FAC7A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7A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C9520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C9520A" w:themeFill="accent3" w:themeFillShade="BF"/>
      </w:tcPr>
    </w:tblStylePr>
    <w:tblStylePr w:type="band1Vert">
      <w:tblPr/>
      <w:tcPr>
        <w:shd w:val="clear" w:color="auto" w:fill="F9BA93" w:themeFill="accent3" w:themeFillTint="7F"/>
      </w:tcPr>
    </w:tblStylePr>
    <w:tblStylePr w:type="band1Horz">
      <w:tblPr/>
      <w:tcPr>
        <w:shd w:val="clear" w:color="auto" w:fill="F9BA93" w:themeFill="accent3" w:themeFillTint="7F"/>
      </w:tcPr>
    </w:tblStylePr>
  </w:style>
  <w:style w:type="table" w:styleId="Grillecouleur-Accent4">
    <w:name w:val="Colorful Grid Accent 4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D2D7" w:themeFill="accent4" w:themeFillTint="33"/>
    </w:tcPr>
    <w:tblStylePr w:type="firstRow">
      <w:rPr>
        <w:b/>
        <w:bCs/>
      </w:rPr>
      <w:tblPr/>
      <w:tcPr>
        <w:shd w:val="clear" w:color="auto" w:fill="F7A6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A6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9102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91024" w:themeFill="accent4" w:themeFillShade="BF"/>
      </w:tcPr>
    </w:tblStylePr>
    <w:tblStylePr w:type="band1Vert">
      <w:tblPr/>
      <w:tcPr>
        <w:shd w:val="clear" w:color="auto" w:fill="F5909D" w:themeFill="accent4" w:themeFillTint="7F"/>
      </w:tcPr>
    </w:tblStylePr>
    <w:tblStylePr w:type="band1Horz">
      <w:tblPr/>
      <w:tcPr>
        <w:shd w:val="clear" w:color="auto" w:fill="F5909D" w:themeFill="accent4" w:themeFillTint="7F"/>
      </w:tcPr>
    </w:tblStylePr>
  </w:style>
  <w:style w:type="table" w:styleId="Grillecouleur-Accent5">
    <w:name w:val="Colorful Grid Accent 5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CFD8" w:themeFill="accent5" w:themeFillTint="33"/>
    </w:tcPr>
    <w:tblStylePr w:type="firstRow">
      <w:rPr>
        <w:b/>
        <w:bCs/>
      </w:rPr>
      <w:tblPr/>
      <w:tcPr>
        <w:shd w:val="clear" w:color="auto" w:fill="F1A0B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A0B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E16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E1632" w:themeFill="accent5" w:themeFillShade="BF"/>
      </w:tcPr>
    </w:tblStylePr>
    <w:tblStylePr w:type="band1Vert">
      <w:tblPr/>
      <w:tcPr>
        <w:shd w:val="clear" w:color="auto" w:fill="EE899E" w:themeFill="accent5" w:themeFillTint="7F"/>
      </w:tcPr>
    </w:tblStylePr>
    <w:tblStylePr w:type="band1Horz">
      <w:tblPr/>
      <w:tcPr>
        <w:shd w:val="clear" w:color="auto" w:fill="EE899E" w:themeFill="accent5" w:themeFillTint="7F"/>
      </w:tcPr>
    </w:tblStylePr>
  </w:style>
  <w:style w:type="table" w:styleId="Grillecouleur-Accent6">
    <w:name w:val="Colorful Grid Accent 6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CD2" w:themeFill="accent6" w:themeFillTint="33"/>
    </w:tcPr>
    <w:tblStylePr w:type="firstRow">
      <w:rPr>
        <w:b/>
        <w:bCs/>
      </w:rPr>
      <w:tblPr/>
      <w:tcPr>
        <w:shd w:val="clear" w:color="auto" w:fill="FCD9A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9A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B7B0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B7B06" w:themeFill="accent6" w:themeFillShade="BF"/>
      </w:tcPr>
    </w:tblStylePr>
    <w:tblStylePr w:type="band1Vert">
      <w:tblPr/>
      <w:tcPr>
        <w:shd w:val="clear" w:color="auto" w:fill="FBD08F" w:themeFill="accent6" w:themeFillTint="7F"/>
      </w:tcPr>
    </w:tblStylePr>
    <w:tblStylePr w:type="band1Horz">
      <w:tblPr/>
      <w:tcPr>
        <w:shd w:val="clear" w:color="auto" w:fill="FBD08F" w:themeFill="accent6" w:themeFillTint="7F"/>
      </w:tcPr>
    </w:tblStylePr>
  </w:style>
  <w:style w:type="table" w:styleId="Listecouleur">
    <w:name w:val="Colorful List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A130" w:themeFill="accent2" w:themeFillShade="CC"/>
      </w:tcPr>
    </w:tblStylePr>
    <w:tblStylePr w:type="lastRow">
      <w:rPr>
        <w:b/>
        <w:bCs/>
        <w:color w:val="72A13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E2FB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A130" w:themeFill="accent2" w:themeFillShade="CC"/>
      </w:tcPr>
    </w:tblStylePr>
    <w:tblStylePr w:type="lastRow">
      <w:rPr>
        <w:b/>
        <w:bCs/>
        <w:color w:val="72A13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5F9" w:themeFill="accent1" w:themeFillTint="3F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Listecouleur-Accent2">
    <w:name w:val="Colorful List Accent 2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4F9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A130" w:themeFill="accent2" w:themeFillShade="CC"/>
      </w:tcPr>
    </w:tblStylePr>
    <w:tblStylePr w:type="lastRow">
      <w:rPr>
        <w:b/>
        <w:bCs/>
        <w:color w:val="72A13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F1CF" w:themeFill="accent2" w:themeFillTint="3F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Listecouleur-Accent3">
    <w:name w:val="Colorful List Accent 3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EF1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1127" w:themeFill="accent4" w:themeFillShade="CC"/>
      </w:tcPr>
    </w:tblStylePr>
    <w:tblStylePr w:type="lastRow">
      <w:rPr>
        <w:b/>
        <w:bCs/>
        <w:color w:val="C6112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CC9" w:themeFill="accent3" w:themeFillTint="3F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Listecouleur-Accent4">
    <w:name w:val="Colorful List Accent 4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DE9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7580B" w:themeFill="accent3" w:themeFillShade="CC"/>
      </w:tcPr>
    </w:tblStylePr>
    <w:tblStylePr w:type="lastRow">
      <w:rPr>
        <w:b/>
        <w:bCs/>
        <w:color w:val="D7580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C8CE" w:themeFill="accent4" w:themeFillTint="3F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Listecouleur-Accent5">
    <w:name w:val="Colorful List Accent 5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BE7E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98407" w:themeFill="accent6" w:themeFillShade="CC"/>
      </w:tcPr>
    </w:tblStylePr>
    <w:tblStylePr w:type="lastRow">
      <w:rPr>
        <w:b/>
        <w:bCs/>
        <w:color w:val="D9840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4CF" w:themeFill="accent5" w:themeFillTint="3F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Listecouleur-Accent6">
    <w:name w:val="Colorful List Accent 6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EF5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1836" w:themeFill="accent5" w:themeFillShade="CC"/>
      </w:tcPr>
    </w:tblStylePr>
    <w:tblStylePr w:type="lastRow">
      <w:rPr>
        <w:b/>
        <w:bCs/>
        <w:color w:val="A918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C7" w:themeFill="accent6" w:themeFillTint="3F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ramecouleur">
    <w:name w:val="Colorful Shading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8FC64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C64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8FC640" w:themeColor="accent2"/>
        <w:left w:val="single" w:sz="4" w:space="0" w:color="0DABB6" w:themeColor="accent1"/>
        <w:bottom w:val="single" w:sz="4" w:space="0" w:color="0DABB6" w:themeColor="accent1"/>
        <w:right w:val="single" w:sz="4" w:space="0" w:color="0DABB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B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C64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66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666D" w:themeColor="accent1" w:themeShade="99"/>
          <w:insideV w:val="nil"/>
        </w:tcBorders>
        <w:shd w:val="clear" w:color="auto" w:fill="0766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666D" w:themeFill="accent1" w:themeFillShade="99"/>
      </w:tcPr>
    </w:tblStylePr>
    <w:tblStylePr w:type="band1Vert">
      <w:tblPr/>
      <w:tcPr>
        <w:shd w:val="clear" w:color="auto" w:fill="89EFF6" w:themeFill="accent1" w:themeFillTint="66"/>
      </w:tcPr>
    </w:tblStylePr>
    <w:tblStylePr w:type="band1Horz">
      <w:tblPr/>
      <w:tcPr>
        <w:shd w:val="clear" w:color="auto" w:fill="6CEBF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8FC640" w:themeColor="accent2"/>
        <w:left w:val="single" w:sz="4" w:space="0" w:color="8FC640" w:themeColor="accent2"/>
        <w:bottom w:val="single" w:sz="4" w:space="0" w:color="8FC640" w:themeColor="accent2"/>
        <w:right w:val="single" w:sz="4" w:space="0" w:color="8FC64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C64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782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7824" w:themeColor="accent2" w:themeShade="99"/>
          <w:insideV w:val="nil"/>
        </w:tcBorders>
        <w:shd w:val="clear" w:color="auto" w:fill="55782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7824" w:themeFill="accent2" w:themeFillShade="99"/>
      </w:tcPr>
    </w:tblStylePr>
    <w:tblStylePr w:type="band1Vert">
      <w:tblPr/>
      <w:tcPr>
        <w:shd w:val="clear" w:color="auto" w:fill="D2E8B2" w:themeFill="accent2" w:themeFillTint="66"/>
      </w:tcPr>
    </w:tblStylePr>
    <w:tblStylePr w:type="band1Horz">
      <w:tblPr/>
      <w:tcPr>
        <w:shd w:val="clear" w:color="auto" w:fill="C7E29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EC223B" w:themeColor="accent4"/>
        <w:left w:val="single" w:sz="4" w:space="0" w:color="F47527" w:themeColor="accent3"/>
        <w:bottom w:val="single" w:sz="4" w:space="0" w:color="F47527" w:themeColor="accent3"/>
        <w:right w:val="single" w:sz="4" w:space="0" w:color="F4752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1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223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1420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14208" w:themeColor="accent3" w:themeShade="99"/>
          <w:insideV w:val="nil"/>
        </w:tcBorders>
        <w:shd w:val="clear" w:color="auto" w:fill="A1420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4208" w:themeFill="accent3" w:themeFillShade="99"/>
      </w:tcPr>
    </w:tblStylePr>
    <w:tblStylePr w:type="band1Vert">
      <w:tblPr/>
      <w:tcPr>
        <w:shd w:val="clear" w:color="auto" w:fill="FAC7A8" w:themeFill="accent3" w:themeFillTint="66"/>
      </w:tcPr>
    </w:tblStylePr>
    <w:tblStylePr w:type="band1Horz">
      <w:tblPr/>
      <w:tcPr>
        <w:shd w:val="clear" w:color="auto" w:fill="F9BA93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F47527" w:themeColor="accent3"/>
        <w:left w:val="single" w:sz="4" w:space="0" w:color="EC223B" w:themeColor="accent4"/>
        <w:bottom w:val="single" w:sz="4" w:space="0" w:color="EC223B" w:themeColor="accent4"/>
        <w:right w:val="single" w:sz="4" w:space="0" w:color="EC223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4752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0D1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0D1D" w:themeColor="accent4" w:themeShade="99"/>
          <w:insideV w:val="nil"/>
        </w:tcBorders>
        <w:shd w:val="clear" w:color="auto" w:fill="950D1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0D1D" w:themeFill="accent4" w:themeFillShade="99"/>
      </w:tcPr>
    </w:tblStylePr>
    <w:tblStylePr w:type="band1Vert">
      <w:tblPr/>
      <w:tcPr>
        <w:shd w:val="clear" w:color="auto" w:fill="F7A6B0" w:themeFill="accent4" w:themeFillTint="66"/>
      </w:tcPr>
    </w:tblStylePr>
    <w:tblStylePr w:type="band1Horz">
      <w:tblPr/>
      <w:tcPr>
        <w:shd w:val="clear" w:color="auto" w:fill="F5909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F8A120" w:themeColor="accent6"/>
        <w:left w:val="single" w:sz="4" w:space="0" w:color="D41E44" w:themeColor="accent5"/>
        <w:bottom w:val="single" w:sz="4" w:space="0" w:color="D41E44" w:themeColor="accent5"/>
        <w:right w:val="single" w:sz="4" w:space="0" w:color="D41E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A12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E12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E1228" w:themeColor="accent5" w:themeShade="99"/>
          <w:insideV w:val="nil"/>
        </w:tcBorders>
        <w:shd w:val="clear" w:color="auto" w:fill="7E12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1228" w:themeFill="accent5" w:themeFillShade="99"/>
      </w:tcPr>
    </w:tblStylePr>
    <w:tblStylePr w:type="band1Vert">
      <w:tblPr/>
      <w:tcPr>
        <w:shd w:val="clear" w:color="auto" w:fill="F1A0B1" w:themeFill="accent5" w:themeFillTint="66"/>
      </w:tcPr>
    </w:tblStylePr>
    <w:tblStylePr w:type="band1Horz">
      <w:tblPr/>
      <w:tcPr>
        <w:shd w:val="clear" w:color="auto" w:fill="EE899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D41E44" w:themeColor="accent5"/>
        <w:left w:val="single" w:sz="4" w:space="0" w:color="F8A120" w:themeColor="accent6"/>
        <w:bottom w:val="single" w:sz="4" w:space="0" w:color="F8A120" w:themeColor="accent6"/>
        <w:right w:val="single" w:sz="4" w:space="0" w:color="F8A12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5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41E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2630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26305" w:themeColor="accent6" w:themeShade="99"/>
          <w:insideV w:val="nil"/>
        </w:tcBorders>
        <w:shd w:val="clear" w:color="auto" w:fill="A2630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6305" w:themeFill="accent6" w:themeFillShade="99"/>
      </w:tcPr>
    </w:tblStylePr>
    <w:tblStylePr w:type="band1Vert">
      <w:tblPr/>
      <w:tcPr>
        <w:shd w:val="clear" w:color="auto" w:fill="FCD9A5" w:themeFill="accent6" w:themeFillTint="66"/>
      </w:tcPr>
    </w:tblStylePr>
    <w:tblStylePr w:type="band1Horz">
      <w:tblPr/>
      <w:tcPr>
        <w:shd w:val="clear" w:color="auto" w:fill="FBD08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C4BD7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4BD7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C4BD7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4B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4BD7"/>
    <w:rPr>
      <w:b/>
      <w:bCs/>
      <w:szCs w:val="20"/>
    </w:rPr>
  </w:style>
  <w:style w:type="table" w:styleId="Listefonce">
    <w:name w:val="Dark List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0DABB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54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7F8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7F8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7F8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7F88" w:themeFill="accent1" w:themeFillShade="BF"/>
      </w:tcPr>
    </w:tblStylePr>
  </w:style>
  <w:style w:type="table" w:styleId="Listefonce-Accent2">
    <w:name w:val="Dark List Accent 2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8FC64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7641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B962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B962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962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962D" w:themeFill="accent2" w:themeFillShade="BF"/>
      </w:tcPr>
    </w:tblStylePr>
  </w:style>
  <w:style w:type="table" w:styleId="Listefonce-Accent3">
    <w:name w:val="Dark List Accent 3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F4752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370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520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520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520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520A" w:themeFill="accent3" w:themeFillShade="BF"/>
      </w:tcPr>
    </w:tblStylePr>
  </w:style>
  <w:style w:type="table" w:styleId="Listefonce-Accent4">
    <w:name w:val="Dark List Accent 4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EC223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A1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02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02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02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024" w:themeFill="accent4" w:themeFillShade="BF"/>
      </w:tcPr>
    </w:tblStylePr>
  </w:style>
  <w:style w:type="table" w:styleId="Listefonce-Accent5">
    <w:name w:val="Dark List Accent 5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D41E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90F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E16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E16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16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1632" w:themeFill="accent5" w:themeFillShade="BF"/>
      </w:tcPr>
    </w:tblStylePr>
  </w:style>
  <w:style w:type="table" w:styleId="Listefonce-Accent6">
    <w:name w:val="Dark List Accent 6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F8A12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7520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B7B0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B7B0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7B0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7B06" w:themeFill="accent6" w:themeFillShade="BF"/>
      </w:tcPr>
    </w:tblStyle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C4BD7"/>
  </w:style>
  <w:style w:type="character" w:customStyle="1" w:styleId="DateCar">
    <w:name w:val="Date Car"/>
    <w:basedOn w:val="Policepardfaut"/>
    <w:link w:val="Date"/>
    <w:uiPriority w:val="99"/>
    <w:semiHidden/>
    <w:rsid w:val="002C4BD7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C4BD7"/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C4BD7"/>
    <w:rPr>
      <w:rFonts w:ascii="Segoe UI" w:hAnsi="Segoe UI" w:cs="Segoe UI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C4BD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C4BD7"/>
  </w:style>
  <w:style w:type="character" w:styleId="Accentuation">
    <w:name w:val="Emphasis"/>
    <w:basedOn w:val="Policepardfaut"/>
    <w:uiPriority w:val="20"/>
    <w:semiHidden/>
    <w:unhideWhenUsed/>
    <w:qFormat/>
    <w:rsid w:val="002C4BD7"/>
    <w:rPr>
      <w:i/>
      <w:iCs/>
    </w:rPr>
  </w:style>
  <w:style w:type="character" w:styleId="Appeldenotedefin">
    <w:name w:val="endnote reference"/>
    <w:basedOn w:val="Policepardfaut"/>
    <w:uiPriority w:val="99"/>
    <w:semiHidden/>
    <w:unhideWhenUsed/>
    <w:rsid w:val="002C4BD7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C4BD7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C4BD7"/>
    <w:rPr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2C4BD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C4BD7"/>
    <w:rPr>
      <w:rFonts w:asciiTheme="majorHAnsi" w:eastAsiaTheme="majorEastAsia" w:hAnsiTheme="majorHAnsi" w:cstheme="majorBidi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2C4BD7"/>
    <w:rPr>
      <w:color w:val="FF0000" w:themeColor="followed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sid w:val="002C4BD7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C4BD7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C4BD7"/>
    <w:rPr>
      <w:szCs w:val="20"/>
    </w:rPr>
  </w:style>
  <w:style w:type="table" w:styleId="TableauGrille1Clair">
    <w:name w:val="Grid Table 1 Light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1">
    <w:name w:val="Grid Table 1 Light Accent 1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89EFF6" w:themeColor="accent1" w:themeTint="66"/>
        <w:left w:val="single" w:sz="4" w:space="0" w:color="89EFF6" w:themeColor="accent1" w:themeTint="66"/>
        <w:bottom w:val="single" w:sz="4" w:space="0" w:color="89EFF6" w:themeColor="accent1" w:themeTint="66"/>
        <w:right w:val="single" w:sz="4" w:space="0" w:color="89EFF6" w:themeColor="accent1" w:themeTint="66"/>
        <w:insideH w:val="single" w:sz="4" w:space="0" w:color="89EFF6" w:themeColor="accent1" w:themeTint="66"/>
        <w:insideV w:val="single" w:sz="4" w:space="0" w:color="89EF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EE7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EE7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2">
    <w:name w:val="Grid Table 1 Light Accent 2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D2E8B2" w:themeColor="accent2" w:themeTint="66"/>
        <w:left w:val="single" w:sz="4" w:space="0" w:color="D2E8B2" w:themeColor="accent2" w:themeTint="66"/>
        <w:bottom w:val="single" w:sz="4" w:space="0" w:color="D2E8B2" w:themeColor="accent2" w:themeTint="66"/>
        <w:right w:val="single" w:sz="4" w:space="0" w:color="D2E8B2" w:themeColor="accent2" w:themeTint="66"/>
        <w:insideH w:val="single" w:sz="4" w:space="0" w:color="D2E8B2" w:themeColor="accent2" w:themeTint="66"/>
        <w:insideV w:val="single" w:sz="4" w:space="0" w:color="D2E8B2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BDC8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BDC8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3">
    <w:name w:val="Grid Table 1 Light Accent 3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FAC7A8" w:themeColor="accent3" w:themeTint="66"/>
        <w:left w:val="single" w:sz="4" w:space="0" w:color="FAC7A8" w:themeColor="accent3" w:themeTint="66"/>
        <w:bottom w:val="single" w:sz="4" w:space="0" w:color="FAC7A8" w:themeColor="accent3" w:themeTint="66"/>
        <w:right w:val="single" w:sz="4" w:space="0" w:color="FAC7A8" w:themeColor="accent3" w:themeTint="66"/>
        <w:insideH w:val="single" w:sz="4" w:space="0" w:color="FAC7A8" w:themeColor="accent3" w:themeTint="66"/>
        <w:insideV w:val="single" w:sz="4" w:space="0" w:color="FAC7A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8AC7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8AC7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4">
    <w:name w:val="Grid Table 1 Light Accent 4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F7A6B0" w:themeColor="accent4" w:themeTint="66"/>
        <w:left w:val="single" w:sz="4" w:space="0" w:color="F7A6B0" w:themeColor="accent4" w:themeTint="66"/>
        <w:bottom w:val="single" w:sz="4" w:space="0" w:color="F7A6B0" w:themeColor="accent4" w:themeTint="66"/>
        <w:right w:val="single" w:sz="4" w:space="0" w:color="F7A6B0" w:themeColor="accent4" w:themeTint="66"/>
        <w:insideH w:val="single" w:sz="4" w:space="0" w:color="F7A6B0" w:themeColor="accent4" w:themeTint="66"/>
        <w:insideV w:val="single" w:sz="4" w:space="0" w:color="F7A6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37A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7A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F1A0B1" w:themeColor="accent5" w:themeTint="66"/>
        <w:left w:val="single" w:sz="4" w:space="0" w:color="F1A0B1" w:themeColor="accent5" w:themeTint="66"/>
        <w:bottom w:val="single" w:sz="4" w:space="0" w:color="F1A0B1" w:themeColor="accent5" w:themeTint="66"/>
        <w:right w:val="single" w:sz="4" w:space="0" w:color="F1A0B1" w:themeColor="accent5" w:themeTint="66"/>
        <w:insideH w:val="single" w:sz="4" w:space="0" w:color="F1A0B1" w:themeColor="accent5" w:themeTint="66"/>
        <w:insideV w:val="single" w:sz="4" w:space="0" w:color="F1A0B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71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71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6">
    <w:name w:val="Grid Table 1 Light Accent 6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FCD9A5" w:themeColor="accent6" w:themeTint="66"/>
        <w:left w:val="single" w:sz="4" w:space="0" w:color="FCD9A5" w:themeColor="accent6" w:themeTint="66"/>
        <w:bottom w:val="single" w:sz="4" w:space="0" w:color="FCD9A5" w:themeColor="accent6" w:themeTint="66"/>
        <w:right w:val="single" w:sz="4" w:space="0" w:color="FCD9A5" w:themeColor="accent6" w:themeTint="66"/>
        <w:insideH w:val="single" w:sz="4" w:space="0" w:color="FCD9A5" w:themeColor="accent6" w:themeTint="66"/>
        <w:insideV w:val="single" w:sz="4" w:space="0" w:color="FCD9A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C67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C67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2">
    <w:name w:val="Grid Table 2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2-Accentuation1">
    <w:name w:val="Grid Table 2 Accent 1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4EE7F2" w:themeColor="accent1" w:themeTint="99"/>
        <w:bottom w:val="single" w:sz="2" w:space="0" w:color="4EE7F2" w:themeColor="accent1" w:themeTint="99"/>
        <w:insideH w:val="single" w:sz="2" w:space="0" w:color="4EE7F2" w:themeColor="accent1" w:themeTint="99"/>
        <w:insideV w:val="single" w:sz="2" w:space="0" w:color="4EE7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EE7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EE7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Grille2-Accentuation2">
    <w:name w:val="Grid Table 2 Accent 2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BBDC8C" w:themeColor="accent2" w:themeTint="99"/>
        <w:bottom w:val="single" w:sz="2" w:space="0" w:color="BBDC8C" w:themeColor="accent2" w:themeTint="99"/>
        <w:insideH w:val="single" w:sz="2" w:space="0" w:color="BBDC8C" w:themeColor="accent2" w:themeTint="99"/>
        <w:insideV w:val="single" w:sz="2" w:space="0" w:color="BBDC8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BDC8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BDC8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Grille2-Accentuation3">
    <w:name w:val="Grid Table 2 Accent 3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F8AC7D" w:themeColor="accent3" w:themeTint="99"/>
        <w:bottom w:val="single" w:sz="2" w:space="0" w:color="F8AC7D" w:themeColor="accent3" w:themeTint="99"/>
        <w:insideH w:val="single" w:sz="2" w:space="0" w:color="F8AC7D" w:themeColor="accent3" w:themeTint="99"/>
        <w:insideV w:val="single" w:sz="2" w:space="0" w:color="F8AC7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8AC7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8AC7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Grille2-Accentuation4">
    <w:name w:val="Grid Table 2 Accent 4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F37A89" w:themeColor="accent4" w:themeTint="99"/>
        <w:bottom w:val="single" w:sz="2" w:space="0" w:color="F37A89" w:themeColor="accent4" w:themeTint="99"/>
        <w:insideH w:val="single" w:sz="2" w:space="0" w:color="F37A89" w:themeColor="accent4" w:themeTint="99"/>
        <w:insideV w:val="single" w:sz="2" w:space="0" w:color="F37A8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7A8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7A8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Grille2-Accentuation5">
    <w:name w:val="Grid Table 2 Accent 5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EB718B" w:themeColor="accent5" w:themeTint="99"/>
        <w:bottom w:val="single" w:sz="2" w:space="0" w:color="EB718B" w:themeColor="accent5" w:themeTint="99"/>
        <w:insideH w:val="single" w:sz="2" w:space="0" w:color="EB718B" w:themeColor="accent5" w:themeTint="99"/>
        <w:insideV w:val="single" w:sz="2" w:space="0" w:color="EB718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718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718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Grille2-Accentuation6">
    <w:name w:val="Grid Table 2 Accent 6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FAC679" w:themeColor="accent6" w:themeTint="99"/>
        <w:bottom w:val="single" w:sz="2" w:space="0" w:color="FAC679" w:themeColor="accent6" w:themeTint="99"/>
        <w:insideH w:val="single" w:sz="2" w:space="0" w:color="FAC679" w:themeColor="accent6" w:themeTint="99"/>
        <w:insideV w:val="single" w:sz="2" w:space="0" w:color="FAC67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C67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C67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Grille3">
    <w:name w:val="Grid Table 3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  <w:insideV w:val="single" w:sz="4" w:space="0" w:color="4EE7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  <w:tblStylePr w:type="neCell">
      <w:tblPr/>
      <w:tcPr>
        <w:tcBorders>
          <w:bottom w:val="single" w:sz="4" w:space="0" w:color="4EE7F2" w:themeColor="accent1" w:themeTint="99"/>
        </w:tcBorders>
      </w:tcPr>
    </w:tblStylePr>
    <w:tblStylePr w:type="nwCell">
      <w:tblPr/>
      <w:tcPr>
        <w:tcBorders>
          <w:bottom w:val="single" w:sz="4" w:space="0" w:color="4EE7F2" w:themeColor="accent1" w:themeTint="99"/>
        </w:tcBorders>
      </w:tcPr>
    </w:tblStylePr>
    <w:tblStylePr w:type="seCell">
      <w:tblPr/>
      <w:tcPr>
        <w:tcBorders>
          <w:top w:val="single" w:sz="4" w:space="0" w:color="4EE7F2" w:themeColor="accent1" w:themeTint="99"/>
        </w:tcBorders>
      </w:tcPr>
    </w:tblStylePr>
    <w:tblStylePr w:type="swCell">
      <w:tblPr/>
      <w:tcPr>
        <w:tcBorders>
          <w:top w:val="single" w:sz="4" w:space="0" w:color="4EE7F2" w:themeColor="accent1" w:themeTint="99"/>
        </w:tcBorders>
      </w:tcPr>
    </w:tblStylePr>
  </w:style>
  <w:style w:type="table" w:styleId="TableauGrille3-Accentuation2">
    <w:name w:val="Grid Table 3 Accent 2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  <w:insideV w:val="single" w:sz="4" w:space="0" w:color="BBDC8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  <w:tblStylePr w:type="neCell">
      <w:tblPr/>
      <w:tcPr>
        <w:tcBorders>
          <w:bottom w:val="single" w:sz="4" w:space="0" w:color="BBDC8C" w:themeColor="accent2" w:themeTint="99"/>
        </w:tcBorders>
      </w:tcPr>
    </w:tblStylePr>
    <w:tblStylePr w:type="nwCell">
      <w:tblPr/>
      <w:tcPr>
        <w:tcBorders>
          <w:bottom w:val="single" w:sz="4" w:space="0" w:color="BBDC8C" w:themeColor="accent2" w:themeTint="99"/>
        </w:tcBorders>
      </w:tcPr>
    </w:tblStylePr>
    <w:tblStylePr w:type="seCell">
      <w:tblPr/>
      <w:tcPr>
        <w:tcBorders>
          <w:top w:val="single" w:sz="4" w:space="0" w:color="BBDC8C" w:themeColor="accent2" w:themeTint="99"/>
        </w:tcBorders>
      </w:tcPr>
    </w:tblStylePr>
    <w:tblStylePr w:type="swCell">
      <w:tblPr/>
      <w:tcPr>
        <w:tcBorders>
          <w:top w:val="single" w:sz="4" w:space="0" w:color="BBDC8C" w:themeColor="accent2" w:themeTint="99"/>
        </w:tcBorders>
      </w:tcPr>
    </w:tblStylePr>
  </w:style>
  <w:style w:type="table" w:styleId="TableauGrille3-Accentuation3">
    <w:name w:val="Grid Table 3 Accent 3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  <w:insideV w:val="single" w:sz="4" w:space="0" w:color="F8AC7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  <w:tblStylePr w:type="neCell">
      <w:tblPr/>
      <w:tcPr>
        <w:tcBorders>
          <w:bottom w:val="single" w:sz="4" w:space="0" w:color="F8AC7D" w:themeColor="accent3" w:themeTint="99"/>
        </w:tcBorders>
      </w:tcPr>
    </w:tblStylePr>
    <w:tblStylePr w:type="nwCell">
      <w:tblPr/>
      <w:tcPr>
        <w:tcBorders>
          <w:bottom w:val="single" w:sz="4" w:space="0" w:color="F8AC7D" w:themeColor="accent3" w:themeTint="99"/>
        </w:tcBorders>
      </w:tcPr>
    </w:tblStylePr>
    <w:tblStylePr w:type="seCell">
      <w:tblPr/>
      <w:tcPr>
        <w:tcBorders>
          <w:top w:val="single" w:sz="4" w:space="0" w:color="F8AC7D" w:themeColor="accent3" w:themeTint="99"/>
        </w:tcBorders>
      </w:tcPr>
    </w:tblStylePr>
    <w:tblStylePr w:type="swCell">
      <w:tblPr/>
      <w:tcPr>
        <w:tcBorders>
          <w:top w:val="single" w:sz="4" w:space="0" w:color="F8AC7D" w:themeColor="accent3" w:themeTint="99"/>
        </w:tcBorders>
      </w:tcPr>
    </w:tblStylePr>
  </w:style>
  <w:style w:type="table" w:styleId="TableauGrille3-Accentuation4">
    <w:name w:val="Grid Table 3 Accent 4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  <w:insideV w:val="single" w:sz="4" w:space="0" w:color="F37A8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  <w:tblStylePr w:type="neCell">
      <w:tblPr/>
      <w:tcPr>
        <w:tcBorders>
          <w:bottom w:val="single" w:sz="4" w:space="0" w:color="F37A89" w:themeColor="accent4" w:themeTint="99"/>
        </w:tcBorders>
      </w:tcPr>
    </w:tblStylePr>
    <w:tblStylePr w:type="nwCell">
      <w:tblPr/>
      <w:tcPr>
        <w:tcBorders>
          <w:bottom w:val="single" w:sz="4" w:space="0" w:color="F37A89" w:themeColor="accent4" w:themeTint="99"/>
        </w:tcBorders>
      </w:tcPr>
    </w:tblStylePr>
    <w:tblStylePr w:type="seCell">
      <w:tblPr/>
      <w:tcPr>
        <w:tcBorders>
          <w:top w:val="single" w:sz="4" w:space="0" w:color="F37A89" w:themeColor="accent4" w:themeTint="99"/>
        </w:tcBorders>
      </w:tcPr>
    </w:tblStylePr>
    <w:tblStylePr w:type="swCell">
      <w:tblPr/>
      <w:tcPr>
        <w:tcBorders>
          <w:top w:val="single" w:sz="4" w:space="0" w:color="F37A89" w:themeColor="accent4" w:themeTint="99"/>
        </w:tcBorders>
      </w:tcPr>
    </w:tblStylePr>
  </w:style>
  <w:style w:type="table" w:styleId="TableauGrille3-Accentuation5">
    <w:name w:val="Grid Table 3 Accent 5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  <w:insideV w:val="single" w:sz="4" w:space="0" w:color="EB71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  <w:tblStylePr w:type="neCell">
      <w:tblPr/>
      <w:tcPr>
        <w:tcBorders>
          <w:bottom w:val="single" w:sz="4" w:space="0" w:color="EB718B" w:themeColor="accent5" w:themeTint="99"/>
        </w:tcBorders>
      </w:tcPr>
    </w:tblStylePr>
    <w:tblStylePr w:type="nwCell">
      <w:tblPr/>
      <w:tcPr>
        <w:tcBorders>
          <w:bottom w:val="single" w:sz="4" w:space="0" w:color="EB718B" w:themeColor="accent5" w:themeTint="99"/>
        </w:tcBorders>
      </w:tcPr>
    </w:tblStylePr>
    <w:tblStylePr w:type="seCell">
      <w:tblPr/>
      <w:tcPr>
        <w:tcBorders>
          <w:top w:val="single" w:sz="4" w:space="0" w:color="EB718B" w:themeColor="accent5" w:themeTint="99"/>
        </w:tcBorders>
      </w:tcPr>
    </w:tblStylePr>
    <w:tblStylePr w:type="swCell">
      <w:tblPr/>
      <w:tcPr>
        <w:tcBorders>
          <w:top w:val="single" w:sz="4" w:space="0" w:color="EB718B" w:themeColor="accent5" w:themeTint="99"/>
        </w:tcBorders>
      </w:tcPr>
    </w:tblStylePr>
  </w:style>
  <w:style w:type="table" w:styleId="TableauGrille3-Accentuation6">
    <w:name w:val="Grid Table 3 Accent 6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  <w:insideV w:val="single" w:sz="4" w:space="0" w:color="FAC67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  <w:tblStylePr w:type="neCell">
      <w:tblPr/>
      <w:tcPr>
        <w:tcBorders>
          <w:bottom w:val="single" w:sz="4" w:space="0" w:color="FAC679" w:themeColor="accent6" w:themeTint="99"/>
        </w:tcBorders>
      </w:tcPr>
    </w:tblStylePr>
    <w:tblStylePr w:type="nwCell">
      <w:tblPr/>
      <w:tcPr>
        <w:tcBorders>
          <w:bottom w:val="single" w:sz="4" w:space="0" w:color="FAC679" w:themeColor="accent6" w:themeTint="99"/>
        </w:tcBorders>
      </w:tcPr>
    </w:tblStylePr>
    <w:tblStylePr w:type="seCell">
      <w:tblPr/>
      <w:tcPr>
        <w:tcBorders>
          <w:top w:val="single" w:sz="4" w:space="0" w:color="FAC679" w:themeColor="accent6" w:themeTint="99"/>
        </w:tcBorders>
      </w:tcPr>
    </w:tblStylePr>
    <w:tblStylePr w:type="swCell">
      <w:tblPr/>
      <w:tcPr>
        <w:tcBorders>
          <w:top w:val="single" w:sz="4" w:space="0" w:color="FAC679" w:themeColor="accent6" w:themeTint="99"/>
        </w:tcBorders>
      </w:tcPr>
    </w:tblStylePr>
  </w:style>
  <w:style w:type="table" w:styleId="TableauGrille4">
    <w:name w:val="Grid Table 4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4-Accentuation1">
    <w:name w:val="Grid Table 4 Accent 1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  <w:insideV w:val="single" w:sz="4" w:space="0" w:color="4EE7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DABB6" w:themeColor="accent1"/>
          <w:left w:val="single" w:sz="4" w:space="0" w:color="0DABB6" w:themeColor="accent1"/>
          <w:bottom w:val="single" w:sz="4" w:space="0" w:color="0DABB6" w:themeColor="accent1"/>
          <w:right w:val="single" w:sz="4" w:space="0" w:color="0DABB6" w:themeColor="accent1"/>
          <w:insideH w:val="nil"/>
          <w:insideV w:val="nil"/>
        </w:tcBorders>
        <w:shd w:val="clear" w:color="auto" w:fill="0DABB6" w:themeFill="accent1"/>
      </w:tcPr>
    </w:tblStylePr>
    <w:tblStylePr w:type="lastRow">
      <w:rPr>
        <w:b/>
        <w:bCs/>
      </w:rPr>
      <w:tblPr/>
      <w:tcPr>
        <w:tcBorders>
          <w:top w:val="double" w:sz="4" w:space="0" w:color="0DABB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Grille4-Accentuation2">
    <w:name w:val="Grid Table 4 Accent 2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  <w:insideV w:val="single" w:sz="4" w:space="0" w:color="BBDC8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C640" w:themeColor="accent2"/>
          <w:left w:val="single" w:sz="4" w:space="0" w:color="8FC640" w:themeColor="accent2"/>
          <w:bottom w:val="single" w:sz="4" w:space="0" w:color="8FC640" w:themeColor="accent2"/>
          <w:right w:val="single" w:sz="4" w:space="0" w:color="8FC640" w:themeColor="accent2"/>
          <w:insideH w:val="nil"/>
          <w:insideV w:val="nil"/>
        </w:tcBorders>
        <w:shd w:val="clear" w:color="auto" w:fill="8FC640" w:themeFill="accent2"/>
      </w:tcPr>
    </w:tblStylePr>
    <w:tblStylePr w:type="lastRow">
      <w:rPr>
        <w:b/>
        <w:bCs/>
      </w:rPr>
      <w:tblPr/>
      <w:tcPr>
        <w:tcBorders>
          <w:top w:val="double" w:sz="4" w:space="0" w:color="8FC64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Grille4-Accentuation3">
    <w:name w:val="Grid Table 4 Accent 3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  <w:insideV w:val="single" w:sz="4" w:space="0" w:color="F8AC7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47527" w:themeColor="accent3"/>
          <w:left w:val="single" w:sz="4" w:space="0" w:color="F47527" w:themeColor="accent3"/>
          <w:bottom w:val="single" w:sz="4" w:space="0" w:color="F47527" w:themeColor="accent3"/>
          <w:right w:val="single" w:sz="4" w:space="0" w:color="F47527" w:themeColor="accent3"/>
          <w:insideH w:val="nil"/>
          <w:insideV w:val="nil"/>
        </w:tcBorders>
        <w:shd w:val="clear" w:color="auto" w:fill="F47527" w:themeFill="accent3"/>
      </w:tcPr>
    </w:tblStylePr>
    <w:tblStylePr w:type="lastRow">
      <w:rPr>
        <w:b/>
        <w:bCs/>
      </w:rPr>
      <w:tblPr/>
      <w:tcPr>
        <w:tcBorders>
          <w:top w:val="double" w:sz="4" w:space="0" w:color="F4752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Grille4-Accentuation4">
    <w:name w:val="Grid Table 4 Accent 4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  <w:insideV w:val="single" w:sz="4" w:space="0" w:color="F37A8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223B" w:themeColor="accent4"/>
          <w:left w:val="single" w:sz="4" w:space="0" w:color="EC223B" w:themeColor="accent4"/>
          <w:bottom w:val="single" w:sz="4" w:space="0" w:color="EC223B" w:themeColor="accent4"/>
          <w:right w:val="single" w:sz="4" w:space="0" w:color="EC223B" w:themeColor="accent4"/>
          <w:insideH w:val="nil"/>
          <w:insideV w:val="nil"/>
        </w:tcBorders>
        <w:shd w:val="clear" w:color="auto" w:fill="EC223B" w:themeFill="accent4"/>
      </w:tcPr>
    </w:tblStylePr>
    <w:tblStylePr w:type="lastRow">
      <w:rPr>
        <w:b/>
        <w:bCs/>
      </w:rPr>
      <w:tblPr/>
      <w:tcPr>
        <w:tcBorders>
          <w:top w:val="double" w:sz="4" w:space="0" w:color="EC223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  <w:insideV w:val="single" w:sz="4" w:space="0" w:color="EB71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41E44" w:themeColor="accent5"/>
          <w:left w:val="single" w:sz="4" w:space="0" w:color="D41E44" w:themeColor="accent5"/>
          <w:bottom w:val="single" w:sz="4" w:space="0" w:color="D41E44" w:themeColor="accent5"/>
          <w:right w:val="single" w:sz="4" w:space="0" w:color="D41E44" w:themeColor="accent5"/>
          <w:insideH w:val="nil"/>
          <w:insideV w:val="nil"/>
        </w:tcBorders>
        <w:shd w:val="clear" w:color="auto" w:fill="D41E44" w:themeFill="accent5"/>
      </w:tcPr>
    </w:tblStylePr>
    <w:tblStylePr w:type="lastRow">
      <w:rPr>
        <w:b/>
        <w:bCs/>
      </w:rPr>
      <w:tblPr/>
      <w:tcPr>
        <w:tcBorders>
          <w:top w:val="double" w:sz="4" w:space="0" w:color="D41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Grille4-Accentuation6">
    <w:name w:val="Grid Table 4 Accent 6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  <w:insideV w:val="single" w:sz="4" w:space="0" w:color="FAC67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120" w:themeColor="accent6"/>
          <w:left w:val="single" w:sz="4" w:space="0" w:color="F8A120" w:themeColor="accent6"/>
          <w:bottom w:val="single" w:sz="4" w:space="0" w:color="F8A120" w:themeColor="accent6"/>
          <w:right w:val="single" w:sz="4" w:space="0" w:color="F8A120" w:themeColor="accent6"/>
          <w:insideH w:val="nil"/>
          <w:insideV w:val="nil"/>
        </w:tcBorders>
        <w:shd w:val="clear" w:color="auto" w:fill="F8A120" w:themeFill="accent6"/>
      </w:tcPr>
    </w:tblStylePr>
    <w:tblStylePr w:type="lastRow">
      <w:rPr>
        <w:b/>
        <w:bCs/>
      </w:rPr>
      <w:tblPr/>
      <w:tcPr>
        <w:tcBorders>
          <w:top w:val="double" w:sz="4" w:space="0" w:color="F8A12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Grille5Fonc">
    <w:name w:val="Grid Table 5 Dark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4F7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DABB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DABB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DABB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DABB6" w:themeFill="accent1"/>
      </w:tcPr>
    </w:tblStylePr>
    <w:tblStylePr w:type="band1Vert">
      <w:tblPr/>
      <w:tcPr>
        <w:shd w:val="clear" w:color="auto" w:fill="89EFF6" w:themeFill="accent1" w:themeFillTint="66"/>
      </w:tcPr>
    </w:tblStylePr>
    <w:tblStylePr w:type="band1Horz">
      <w:tblPr/>
      <w:tcPr>
        <w:shd w:val="clear" w:color="auto" w:fill="89EFF6" w:themeFill="accent1" w:themeFillTint="66"/>
      </w:tcPr>
    </w:tblStylePr>
  </w:style>
  <w:style w:type="table" w:styleId="TableauGrille5Fonc-Accentuation2">
    <w:name w:val="Grid Table 5 Dark Accent 2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3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C64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C64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C64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C640" w:themeFill="accent2"/>
      </w:tcPr>
    </w:tblStylePr>
    <w:tblStylePr w:type="band1Vert">
      <w:tblPr/>
      <w:tcPr>
        <w:shd w:val="clear" w:color="auto" w:fill="D2E8B2" w:themeFill="accent2" w:themeFillTint="66"/>
      </w:tcPr>
    </w:tblStylePr>
    <w:tblStylePr w:type="band1Horz">
      <w:tblPr/>
      <w:tcPr>
        <w:shd w:val="clear" w:color="auto" w:fill="D2E8B2" w:themeFill="accent2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3D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4752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4752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4752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47527" w:themeFill="accent3"/>
      </w:tcPr>
    </w:tblStylePr>
    <w:tblStylePr w:type="band1Vert">
      <w:tblPr/>
      <w:tcPr>
        <w:shd w:val="clear" w:color="auto" w:fill="FAC7A8" w:themeFill="accent3" w:themeFillTint="66"/>
      </w:tcPr>
    </w:tblStylePr>
    <w:tblStylePr w:type="band1Horz">
      <w:tblPr/>
      <w:tcPr>
        <w:shd w:val="clear" w:color="auto" w:fill="FAC7A8" w:themeFill="accent3" w:themeFillTint="66"/>
      </w:tcPr>
    </w:tblStylePr>
  </w:style>
  <w:style w:type="table" w:styleId="TableauGrille5Fonc-Accentuation4">
    <w:name w:val="Grid Table 5 Dark Accent 4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D2D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223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223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223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223B" w:themeFill="accent4"/>
      </w:tcPr>
    </w:tblStylePr>
    <w:tblStylePr w:type="band1Vert">
      <w:tblPr/>
      <w:tcPr>
        <w:shd w:val="clear" w:color="auto" w:fill="F7A6B0" w:themeFill="accent4" w:themeFillTint="66"/>
      </w:tcPr>
    </w:tblStylePr>
    <w:tblStylePr w:type="band1Horz">
      <w:tblPr/>
      <w:tcPr>
        <w:shd w:val="clear" w:color="auto" w:fill="F7A6B0" w:themeFill="accent4" w:themeFillTint="66"/>
      </w:tcPr>
    </w:tblStylePr>
  </w:style>
  <w:style w:type="table" w:styleId="TableauGrille5Fonc-Accentuation5">
    <w:name w:val="Grid Table 5 Dark Accent 5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FD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1E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1E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1E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1E44" w:themeFill="accent5"/>
      </w:tcPr>
    </w:tblStylePr>
    <w:tblStylePr w:type="band1Vert">
      <w:tblPr/>
      <w:tcPr>
        <w:shd w:val="clear" w:color="auto" w:fill="F1A0B1" w:themeFill="accent5" w:themeFillTint="66"/>
      </w:tcPr>
    </w:tblStylePr>
    <w:tblStylePr w:type="band1Horz">
      <w:tblPr/>
      <w:tcPr>
        <w:shd w:val="clear" w:color="auto" w:fill="F1A0B1" w:themeFill="accent5" w:themeFillTint="66"/>
      </w:tcPr>
    </w:tblStylePr>
  </w:style>
  <w:style w:type="table" w:styleId="TableauGrille5Fonc-Accentuation6">
    <w:name w:val="Grid Table 5 Dark Accent 6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C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12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12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A12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A120" w:themeFill="accent6"/>
      </w:tcPr>
    </w:tblStylePr>
    <w:tblStylePr w:type="band1Vert">
      <w:tblPr/>
      <w:tcPr>
        <w:shd w:val="clear" w:color="auto" w:fill="FCD9A5" w:themeFill="accent6" w:themeFillTint="66"/>
      </w:tcPr>
    </w:tblStylePr>
    <w:tblStylePr w:type="band1Horz">
      <w:tblPr/>
      <w:tcPr>
        <w:shd w:val="clear" w:color="auto" w:fill="FCD9A5" w:themeFill="accent6" w:themeFillTint="66"/>
      </w:tcPr>
    </w:tblStylePr>
  </w:style>
  <w:style w:type="table" w:styleId="TableauGrille6Couleur">
    <w:name w:val="Grid Table 6 Colorful"/>
    <w:basedOn w:val="TableauNormal"/>
    <w:uiPriority w:val="51"/>
    <w:rsid w:val="002C4BD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6Couleur-Accentuation1">
    <w:name w:val="Grid Table 6 Colorful Accent 1"/>
    <w:basedOn w:val="TableauNormal"/>
    <w:uiPriority w:val="51"/>
    <w:rsid w:val="002C4BD7"/>
    <w:rPr>
      <w:color w:val="097F88" w:themeColor="accent1" w:themeShade="BF"/>
    </w:rPr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  <w:insideV w:val="single" w:sz="4" w:space="0" w:color="4EE7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EE7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EE7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Grille6Couleur-Accentuation2">
    <w:name w:val="Grid Table 6 Colorful Accent 2"/>
    <w:basedOn w:val="TableauNormal"/>
    <w:uiPriority w:val="51"/>
    <w:rsid w:val="002C4BD7"/>
    <w:rPr>
      <w:color w:val="6B962D" w:themeColor="accent2" w:themeShade="BF"/>
    </w:rPr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  <w:insideV w:val="single" w:sz="4" w:space="0" w:color="BBDC8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BDC8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BDC8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2C4BD7"/>
    <w:rPr>
      <w:color w:val="C9520A" w:themeColor="accent3" w:themeShade="BF"/>
    </w:rPr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  <w:insideV w:val="single" w:sz="4" w:space="0" w:color="F8AC7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8AC7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8AC7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Grille6Couleur-Accentuation4">
    <w:name w:val="Grid Table 6 Colorful Accent 4"/>
    <w:basedOn w:val="TableauNormal"/>
    <w:uiPriority w:val="51"/>
    <w:rsid w:val="002C4BD7"/>
    <w:rPr>
      <w:color w:val="B91024" w:themeColor="accent4" w:themeShade="BF"/>
    </w:rPr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  <w:insideV w:val="single" w:sz="4" w:space="0" w:color="F37A8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37A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7A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Grille6Couleur-Accentuation5">
    <w:name w:val="Grid Table 6 Colorful Accent 5"/>
    <w:basedOn w:val="TableauNormal"/>
    <w:uiPriority w:val="51"/>
    <w:rsid w:val="002C4BD7"/>
    <w:rPr>
      <w:color w:val="9E1632" w:themeColor="accent5" w:themeShade="BF"/>
    </w:rPr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  <w:insideV w:val="single" w:sz="4" w:space="0" w:color="EB718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B71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71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Grille6Couleur-Accentuation6">
    <w:name w:val="Grid Table 6 Colorful Accent 6"/>
    <w:basedOn w:val="TableauNormal"/>
    <w:uiPriority w:val="51"/>
    <w:rsid w:val="002C4BD7"/>
    <w:rPr>
      <w:color w:val="CB7B06" w:themeColor="accent6" w:themeShade="BF"/>
    </w:rPr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  <w:insideV w:val="single" w:sz="4" w:space="0" w:color="FAC67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C67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C67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Grille7Couleur">
    <w:name w:val="Grid Table 7 Colorful"/>
    <w:basedOn w:val="TableauNormal"/>
    <w:uiPriority w:val="52"/>
    <w:rsid w:val="002C4BD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7Couleur-Accentuation1">
    <w:name w:val="Grid Table 7 Colorful Accent 1"/>
    <w:basedOn w:val="TableauNormal"/>
    <w:uiPriority w:val="52"/>
    <w:rsid w:val="002C4BD7"/>
    <w:rPr>
      <w:color w:val="097F88" w:themeColor="accent1" w:themeShade="BF"/>
    </w:rPr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  <w:insideV w:val="single" w:sz="4" w:space="0" w:color="4EE7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  <w:tblStylePr w:type="neCell">
      <w:tblPr/>
      <w:tcPr>
        <w:tcBorders>
          <w:bottom w:val="single" w:sz="4" w:space="0" w:color="4EE7F2" w:themeColor="accent1" w:themeTint="99"/>
        </w:tcBorders>
      </w:tcPr>
    </w:tblStylePr>
    <w:tblStylePr w:type="nwCell">
      <w:tblPr/>
      <w:tcPr>
        <w:tcBorders>
          <w:bottom w:val="single" w:sz="4" w:space="0" w:color="4EE7F2" w:themeColor="accent1" w:themeTint="99"/>
        </w:tcBorders>
      </w:tcPr>
    </w:tblStylePr>
    <w:tblStylePr w:type="seCell">
      <w:tblPr/>
      <w:tcPr>
        <w:tcBorders>
          <w:top w:val="single" w:sz="4" w:space="0" w:color="4EE7F2" w:themeColor="accent1" w:themeTint="99"/>
        </w:tcBorders>
      </w:tcPr>
    </w:tblStylePr>
    <w:tblStylePr w:type="swCell">
      <w:tblPr/>
      <w:tcPr>
        <w:tcBorders>
          <w:top w:val="single" w:sz="4" w:space="0" w:color="4EE7F2" w:themeColor="accent1" w:themeTint="99"/>
        </w:tcBorders>
      </w:tcPr>
    </w:tblStylePr>
  </w:style>
  <w:style w:type="table" w:styleId="TableauGrille7Couleur-Accentuation2">
    <w:name w:val="Grid Table 7 Colorful Accent 2"/>
    <w:basedOn w:val="TableauNormal"/>
    <w:uiPriority w:val="52"/>
    <w:rsid w:val="002C4BD7"/>
    <w:rPr>
      <w:color w:val="6B962D" w:themeColor="accent2" w:themeShade="BF"/>
    </w:rPr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  <w:insideV w:val="single" w:sz="4" w:space="0" w:color="BBDC8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  <w:tblStylePr w:type="neCell">
      <w:tblPr/>
      <w:tcPr>
        <w:tcBorders>
          <w:bottom w:val="single" w:sz="4" w:space="0" w:color="BBDC8C" w:themeColor="accent2" w:themeTint="99"/>
        </w:tcBorders>
      </w:tcPr>
    </w:tblStylePr>
    <w:tblStylePr w:type="nwCell">
      <w:tblPr/>
      <w:tcPr>
        <w:tcBorders>
          <w:bottom w:val="single" w:sz="4" w:space="0" w:color="BBDC8C" w:themeColor="accent2" w:themeTint="99"/>
        </w:tcBorders>
      </w:tcPr>
    </w:tblStylePr>
    <w:tblStylePr w:type="seCell">
      <w:tblPr/>
      <w:tcPr>
        <w:tcBorders>
          <w:top w:val="single" w:sz="4" w:space="0" w:color="BBDC8C" w:themeColor="accent2" w:themeTint="99"/>
        </w:tcBorders>
      </w:tcPr>
    </w:tblStylePr>
    <w:tblStylePr w:type="swCell">
      <w:tblPr/>
      <w:tcPr>
        <w:tcBorders>
          <w:top w:val="single" w:sz="4" w:space="0" w:color="BBDC8C" w:themeColor="accent2" w:themeTint="99"/>
        </w:tcBorders>
      </w:tcPr>
    </w:tblStylePr>
  </w:style>
  <w:style w:type="table" w:styleId="TableauGrille7Couleur-Accentuation3">
    <w:name w:val="Grid Table 7 Colorful Accent 3"/>
    <w:basedOn w:val="TableauNormal"/>
    <w:uiPriority w:val="52"/>
    <w:rsid w:val="002C4BD7"/>
    <w:rPr>
      <w:color w:val="C9520A" w:themeColor="accent3" w:themeShade="BF"/>
    </w:rPr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  <w:insideV w:val="single" w:sz="4" w:space="0" w:color="F8AC7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  <w:tblStylePr w:type="neCell">
      <w:tblPr/>
      <w:tcPr>
        <w:tcBorders>
          <w:bottom w:val="single" w:sz="4" w:space="0" w:color="F8AC7D" w:themeColor="accent3" w:themeTint="99"/>
        </w:tcBorders>
      </w:tcPr>
    </w:tblStylePr>
    <w:tblStylePr w:type="nwCell">
      <w:tblPr/>
      <w:tcPr>
        <w:tcBorders>
          <w:bottom w:val="single" w:sz="4" w:space="0" w:color="F8AC7D" w:themeColor="accent3" w:themeTint="99"/>
        </w:tcBorders>
      </w:tcPr>
    </w:tblStylePr>
    <w:tblStylePr w:type="seCell">
      <w:tblPr/>
      <w:tcPr>
        <w:tcBorders>
          <w:top w:val="single" w:sz="4" w:space="0" w:color="F8AC7D" w:themeColor="accent3" w:themeTint="99"/>
        </w:tcBorders>
      </w:tcPr>
    </w:tblStylePr>
    <w:tblStylePr w:type="swCell">
      <w:tblPr/>
      <w:tcPr>
        <w:tcBorders>
          <w:top w:val="single" w:sz="4" w:space="0" w:color="F8AC7D" w:themeColor="accent3" w:themeTint="99"/>
        </w:tcBorders>
      </w:tcPr>
    </w:tblStylePr>
  </w:style>
  <w:style w:type="table" w:styleId="TableauGrille7Couleur-Accentuation4">
    <w:name w:val="Grid Table 7 Colorful Accent 4"/>
    <w:basedOn w:val="TableauNormal"/>
    <w:uiPriority w:val="52"/>
    <w:rsid w:val="002C4BD7"/>
    <w:rPr>
      <w:color w:val="B91024" w:themeColor="accent4" w:themeShade="BF"/>
    </w:rPr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  <w:insideV w:val="single" w:sz="4" w:space="0" w:color="F37A8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  <w:tblStylePr w:type="neCell">
      <w:tblPr/>
      <w:tcPr>
        <w:tcBorders>
          <w:bottom w:val="single" w:sz="4" w:space="0" w:color="F37A89" w:themeColor="accent4" w:themeTint="99"/>
        </w:tcBorders>
      </w:tcPr>
    </w:tblStylePr>
    <w:tblStylePr w:type="nwCell">
      <w:tblPr/>
      <w:tcPr>
        <w:tcBorders>
          <w:bottom w:val="single" w:sz="4" w:space="0" w:color="F37A89" w:themeColor="accent4" w:themeTint="99"/>
        </w:tcBorders>
      </w:tcPr>
    </w:tblStylePr>
    <w:tblStylePr w:type="seCell">
      <w:tblPr/>
      <w:tcPr>
        <w:tcBorders>
          <w:top w:val="single" w:sz="4" w:space="0" w:color="F37A89" w:themeColor="accent4" w:themeTint="99"/>
        </w:tcBorders>
      </w:tcPr>
    </w:tblStylePr>
    <w:tblStylePr w:type="swCell">
      <w:tblPr/>
      <w:tcPr>
        <w:tcBorders>
          <w:top w:val="single" w:sz="4" w:space="0" w:color="F37A89" w:themeColor="accent4" w:themeTint="99"/>
        </w:tcBorders>
      </w:tcPr>
    </w:tblStylePr>
  </w:style>
  <w:style w:type="table" w:styleId="TableauGrille7Couleur-Accentuation5">
    <w:name w:val="Grid Table 7 Colorful Accent 5"/>
    <w:basedOn w:val="TableauNormal"/>
    <w:uiPriority w:val="52"/>
    <w:rsid w:val="002C4BD7"/>
    <w:rPr>
      <w:color w:val="9E1632" w:themeColor="accent5" w:themeShade="BF"/>
    </w:rPr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  <w:insideV w:val="single" w:sz="4" w:space="0" w:color="EB71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  <w:tblStylePr w:type="neCell">
      <w:tblPr/>
      <w:tcPr>
        <w:tcBorders>
          <w:bottom w:val="single" w:sz="4" w:space="0" w:color="EB718B" w:themeColor="accent5" w:themeTint="99"/>
        </w:tcBorders>
      </w:tcPr>
    </w:tblStylePr>
    <w:tblStylePr w:type="nwCell">
      <w:tblPr/>
      <w:tcPr>
        <w:tcBorders>
          <w:bottom w:val="single" w:sz="4" w:space="0" w:color="EB718B" w:themeColor="accent5" w:themeTint="99"/>
        </w:tcBorders>
      </w:tcPr>
    </w:tblStylePr>
    <w:tblStylePr w:type="seCell">
      <w:tblPr/>
      <w:tcPr>
        <w:tcBorders>
          <w:top w:val="single" w:sz="4" w:space="0" w:color="EB718B" w:themeColor="accent5" w:themeTint="99"/>
        </w:tcBorders>
      </w:tcPr>
    </w:tblStylePr>
    <w:tblStylePr w:type="swCell">
      <w:tblPr/>
      <w:tcPr>
        <w:tcBorders>
          <w:top w:val="single" w:sz="4" w:space="0" w:color="EB718B" w:themeColor="accent5" w:themeTint="99"/>
        </w:tcBorders>
      </w:tcPr>
    </w:tblStylePr>
  </w:style>
  <w:style w:type="table" w:styleId="TableauGrille7Couleur-Accentuation6">
    <w:name w:val="Grid Table 7 Colorful Accent 6"/>
    <w:basedOn w:val="TableauNormal"/>
    <w:uiPriority w:val="52"/>
    <w:rsid w:val="002C4BD7"/>
    <w:rPr>
      <w:color w:val="CB7B06" w:themeColor="accent6" w:themeShade="BF"/>
    </w:rPr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  <w:insideV w:val="single" w:sz="4" w:space="0" w:color="FAC67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  <w:tblStylePr w:type="neCell">
      <w:tblPr/>
      <w:tcPr>
        <w:tcBorders>
          <w:bottom w:val="single" w:sz="4" w:space="0" w:color="FAC679" w:themeColor="accent6" w:themeTint="99"/>
        </w:tcBorders>
      </w:tcPr>
    </w:tblStylePr>
    <w:tblStylePr w:type="nwCell">
      <w:tblPr/>
      <w:tcPr>
        <w:tcBorders>
          <w:bottom w:val="single" w:sz="4" w:space="0" w:color="FAC679" w:themeColor="accent6" w:themeTint="99"/>
        </w:tcBorders>
      </w:tcPr>
    </w:tblStylePr>
    <w:tblStylePr w:type="seCell">
      <w:tblPr/>
      <w:tcPr>
        <w:tcBorders>
          <w:top w:val="single" w:sz="4" w:space="0" w:color="FAC679" w:themeColor="accent6" w:themeTint="99"/>
        </w:tcBorders>
      </w:tcPr>
    </w:tblStylePr>
    <w:tblStylePr w:type="swCell">
      <w:tblPr/>
      <w:tcPr>
        <w:tcBorders>
          <w:top w:val="single" w:sz="4" w:space="0" w:color="FAC679" w:themeColor="accent6" w:themeTint="99"/>
        </w:tcBorders>
      </w:tcPr>
    </w:tblStylePr>
  </w:style>
  <w:style w:type="character" w:customStyle="1" w:styleId="Hashtag">
    <w:name w:val="Hashtag"/>
    <w:basedOn w:val="Policepardfaut"/>
    <w:uiPriority w:val="99"/>
    <w:semiHidden/>
    <w:unhideWhenUsed/>
    <w:rsid w:val="002C4BD7"/>
    <w:rPr>
      <w:color w:val="2B579A"/>
      <w:shd w:val="clear" w:color="auto" w:fill="E6E6E6"/>
    </w:rPr>
  </w:style>
  <w:style w:type="character" w:customStyle="1" w:styleId="Titre6Car">
    <w:name w:val="Titre 6 Car"/>
    <w:basedOn w:val="Policepardfaut"/>
    <w:link w:val="Titre6"/>
    <w:uiPriority w:val="9"/>
    <w:semiHidden/>
    <w:rsid w:val="007A1081"/>
    <w:rPr>
      <w:rFonts w:asciiTheme="majorHAnsi" w:eastAsiaTheme="majorEastAsia" w:hAnsiTheme="majorHAnsi" w:cstheme="majorBidi"/>
      <w:b/>
      <w:color w:val="000000" w:themeColor="text2"/>
    </w:rPr>
  </w:style>
  <w:style w:type="character" w:customStyle="1" w:styleId="Titre7Car">
    <w:name w:val="Titre 7 Car"/>
    <w:basedOn w:val="Policepardfaut"/>
    <w:link w:val="Titre7"/>
    <w:uiPriority w:val="9"/>
    <w:semiHidden/>
    <w:rsid w:val="007A1081"/>
    <w:rPr>
      <w:rFonts w:asciiTheme="majorHAnsi" w:eastAsiaTheme="majorEastAsia" w:hAnsiTheme="majorHAnsi" w:cstheme="majorBidi"/>
      <w:iCs/>
      <w:caps/>
      <w:color w:val="000000" w:themeColor="text2"/>
    </w:rPr>
  </w:style>
  <w:style w:type="character" w:customStyle="1" w:styleId="Titre8Car">
    <w:name w:val="Titre 8 Car"/>
    <w:basedOn w:val="Policepardfaut"/>
    <w:link w:val="Titre8"/>
    <w:uiPriority w:val="9"/>
    <w:semiHidden/>
    <w:rsid w:val="007A1081"/>
    <w:rPr>
      <w:rFonts w:asciiTheme="majorHAnsi" w:eastAsiaTheme="majorEastAsia" w:hAnsiTheme="majorHAnsi" w:cstheme="majorBidi"/>
      <w:color w:val="47651E" w:themeColor="accent2" w:themeShade="80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A1081"/>
    <w:rPr>
      <w:rFonts w:asciiTheme="majorHAnsi" w:eastAsiaTheme="majorEastAsia" w:hAnsiTheme="majorHAnsi" w:cstheme="majorBidi"/>
      <w:i/>
      <w:iCs/>
      <w:color w:val="47651E" w:themeColor="accent2" w:themeShade="80"/>
      <w:szCs w:val="21"/>
    </w:rPr>
  </w:style>
  <w:style w:type="character" w:styleId="AcronymeHTML">
    <w:name w:val="HTML Acronym"/>
    <w:basedOn w:val="Policepardfaut"/>
    <w:uiPriority w:val="99"/>
    <w:semiHidden/>
    <w:unhideWhenUsed/>
    <w:rsid w:val="002C4BD7"/>
  </w:style>
  <w:style w:type="paragraph" w:styleId="AdresseHTML">
    <w:name w:val="HTML Address"/>
    <w:basedOn w:val="Normal"/>
    <w:link w:val="AdresseHTMLCar"/>
    <w:uiPriority w:val="99"/>
    <w:semiHidden/>
    <w:unhideWhenUsed/>
    <w:rsid w:val="002C4BD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C4BD7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2C4BD7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2C4BD7"/>
    <w:rPr>
      <w:rFonts w:ascii="Consolas" w:hAnsi="Consolas"/>
      <w:sz w:val="22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2C4BD7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2C4BD7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C4BD7"/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C4BD7"/>
    <w:rPr>
      <w:rFonts w:ascii="Consolas" w:hAnsi="Consolas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2C4BD7"/>
    <w:rPr>
      <w:rFonts w:ascii="Consolas" w:hAnsi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2C4BD7"/>
    <w:rPr>
      <w:rFonts w:ascii="Consolas" w:hAnsi="Consolas"/>
      <w:sz w:val="22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2C4BD7"/>
    <w:rPr>
      <w:i/>
      <w:iCs/>
    </w:rPr>
  </w:style>
  <w:style w:type="character" w:styleId="Lienhypertexte">
    <w:name w:val="Hyperlink"/>
    <w:basedOn w:val="Policepardfaut"/>
    <w:uiPriority w:val="99"/>
    <w:unhideWhenUsed/>
    <w:rsid w:val="002C4BD7"/>
    <w:rPr>
      <w:color w:val="0070C0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C4BD7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C4BD7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C4BD7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C4BD7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C4BD7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C4BD7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C4BD7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C4BD7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C4BD7"/>
    <w:pPr>
      <w:ind w:left="198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2C4BD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21"/>
    <w:semiHidden/>
    <w:unhideWhenUsed/>
    <w:qFormat/>
    <w:rsid w:val="00674BAA"/>
    <w:rPr>
      <w:i/>
      <w:iCs/>
      <w:color w:val="097F88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674BAA"/>
    <w:pPr>
      <w:pBdr>
        <w:top w:val="single" w:sz="4" w:space="10" w:color="0DABB6" w:themeColor="accent1"/>
        <w:bottom w:val="single" w:sz="4" w:space="10" w:color="0DABB6" w:themeColor="accent1"/>
      </w:pBdr>
      <w:spacing w:before="360" w:after="360"/>
      <w:jc w:val="center"/>
    </w:pPr>
    <w:rPr>
      <w:i/>
      <w:iCs/>
      <w:color w:val="097F88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674BAA"/>
    <w:rPr>
      <w:i/>
      <w:iCs/>
      <w:color w:val="097F88" w:themeColor="accent1" w:themeShade="BF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674BAA"/>
    <w:rPr>
      <w:b/>
      <w:bCs/>
      <w:caps w:val="0"/>
      <w:smallCaps/>
      <w:color w:val="097F88" w:themeColor="accent1" w:themeShade="BF"/>
      <w:spacing w:val="0"/>
    </w:rPr>
  </w:style>
  <w:style w:type="table" w:styleId="Grilleclaire">
    <w:name w:val="Light Grid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0DABB6" w:themeColor="accent1"/>
        <w:left w:val="single" w:sz="8" w:space="0" w:color="0DABB6" w:themeColor="accent1"/>
        <w:bottom w:val="single" w:sz="8" w:space="0" w:color="0DABB6" w:themeColor="accent1"/>
        <w:right w:val="single" w:sz="8" w:space="0" w:color="0DABB6" w:themeColor="accent1"/>
        <w:insideH w:val="single" w:sz="8" w:space="0" w:color="0DABB6" w:themeColor="accent1"/>
        <w:insideV w:val="single" w:sz="8" w:space="0" w:color="0DABB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18" w:space="0" w:color="0DABB6" w:themeColor="accent1"/>
          <w:right w:val="single" w:sz="8" w:space="0" w:color="0DABB6" w:themeColor="accent1"/>
          <w:insideH w:val="nil"/>
          <w:insideV w:val="single" w:sz="8" w:space="0" w:color="0DABB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  <w:insideH w:val="nil"/>
          <w:insideV w:val="single" w:sz="8" w:space="0" w:color="0DABB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</w:tcPr>
    </w:tblStylePr>
    <w:tblStylePr w:type="band1Vert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  <w:shd w:val="clear" w:color="auto" w:fill="B6F5F9" w:themeFill="accent1" w:themeFillTint="3F"/>
      </w:tcPr>
    </w:tblStylePr>
    <w:tblStylePr w:type="band1Horz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  <w:insideV w:val="single" w:sz="8" w:space="0" w:color="0DABB6" w:themeColor="accent1"/>
        </w:tcBorders>
        <w:shd w:val="clear" w:color="auto" w:fill="B6F5F9" w:themeFill="accent1" w:themeFillTint="3F"/>
      </w:tcPr>
    </w:tblStylePr>
    <w:tblStylePr w:type="band2Horz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  <w:insideV w:val="single" w:sz="8" w:space="0" w:color="0DABB6" w:themeColor="accent1"/>
        </w:tcBorders>
      </w:tcPr>
    </w:tblStylePr>
  </w:style>
  <w:style w:type="table" w:styleId="Grilleclaire-Accent2">
    <w:name w:val="Light Grid Accent 2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8FC640" w:themeColor="accent2"/>
        <w:left w:val="single" w:sz="8" w:space="0" w:color="8FC640" w:themeColor="accent2"/>
        <w:bottom w:val="single" w:sz="8" w:space="0" w:color="8FC640" w:themeColor="accent2"/>
        <w:right w:val="single" w:sz="8" w:space="0" w:color="8FC640" w:themeColor="accent2"/>
        <w:insideH w:val="single" w:sz="8" w:space="0" w:color="8FC640" w:themeColor="accent2"/>
        <w:insideV w:val="single" w:sz="8" w:space="0" w:color="8FC64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18" w:space="0" w:color="8FC640" w:themeColor="accent2"/>
          <w:right w:val="single" w:sz="8" w:space="0" w:color="8FC640" w:themeColor="accent2"/>
          <w:insideH w:val="nil"/>
          <w:insideV w:val="single" w:sz="8" w:space="0" w:color="8FC64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  <w:insideH w:val="nil"/>
          <w:insideV w:val="single" w:sz="8" w:space="0" w:color="8FC64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</w:tcPr>
    </w:tblStylePr>
    <w:tblStylePr w:type="band1Vert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  <w:shd w:val="clear" w:color="auto" w:fill="E3F1CF" w:themeFill="accent2" w:themeFillTint="3F"/>
      </w:tcPr>
    </w:tblStylePr>
    <w:tblStylePr w:type="band1Horz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  <w:insideV w:val="single" w:sz="8" w:space="0" w:color="8FC640" w:themeColor="accent2"/>
        </w:tcBorders>
        <w:shd w:val="clear" w:color="auto" w:fill="E3F1CF" w:themeFill="accent2" w:themeFillTint="3F"/>
      </w:tcPr>
    </w:tblStylePr>
    <w:tblStylePr w:type="band2Horz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  <w:insideV w:val="single" w:sz="8" w:space="0" w:color="8FC640" w:themeColor="accent2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F47527" w:themeColor="accent3"/>
        <w:left w:val="single" w:sz="8" w:space="0" w:color="F47527" w:themeColor="accent3"/>
        <w:bottom w:val="single" w:sz="8" w:space="0" w:color="F47527" w:themeColor="accent3"/>
        <w:right w:val="single" w:sz="8" w:space="0" w:color="F47527" w:themeColor="accent3"/>
        <w:insideH w:val="single" w:sz="8" w:space="0" w:color="F47527" w:themeColor="accent3"/>
        <w:insideV w:val="single" w:sz="8" w:space="0" w:color="F4752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18" w:space="0" w:color="F47527" w:themeColor="accent3"/>
          <w:right w:val="single" w:sz="8" w:space="0" w:color="F47527" w:themeColor="accent3"/>
          <w:insideH w:val="nil"/>
          <w:insideV w:val="single" w:sz="8" w:space="0" w:color="F4752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  <w:insideH w:val="nil"/>
          <w:insideV w:val="single" w:sz="8" w:space="0" w:color="F4752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</w:tcPr>
    </w:tblStylePr>
    <w:tblStylePr w:type="band1Vert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  <w:shd w:val="clear" w:color="auto" w:fill="FCDCC9" w:themeFill="accent3" w:themeFillTint="3F"/>
      </w:tcPr>
    </w:tblStylePr>
    <w:tblStylePr w:type="band1Horz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  <w:insideV w:val="single" w:sz="8" w:space="0" w:color="F47527" w:themeColor="accent3"/>
        </w:tcBorders>
        <w:shd w:val="clear" w:color="auto" w:fill="FCDCC9" w:themeFill="accent3" w:themeFillTint="3F"/>
      </w:tcPr>
    </w:tblStylePr>
    <w:tblStylePr w:type="band2Horz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  <w:insideV w:val="single" w:sz="8" w:space="0" w:color="F47527" w:themeColor="accent3"/>
        </w:tcBorders>
      </w:tcPr>
    </w:tblStylePr>
  </w:style>
  <w:style w:type="table" w:styleId="Grilleclaire-Accent4">
    <w:name w:val="Light Grid Accent 4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EC223B" w:themeColor="accent4"/>
        <w:left w:val="single" w:sz="8" w:space="0" w:color="EC223B" w:themeColor="accent4"/>
        <w:bottom w:val="single" w:sz="8" w:space="0" w:color="EC223B" w:themeColor="accent4"/>
        <w:right w:val="single" w:sz="8" w:space="0" w:color="EC223B" w:themeColor="accent4"/>
        <w:insideH w:val="single" w:sz="8" w:space="0" w:color="EC223B" w:themeColor="accent4"/>
        <w:insideV w:val="single" w:sz="8" w:space="0" w:color="EC223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18" w:space="0" w:color="EC223B" w:themeColor="accent4"/>
          <w:right w:val="single" w:sz="8" w:space="0" w:color="EC223B" w:themeColor="accent4"/>
          <w:insideH w:val="nil"/>
          <w:insideV w:val="single" w:sz="8" w:space="0" w:color="EC223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  <w:insideH w:val="nil"/>
          <w:insideV w:val="single" w:sz="8" w:space="0" w:color="EC223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</w:tcPr>
    </w:tblStylePr>
    <w:tblStylePr w:type="band1Vert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  <w:shd w:val="clear" w:color="auto" w:fill="FAC8CE" w:themeFill="accent4" w:themeFillTint="3F"/>
      </w:tcPr>
    </w:tblStylePr>
    <w:tblStylePr w:type="band1Horz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  <w:insideV w:val="single" w:sz="8" w:space="0" w:color="EC223B" w:themeColor="accent4"/>
        </w:tcBorders>
        <w:shd w:val="clear" w:color="auto" w:fill="FAC8CE" w:themeFill="accent4" w:themeFillTint="3F"/>
      </w:tcPr>
    </w:tblStylePr>
    <w:tblStylePr w:type="band2Horz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  <w:insideV w:val="single" w:sz="8" w:space="0" w:color="EC223B" w:themeColor="accent4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D41E44" w:themeColor="accent5"/>
        <w:left w:val="single" w:sz="8" w:space="0" w:color="D41E44" w:themeColor="accent5"/>
        <w:bottom w:val="single" w:sz="8" w:space="0" w:color="D41E44" w:themeColor="accent5"/>
        <w:right w:val="single" w:sz="8" w:space="0" w:color="D41E44" w:themeColor="accent5"/>
        <w:insideH w:val="single" w:sz="8" w:space="0" w:color="D41E44" w:themeColor="accent5"/>
        <w:insideV w:val="single" w:sz="8" w:space="0" w:color="D41E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18" w:space="0" w:color="D41E44" w:themeColor="accent5"/>
          <w:right w:val="single" w:sz="8" w:space="0" w:color="D41E44" w:themeColor="accent5"/>
          <w:insideH w:val="nil"/>
          <w:insideV w:val="single" w:sz="8" w:space="0" w:color="D41E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  <w:insideH w:val="nil"/>
          <w:insideV w:val="single" w:sz="8" w:space="0" w:color="D41E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</w:tcPr>
    </w:tblStylePr>
    <w:tblStylePr w:type="band1Vert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  <w:shd w:val="clear" w:color="auto" w:fill="F6C4CF" w:themeFill="accent5" w:themeFillTint="3F"/>
      </w:tcPr>
    </w:tblStylePr>
    <w:tblStylePr w:type="band1Horz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  <w:insideV w:val="single" w:sz="8" w:space="0" w:color="D41E44" w:themeColor="accent5"/>
        </w:tcBorders>
        <w:shd w:val="clear" w:color="auto" w:fill="F6C4CF" w:themeFill="accent5" w:themeFillTint="3F"/>
      </w:tcPr>
    </w:tblStylePr>
    <w:tblStylePr w:type="band2Horz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  <w:insideV w:val="single" w:sz="8" w:space="0" w:color="D41E44" w:themeColor="accent5"/>
        </w:tcBorders>
      </w:tcPr>
    </w:tblStylePr>
  </w:style>
  <w:style w:type="table" w:styleId="Grilleclaire-Accent6">
    <w:name w:val="Light Grid Accent 6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F8A120" w:themeColor="accent6"/>
        <w:left w:val="single" w:sz="8" w:space="0" w:color="F8A120" w:themeColor="accent6"/>
        <w:bottom w:val="single" w:sz="8" w:space="0" w:color="F8A120" w:themeColor="accent6"/>
        <w:right w:val="single" w:sz="8" w:space="0" w:color="F8A120" w:themeColor="accent6"/>
        <w:insideH w:val="single" w:sz="8" w:space="0" w:color="F8A120" w:themeColor="accent6"/>
        <w:insideV w:val="single" w:sz="8" w:space="0" w:color="F8A12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18" w:space="0" w:color="F8A120" w:themeColor="accent6"/>
          <w:right w:val="single" w:sz="8" w:space="0" w:color="F8A120" w:themeColor="accent6"/>
          <w:insideH w:val="nil"/>
          <w:insideV w:val="single" w:sz="8" w:space="0" w:color="F8A12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  <w:insideH w:val="nil"/>
          <w:insideV w:val="single" w:sz="8" w:space="0" w:color="F8A12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</w:tcPr>
    </w:tblStylePr>
    <w:tblStylePr w:type="band1Vert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  <w:shd w:val="clear" w:color="auto" w:fill="FDE7C7" w:themeFill="accent6" w:themeFillTint="3F"/>
      </w:tcPr>
    </w:tblStylePr>
    <w:tblStylePr w:type="band1Horz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  <w:insideV w:val="single" w:sz="8" w:space="0" w:color="F8A120" w:themeColor="accent6"/>
        </w:tcBorders>
        <w:shd w:val="clear" w:color="auto" w:fill="FDE7C7" w:themeFill="accent6" w:themeFillTint="3F"/>
      </w:tcPr>
    </w:tblStylePr>
    <w:tblStylePr w:type="band2Horz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  <w:insideV w:val="single" w:sz="8" w:space="0" w:color="F8A120" w:themeColor="accent6"/>
        </w:tcBorders>
      </w:tcPr>
    </w:tblStylePr>
  </w:style>
  <w:style w:type="table" w:styleId="Listeclaire">
    <w:name w:val="Light List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0DABB6" w:themeColor="accent1"/>
        <w:left w:val="single" w:sz="8" w:space="0" w:color="0DABB6" w:themeColor="accent1"/>
        <w:bottom w:val="single" w:sz="8" w:space="0" w:color="0DABB6" w:themeColor="accent1"/>
        <w:right w:val="single" w:sz="8" w:space="0" w:color="0DABB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DABB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</w:tcPr>
    </w:tblStylePr>
    <w:tblStylePr w:type="band1Horz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8FC640" w:themeColor="accent2"/>
        <w:left w:val="single" w:sz="8" w:space="0" w:color="8FC640" w:themeColor="accent2"/>
        <w:bottom w:val="single" w:sz="8" w:space="0" w:color="8FC640" w:themeColor="accent2"/>
        <w:right w:val="single" w:sz="8" w:space="0" w:color="8FC64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C64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</w:tcPr>
    </w:tblStylePr>
    <w:tblStylePr w:type="band1Horz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</w:tcPr>
    </w:tblStylePr>
  </w:style>
  <w:style w:type="table" w:styleId="Listeclaire-Accent3">
    <w:name w:val="Light List Accent 3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F47527" w:themeColor="accent3"/>
        <w:left w:val="single" w:sz="8" w:space="0" w:color="F47527" w:themeColor="accent3"/>
        <w:bottom w:val="single" w:sz="8" w:space="0" w:color="F47527" w:themeColor="accent3"/>
        <w:right w:val="single" w:sz="8" w:space="0" w:color="F4752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4752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</w:tcPr>
    </w:tblStylePr>
    <w:tblStylePr w:type="band1Horz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</w:tcPr>
    </w:tblStylePr>
  </w:style>
  <w:style w:type="table" w:styleId="Listeclaire-Accent4">
    <w:name w:val="Light List Accent 4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EC223B" w:themeColor="accent4"/>
        <w:left w:val="single" w:sz="8" w:space="0" w:color="EC223B" w:themeColor="accent4"/>
        <w:bottom w:val="single" w:sz="8" w:space="0" w:color="EC223B" w:themeColor="accent4"/>
        <w:right w:val="single" w:sz="8" w:space="0" w:color="EC223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223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</w:tcPr>
    </w:tblStylePr>
    <w:tblStylePr w:type="band1Horz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</w:tcPr>
    </w:tblStylePr>
  </w:style>
  <w:style w:type="table" w:styleId="Listeclaire-Accent5">
    <w:name w:val="Light List Accent 5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D41E44" w:themeColor="accent5"/>
        <w:left w:val="single" w:sz="8" w:space="0" w:color="D41E44" w:themeColor="accent5"/>
        <w:bottom w:val="single" w:sz="8" w:space="0" w:color="D41E44" w:themeColor="accent5"/>
        <w:right w:val="single" w:sz="8" w:space="0" w:color="D41E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41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</w:tcPr>
    </w:tblStylePr>
    <w:tblStylePr w:type="band1Horz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</w:tcPr>
    </w:tblStylePr>
  </w:style>
  <w:style w:type="table" w:styleId="Listeclaire-Accent6">
    <w:name w:val="Light List Accent 6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F8A120" w:themeColor="accent6"/>
        <w:left w:val="single" w:sz="8" w:space="0" w:color="F8A120" w:themeColor="accent6"/>
        <w:bottom w:val="single" w:sz="8" w:space="0" w:color="F8A120" w:themeColor="accent6"/>
        <w:right w:val="single" w:sz="8" w:space="0" w:color="F8A12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A12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</w:tcPr>
    </w:tblStylePr>
    <w:tblStylePr w:type="band1Horz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</w:tcPr>
    </w:tblStylePr>
  </w:style>
  <w:style w:type="table" w:styleId="Ombrageclair">
    <w:name w:val="Light Shading"/>
    <w:basedOn w:val="TableauNormal"/>
    <w:uiPriority w:val="60"/>
    <w:semiHidden/>
    <w:unhideWhenUsed/>
    <w:rsid w:val="002C4BD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semiHidden/>
    <w:unhideWhenUsed/>
    <w:rsid w:val="002C4BD7"/>
    <w:rPr>
      <w:color w:val="097F88" w:themeColor="accent1" w:themeShade="BF"/>
    </w:rPr>
    <w:tblPr>
      <w:tblStyleRowBandSize w:val="1"/>
      <w:tblStyleColBandSize w:val="1"/>
      <w:tblBorders>
        <w:top w:val="single" w:sz="8" w:space="0" w:color="0DABB6" w:themeColor="accent1"/>
        <w:bottom w:val="single" w:sz="8" w:space="0" w:color="0DABB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DABB6" w:themeColor="accent1"/>
          <w:left w:val="nil"/>
          <w:bottom w:val="single" w:sz="8" w:space="0" w:color="0DABB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DABB6" w:themeColor="accent1"/>
          <w:left w:val="nil"/>
          <w:bottom w:val="single" w:sz="8" w:space="0" w:color="0DABB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5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F5F9" w:themeFill="accent1" w:themeFillTint="3F"/>
      </w:tcPr>
    </w:tblStylePr>
  </w:style>
  <w:style w:type="table" w:styleId="Trameclaire-Accent2">
    <w:name w:val="Light Shading Accent 2"/>
    <w:basedOn w:val="TableauNormal"/>
    <w:uiPriority w:val="60"/>
    <w:semiHidden/>
    <w:unhideWhenUsed/>
    <w:rsid w:val="002C4BD7"/>
    <w:rPr>
      <w:color w:val="6B962D" w:themeColor="accent2" w:themeShade="BF"/>
    </w:rPr>
    <w:tblPr>
      <w:tblStyleRowBandSize w:val="1"/>
      <w:tblStyleColBandSize w:val="1"/>
      <w:tblBorders>
        <w:top w:val="single" w:sz="8" w:space="0" w:color="8FC640" w:themeColor="accent2"/>
        <w:bottom w:val="single" w:sz="8" w:space="0" w:color="8FC64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C640" w:themeColor="accent2"/>
          <w:left w:val="nil"/>
          <w:bottom w:val="single" w:sz="8" w:space="0" w:color="8FC64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C640" w:themeColor="accent2"/>
          <w:left w:val="nil"/>
          <w:bottom w:val="single" w:sz="8" w:space="0" w:color="8FC64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F1C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F1CF" w:themeFill="accent2" w:themeFillTint="3F"/>
      </w:tcPr>
    </w:tblStylePr>
  </w:style>
  <w:style w:type="table" w:styleId="Trameclaire-Accent3">
    <w:name w:val="Light Shading Accent 3"/>
    <w:basedOn w:val="TableauNormal"/>
    <w:uiPriority w:val="60"/>
    <w:semiHidden/>
    <w:unhideWhenUsed/>
    <w:rsid w:val="002C4BD7"/>
    <w:rPr>
      <w:color w:val="C9520A" w:themeColor="accent3" w:themeShade="BF"/>
    </w:rPr>
    <w:tblPr>
      <w:tblStyleRowBandSize w:val="1"/>
      <w:tblStyleColBandSize w:val="1"/>
      <w:tblBorders>
        <w:top w:val="single" w:sz="8" w:space="0" w:color="F47527" w:themeColor="accent3"/>
        <w:bottom w:val="single" w:sz="8" w:space="0" w:color="F4752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7527" w:themeColor="accent3"/>
          <w:left w:val="nil"/>
          <w:bottom w:val="single" w:sz="8" w:space="0" w:color="F4752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7527" w:themeColor="accent3"/>
          <w:left w:val="nil"/>
          <w:bottom w:val="single" w:sz="8" w:space="0" w:color="F4752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C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CC9" w:themeFill="accent3" w:themeFillTint="3F"/>
      </w:tcPr>
    </w:tblStylePr>
  </w:style>
  <w:style w:type="table" w:styleId="Trameclaire-Accent4">
    <w:name w:val="Light Shading Accent 4"/>
    <w:basedOn w:val="TableauNormal"/>
    <w:uiPriority w:val="60"/>
    <w:semiHidden/>
    <w:unhideWhenUsed/>
    <w:rsid w:val="002C4BD7"/>
    <w:rPr>
      <w:color w:val="B91024" w:themeColor="accent4" w:themeShade="BF"/>
    </w:rPr>
    <w:tblPr>
      <w:tblStyleRowBandSize w:val="1"/>
      <w:tblStyleColBandSize w:val="1"/>
      <w:tblBorders>
        <w:top w:val="single" w:sz="8" w:space="0" w:color="EC223B" w:themeColor="accent4"/>
        <w:bottom w:val="single" w:sz="8" w:space="0" w:color="EC223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223B" w:themeColor="accent4"/>
          <w:left w:val="nil"/>
          <w:bottom w:val="single" w:sz="8" w:space="0" w:color="EC223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223B" w:themeColor="accent4"/>
          <w:left w:val="nil"/>
          <w:bottom w:val="single" w:sz="8" w:space="0" w:color="EC223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C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C8CE" w:themeFill="accent4" w:themeFillTint="3F"/>
      </w:tcPr>
    </w:tblStylePr>
  </w:style>
  <w:style w:type="table" w:styleId="Trameclaire-Accent5">
    <w:name w:val="Light Shading Accent 5"/>
    <w:basedOn w:val="TableauNormal"/>
    <w:uiPriority w:val="60"/>
    <w:semiHidden/>
    <w:unhideWhenUsed/>
    <w:rsid w:val="002C4BD7"/>
    <w:rPr>
      <w:color w:val="9E1632" w:themeColor="accent5" w:themeShade="BF"/>
    </w:rPr>
    <w:tblPr>
      <w:tblStyleRowBandSize w:val="1"/>
      <w:tblStyleColBandSize w:val="1"/>
      <w:tblBorders>
        <w:top w:val="single" w:sz="8" w:space="0" w:color="D41E44" w:themeColor="accent5"/>
        <w:bottom w:val="single" w:sz="8" w:space="0" w:color="D41E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1E44" w:themeColor="accent5"/>
          <w:left w:val="nil"/>
          <w:bottom w:val="single" w:sz="8" w:space="0" w:color="D41E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1E44" w:themeColor="accent5"/>
          <w:left w:val="nil"/>
          <w:bottom w:val="single" w:sz="8" w:space="0" w:color="D41E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4CF" w:themeFill="accent5" w:themeFillTint="3F"/>
      </w:tcPr>
    </w:tblStylePr>
  </w:style>
  <w:style w:type="table" w:styleId="Trameclaire-Accent6">
    <w:name w:val="Light Shading Accent 6"/>
    <w:basedOn w:val="TableauNormal"/>
    <w:uiPriority w:val="60"/>
    <w:semiHidden/>
    <w:unhideWhenUsed/>
    <w:rsid w:val="002C4BD7"/>
    <w:rPr>
      <w:color w:val="CB7B06" w:themeColor="accent6" w:themeShade="BF"/>
    </w:rPr>
    <w:tblPr>
      <w:tblStyleRowBandSize w:val="1"/>
      <w:tblStyleColBandSize w:val="1"/>
      <w:tblBorders>
        <w:top w:val="single" w:sz="8" w:space="0" w:color="F8A120" w:themeColor="accent6"/>
        <w:bottom w:val="single" w:sz="8" w:space="0" w:color="F8A12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120" w:themeColor="accent6"/>
          <w:left w:val="nil"/>
          <w:bottom w:val="single" w:sz="8" w:space="0" w:color="F8A12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120" w:themeColor="accent6"/>
          <w:left w:val="nil"/>
          <w:bottom w:val="single" w:sz="8" w:space="0" w:color="F8A12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7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7C7" w:themeFill="accent6" w:themeFillTint="3F"/>
      </w:tcPr>
    </w:tblStylePr>
  </w:style>
  <w:style w:type="character" w:styleId="Numrodeligne">
    <w:name w:val="line number"/>
    <w:basedOn w:val="Policepardfaut"/>
    <w:uiPriority w:val="99"/>
    <w:semiHidden/>
    <w:unhideWhenUsed/>
    <w:rsid w:val="002C4BD7"/>
  </w:style>
  <w:style w:type="paragraph" w:styleId="Liste">
    <w:name w:val="List"/>
    <w:basedOn w:val="Normal"/>
    <w:uiPriority w:val="99"/>
    <w:semiHidden/>
    <w:unhideWhenUsed/>
    <w:rsid w:val="002C4BD7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2C4BD7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2C4BD7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2C4BD7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2C4BD7"/>
    <w:pPr>
      <w:ind w:left="1800" w:hanging="360"/>
      <w:contextualSpacing/>
    </w:pPr>
  </w:style>
  <w:style w:type="paragraph" w:styleId="Listepuces">
    <w:name w:val="List Bullet"/>
    <w:basedOn w:val="Normal"/>
    <w:uiPriority w:val="99"/>
    <w:semiHidden/>
    <w:unhideWhenUsed/>
    <w:rsid w:val="002C4BD7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2C4BD7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2C4BD7"/>
    <w:pPr>
      <w:numPr>
        <w:numId w:val="3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2C4BD7"/>
    <w:pPr>
      <w:numPr>
        <w:numId w:val="4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2C4BD7"/>
    <w:pPr>
      <w:numPr>
        <w:numId w:val="5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2C4BD7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C4BD7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C4BD7"/>
    <w:pPr>
      <w:spacing w:after="120"/>
      <w:ind w:left="1080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C4BD7"/>
    <w:pPr>
      <w:spacing w:after="120"/>
      <w:ind w:left="1440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C4BD7"/>
    <w:pPr>
      <w:spacing w:after="120"/>
      <w:ind w:left="1800"/>
      <w:contextualSpacing/>
    </w:pPr>
  </w:style>
  <w:style w:type="paragraph" w:styleId="Listenumros">
    <w:name w:val="List Number"/>
    <w:basedOn w:val="Normal"/>
    <w:uiPriority w:val="99"/>
    <w:semiHidden/>
    <w:unhideWhenUsed/>
    <w:rsid w:val="002C4BD7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2C4BD7"/>
    <w:pPr>
      <w:numPr>
        <w:numId w:val="7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2C4BD7"/>
    <w:pPr>
      <w:numPr>
        <w:numId w:val="8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2C4BD7"/>
    <w:pPr>
      <w:numPr>
        <w:numId w:val="9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2C4BD7"/>
    <w:pPr>
      <w:numPr>
        <w:numId w:val="10"/>
      </w:numPr>
      <w:contextualSpacing/>
    </w:pPr>
  </w:style>
  <w:style w:type="paragraph" w:styleId="Paragraphedeliste">
    <w:name w:val="List Paragraph"/>
    <w:basedOn w:val="Normal"/>
    <w:uiPriority w:val="34"/>
    <w:unhideWhenUsed/>
    <w:qFormat/>
    <w:rsid w:val="002C4BD7"/>
    <w:pPr>
      <w:ind w:left="720"/>
      <w:contextualSpacing/>
    </w:pPr>
  </w:style>
  <w:style w:type="table" w:styleId="TableauListe1Clair">
    <w:name w:val="List Table 1 Light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1Clair-Accentuation1">
    <w:name w:val="List Table 1 Light Accent 1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EE7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EE7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BDC8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BDC8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Liste1Clair-Accentuation3">
    <w:name w:val="List Table 1 Light Accent 3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AC7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AC7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7A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7A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Liste1Clair-Accentuation5">
    <w:name w:val="List Table 1 Light Accent 5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71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71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C67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C67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Liste2">
    <w:name w:val="List Table 2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2-Accentuation1">
    <w:name w:val="List Table 2 Accent 1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4EE7F2" w:themeColor="accent1" w:themeTint="99"/>
        <w:bottom w:val="single" w:sz="4" w:space="0" w:color="4EE7F2" w:themeColor="accent1" w:themeTint="99"/>
        <w:insideH w:val="single" w:sz="4" w:space="0" w:color="4EE7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Liste2-Accentuation2">
    <w:name w:val="List Table 2 Accent 2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BBDC8C" w:themeColor="accent2" w:themeTint="99"/>
        <w:bottom w:val="single" w:sz="4" w:space="0" w:color="BBDC8C" w:themeColor="accent2" w:themeTint="99"/>
        <w:insideH w:val="single" w:sz="4" w:space="0" w:color="BBDC8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Liste2-Accentuation3">
    <w:name w:val="List Table 2 Accent 3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F8AC7D" w:themeColor="accent3" w:themeTint="99"/>
        <w:bottom w:val="single" w:sz="4" w:space="0" w:color="F8AC7D" w:themeColor="accent3" w:themeTint="99"/>
        <w:insideH w:val="single" w:sz="4" w:space="0" w:color="F8AC7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Liste2-Accentuation4">
    <w:name w:val="List Table 2 Accent 4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F37A89" w:themeColor="accent4" w:themeTint="99"/>
        <w:bottom w:val="single" w:sz="4" w:space="0" w:color="F37A89" w:themeColor="accent4" w:themeTint="99"/>
        <w:insideH w:val="single" w:sz="4" w:space="0" w:color="F37A8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Liste2-Accentuation5">
    <w:name w:val="List Table 2 Accent 5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EB718B" w:themeColor="accent5" w:themeTint="99"/>
        <w:bottom w:val="single" w:sz="4" w:space="0" w:color="EB718B" w:themeColor="accent5" w:themeTint="99"/>
        <w:insideH w:val="single" w:sz="4" w:space="0" w:color="EB718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Liste2-Accentuation6">
    <w:name w:val="List Table 2 Accent 6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FAC679" w:themeColor="accent6" w:themeTint="99"/>
        <w:bottom w:val="single" w:sz="4" w:space="0" w:color="FAC679" w:themeColor="accent6" w:themeTint="99"/>
        <w:insideH w:val="single" w:sz="4" w:space="0" w:color="FAC67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Liste3">
    <w:name w:val="List Table 3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eauListe3-Accentuation1">
    <w:name w:val="List Table 3 Accent 1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0DABB6" w:themeColor="accent1"/>
        <w:left w:val="single" w:sz="4" w:space="0" w:color="0DABB6" w:themeColor="accent1"/>
        <w:bottom w:val="single" w:sz="4" w:space="0" w:color="0DABB6" w:themeColor="accent1"/>
        <w:right w:val="single" w:sz="4" w:space="0" w:color="0DABB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DABB6" w:themeFill="accent1"/>
      </w:tcPr>
    </w:tblStylePr>
    <w:tblStylePr w:type="lastRow">
      <w:rPr>
        <w:b/>
        <w:bCs/>
      </w:rPr>
      <w:tblPr/>
      <w:tcPr>
        <w:tcBorders>
          <w:top w:val="double" w:sz="4" w:space="0" w:color="0DABB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DABB6" w:themeColor="accent1"/>
          <w:right w:val="single" w:sz="4" w:space="0" w:color="0DABB6" w:themeColor="accent1"/>
        </w:tcBorders>
      </w:tcPr>
    </w:tblStylePr>
    <w:tblStylePr w:type="band1Horz">
      <w:tblPr/>
      <w:tcPr>
        <w:tcBorders>
          <w:top w:val="single" w:sz="4" w:space="0" w:color="0DABB6" w:themeColor="accent1"/>
          <w:bottom w:val="single" w:sz="4" w:space="0" w:color="0DABB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DABB6" w:themeColor="accent1"/>
          <w:left w:val="nil"/>
        </w:tcBorders>
      </w:tcPr>
    </w:tblStylePr>
    <w:tblStylePr w:type="swCell">
      <w:tblPr/>
      <w:tcPr>
        <w:tcBorders>
          <w:top w:val="double" w:sz="4" w:space="0" w:color="0DABB6" w:themeColor="accent1"/>
          <w:right w:val="nil"/>
        </w:tcBorders>
      </w:tcPr>
    </w:tblStylePr>
  </w:style>
  <w:style w:type="table" w:styleId="TableauListe3-Accentuation2">
    <w:name w:val="List Table 3 Accent 2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8FC640" w:themeColor="accent2"/>
        <w:left w:val="single" w:sz="4" w:space="0" w:color="8FC640" w:themeColor="accent2"/>
        <w:bottom w:val="single" w:sz="4" w:space="0" w:color="8FC640" w:themeColor="accent2"/>
        <w:right w:val="single" w:sz="4" w:space="0" w:color="8FC64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C640" w:themeFill="accent2"/>
      </w:tcPr>
    </w:tblStylePr>
    <w:tblStylePr w:type="lastRow">
      <w:rPr>
        <w:b/>
        <w:bCs/>
      </w:rPr>
      <w:tblPr/>
      <w:tcPr>
        <w:tcBorders>
          <w:top w:val="double" w:sz="4" w:space="0" w:color="8FC64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C640" w:themeColor="accent2"/>
          <w:right w:val="single" w:sz="4" w:space="0" w:color="8FC640" w:themeColor="accent2"/>
        </w:tcBorders>
      </w:tcPr>
    </w:tblStylePr>
    <w:tblStylePr w:type="band1Horz">
      <w:tblPr/>
      <w:tcPr>
        <w:tcBorders>
          <w:top w:val="single" w:sz="4" w:space="0" w:color="8FC640" w:themeColor="accent2"/>
          <w:bottom w:val="single" w:sz="4" w:space="0" w:color="8FC64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C640" w:themeColor="accent2"/>
          <w:left w:val="nil"/>
        </w:tcBorders>
      </w:tcPr>
    </w:tblStylePr>
    <w:tblStylePr w:type="swCell">
      <w:tblPr/>
      <w:tcPr>
        <w:tcBorders>
          <w:top w:val="double" w:sz="4" w:space="0" w:color="8FC640" w:themeColor="accent2"/>
          <w:right w:val="nil"/>
        </w:tcBorders>
      </w:tcPr>
    </w:tblStylePr>
  </w:style>
  <w:style w:type="table" w:styleId="TableauListe3-Accentuation3">
    <w:name w:val="List Table 3 Accent 3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47527" w:themeColor="accent3"/>
        <w:left w:val="single" w:sz="4" w:space="0" w:color="F47527" w:themeColor="accent3"/>
        <w:bottom w:val="single" w:sz="4" w:space="0" w:color="F47527" w:themeColor="accent3"/>
        <w:right w:val="single" w:sz="4" w:space="0" w:color="F4752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47527" w:themeFill="accent3"/>
      </w:tcPr>
    </w:tblStylePr>
    <w:tblStylePr w:type="lastRow">
      <w:rPr>
        <w:b/>
        <w:bCs/>
      </w:rPr>
      <w:tblPr/>
      <w:tcPr>
        <w:tcBorders>
          <w:top w:val="double" w:sz="4" w:space="0" w:color="F4752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47527" w:themeColor="accent3"/>
          <w:right w:val="single" w:sz="4" w:space="0" w:color="F47527" w:themeColor="accent3"/>
        </w:tcBorders>
      </w:tcPr>
    </w:tblStylePr>
    <w:tblStylePr w:type="band1Horz">
      <w:tblPr/>
      <w:tcPr>
        <w:tcBorders>
          <w:top w:val="single" w:sz="4" w:space="0" w:color="F47527" w:themeColor="accent3"/>
          <w:bottom w:val="single" w:sz="4" w:space="0" w:color="F4752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47527" w:themeColor="accent3"/>
          <w:left w:val="nil"/>
        </w:tcBorders>
      </w:tcPr>
    </w:tblStylePr>
    <w:tblStylePr w:type="swCell">
      <w:tblPr/>
      <w:tcPr>
        <w:tcBorders>
          <w:top w:val="double" w:sz="4" w:space="0" w:color="F47527" w:themeColor="accent3"/>
          <w:right w:val="nil"/>
        </w:tcBorders>
      </w:tcPr>
    </w:tblStylePr>
  </w:style>
  <w:style w:type="table" w:styleId="TableauListe3-Accentuation4">
    <w:name w:val="List Table 3 Accent 4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EC223B" w:themeColor="accent4"/>
        <w:left w:val="single" w:sz="4" w:space="0" w:color="EC223B" w:themeColor="accent4"/>
        <w:bottom w:val="single" w:sz="4" w:space="0" w:color="EC223B" w:themeColor="accent4"/>
        <w:right w:val="single" w:sz="4" w:space="0" w:color="EC223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223B" w:themeFill="accent4"/>
      </w:tcPr>
    </w:tblStylePr>
    <w:tblStylePr w:type="lastRow">
      <w:rPr>
        <w:b/>
        <w:bCs/>
      </w:rPr>
      <w:tblPr/>
      <w:tcPr>
        <w:tcBorders>
          <w:top w:val="double" w:sz="4" w:space="0" w:color="EC223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223B" w:themeColor="accent4"/>
          <w:right w:val="single" w:sz="4" w:space="0" w:color="EC223B" w:themeColor="accent4"/>
        </w:tcBorders>
      </w:tcPr>
    </w:tblStylePr>
    <w:tblStylePr w:type="band1Horz">
      <w:tblPr/>
      <w:tcPr>
        <w:tcBorders>
          <w:top w:val="single" w:sz="4" w:space="0" w:color="EC223B" w:themeColor="accent4"/>
          <w:bottom w:val="single" w:sz="4" w:space="0" w:color="EC223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223B" w:themeColor="accent4"/>
          <w:left w:val="nil"/>
        </w:tcBorders>
      </w:tcPr>
    </w:tblStylePr>
    <w:tblStylePr w:type="swCell">
      <w:tblPr/>
      <w:tcPr>
        <w:tcBorders>
          <w:top w:val="double" w:sz="4" w:space="0" w:color="EC223B" w:themeColor="accent4"/>
          <w:right w:val="nil"/>
        </w:tcBorders>
      </w:tcPr>
    </w:tblStylePr>
  </w:style>
  <w:style w:type="table" w:styleId="TableauListe3-Accentuation5">
    <w:name w:val="List Table 3 Accent 5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D41E44" w:themeColor="accent5"/>
        <w:left w:val="single" w:sz="4" w:space="0" w:color="D41E44" w:themeColor="accent5"/>
        <w:bottom w:val="single" w:sz="4" w:space="0" w:color="D41E44" w:themeColor="accent5"/>
        <w:right w:val="single" w:sz="4" w:space="0" w:color="D41E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41E44" w:themeFill="accent5"/>
      </w:tcPr>
    </w:tblStylePr>
    <w:tblStylePr w:type="lastRow">
      <w:rPr>
        <w:b/>
        <w:bCs/>
      </w:rPr>
      <w:tblPr/>
      <w:tcPr>
        <w:tcBorders>
          <w:top w:val="double" w:sz="4" w:space="0" w:color="D41E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41E44" w:themeColor="accent5"/>
          <w:right w:val="single" w:sz="4" w:space="0" w:color="D41E44" w:themeColor="accent5"/>
        </w:tcBorders>
      </w:tcPr>
    </w:tblStylePr>
    <w:tblStylePr w:type="band1Horz">
      <w:tblPr/>
      <w:tcPr>
        <w:tcBorders>
          <w:top w:val="single" w:sz="4" w:space="0" w:color="D41E44" w:themeColor="accent5"/>
          <w:bottom w:val="single" w:sz="4" w:space="0" w:color="D41E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41E44" w:themeColor="accent5"/>
          <w:left w:val="nil"/>
        </w:tcBorders>
      </w:tcPr>
    </w:tblStylePr>
    <w:tblStylePr w:type="swCell">
      <w:tblPr/>
      <w:tcPr>
        <w:tcBorders>
          <w:top w:val="double" w:sz="4" w:space="0" w:color="D41E44" w:themeColor="accent5"/>
          <w:right w:val="nil"/>
        </w:tcBorders>
      </w:tcPr>
    </w:tblStylePr>
  </w:style>
  <w:style w:type="table" w:styleId="TableauListe3-Accentuation6">
    <w:name w:val="List Table 3 Accent 6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8A120" w:themeColor="accent6"/>
        <w:left w:val="single" w:sz="4" w:space="0" w:color="F8A120" w:themeColor="accent6"/>
        <w:bottom w:val="single" w:sz="4" w:space="0" w:color="F8A120" w:themeColor="accent6"/>
        <w:right w:val="single" w:sz="4" w:space="0" w:color="F8A12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A120" w:themeFill="accent6"/>
      </w:tcPr>
    </w:tblStylePr>
    <w:tblStylePr w:type="lastRow">
      <w:rPr>
        <w:b/>
        <w:bCs/>
      </w:rPr>
      <w:tblPr/>
      <w:tcPr>
        <w:tcBorders>
          <w:top w:val="double" w:sz="4" w:space="0" w:color="F8A12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A120" w:themeColor="accent6"/>
          <w:right w:val="single" w:sz="4" w:space="0" w:color="F8A120" w:themeColor="accent6"/>
        </w:tcBorders>
      </w:tcPr>
    </w:tblStylePr>
    <w:tblStylePr w:type="band1Horz">
      <w:tblPr/>
      <w:tcPr>
        <w:tcBorders>
          <w:top w:val="single" w:sz="4" w:space="0" w:color="F8A120" w:themeColor="accent6"/>
          <w:bottom w:val="single" w:sz="4" w:space="0" w:color="F8A12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A120" w:themeColor="accent6"/>
          <w:left w:val="nil"/>
        </w:tcBorders>
      </w:tcPr>
    </w:tblStylePr>
    <w:tblStylePr w:type="swCell">
      <w:tblPr/>
      <w:tcPr>
        <w:tcBorders>
          <w:top w:val="double" w:sz="4" w:space="0" w:color="F8A120" w:themeColor="accent6"/>
          <w:right w:val="nil"/>
        </w:tcBorders>
      </w:tcPr>
    </w:tblStylePr>
  </w:style>
  <w:style w:type="table" w:styleId="TableauListe4">
    <w:name w:val="List Table 4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4-Accentuation1">
    <w:name w:val="List Table 4 Accent 1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DABB6" w:themeColor="accent1"/>
          <w:left w:val="single" w:sz="4" w:space="0" w:color="0DABB6" w:themeColor="accent1"/>
          <w:bottom w:val="single" w:sz="4" w:space="0" w:color="0DABB6" w:themeColor="accent1"/>
          <w:right w:val="single" w:sz="4" w:space="0" w:color="0DABB6" w:themeColor="accent1"/>
          <w:insideH w:val="nil"/>
        </w:tcBorders>
        <w:shd w:val="clear" w:color="auto" w:fill="0DABB6" w:themeFill="accent1"/>
      </w:tcPr>
    </w:tblStylePr>
    <w:tblStylePr w:type="lastRow">
      <w:rPr>
        <w:b/>
        <w:bCs/>
      </w:rPr>
      <w:tblPr/>
      <w:tcPr>
        <w:tcBorders>
          <w:top w:val="double" w:sz="4" w:space="0" w:color="4EE7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Liste4-Accentuation2">
    <w:name w:val="List Table 4 Accent 2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C640" w:themeColor="accent2"/>
          <w:left w:val="single" w:sz="4" w:space="0" w:color="8FC640" w:themeColor="accent2"/>
          <w:bottom w:val="single" w:sz="4" w:space="0" w:color="8FC640" w:themeColor="accent2"/>
          <w:right w:val="single" w:sz="4" w:space="0" w:color="8FC640" w:themeColor="accent2"/>
          <w:insideH w:val="nil"/>
        </w:tcBorders>
        <w:shd w:val="clear" w:color="auto" w:fill="8FC640" w:themeFill="accent2"/>
      </w:tcPr>
    </w:tblStylePr>
    <w:tblStylePr w:type="lastRow">
      <w:rPr>
        <w:b/>
        <w:bCs/>
      </w:rPr>
      <w:tblPr/>
      <w:tcPr>
        <w:tcBorders>
          <w:top w:val="double" w:sz="4" w:space="0" w:color="BBDC8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Liste4-Accentuation3">
    <w:name w:val="List Table 4 Accent 3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47527" w:themeColor="accent3"/>
          <w:left w:val="single" w:sz="4" w:space="0" w:color="F47527" w:themeColor="accent3"/>
          <w:bottom w:val="single" w:sz="4" w:space="0" w:color="F47527" w:themeColor="accent3"/>
          <w:right w:val="single" w:sz="4" w:space="0" w:color="F47527" w:themeColor="accent3"/>
          <w:insideH w:val="nil"/>
        </w:tcBorders>
        <w:shd w:val="clear" w:color="auto" w:fill="F47527" w:themeFill="accent3"/>
      </w:tcPr>
    </w:tblStylePr>
    <w:tblStylePr w:type="lastRow">
      <w:rPr>
        <w:b/>
        <w:bCs/>
      </w:rPr>
      <w:tblPr/>
      <w:tcPr>
        <w:tcBorders>
          <w:top w:val="double" w:sz="4" w:space="0" w:color="F8AC7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Liste4-Accentuation4">
    <w:name w:val="List Table 4 Accent 4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223B" w:themeColor="accent4"/>
          <w:left w:val="single" w:sz="4" w:space="0" w:color="EC223B" w:themeColor="accent4"/>
          <w:bottom w:val="single" w:sz="4" w:space="0" w:color="EC223B" w:themeColor="accent4"/>
          <w:right w:val="single" w:sz="4" w:space="0" w:color="EC223B" w:themeColor="accent4"/>
          <w:insideH w:val="nil"/>
        </w:tcBorders>
        <w:shd w:val="clear" w:color="auto" w:fill="EC223B" w:themeFill="accent4"/>
      </w:tcPr>
    </w:tblStylePr>
    <w:tblStylePr w:type="lastRow">
      <w:rPr>
        <w:b/>
        <w:bCs/>
      </w:rPr>
      <w:tblPr/>
      <w:tcPr>
        <w:tcBorders>
          <w:top w:val="double" w:sz="4" w:space="0" w:color="F37A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Liste4-Accentuation5">
    <w:name w:val="List Table 4 Accent 5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41E44" w:themeColor="accent5"/>
          <w:left w:val="single" w:sz="4" w:space="0" w:color="D41E44" w:themeColor="accent5"/>
          <w:bottom w:val="single" w:sz="4" w:space="0" w:color="D41E44" w:themeColor="accent5"/>
          <w:right w:val="single" w:sz="4" w:space="0" w:color="D41E44" w:themeColor="accent5"/>
          <w:insideH w:val="nil"/>
        </w:tcBorders>
        <w:shd w:val="clear" w:color="auto" w:fill="D41E44" w:themeFill="accent5"/>
      </w:tcPr>
    </w:tblStylePr>
    <w:tblStylePr w:type="lastRow">
      <w:rPr>
        <w:b/>
        <w:bCs/>
      </w:rPr>
      <w:tblPr/>
      <w:tcPr>
        <w:tcBorders>
          <w:top w:val="double" w:sz="4" w:space="0" w:color="EB71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Liste4-Accentuation6">
    <w:name w:val="List Table 4 Accent 6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120" w:themeColor="accent6"/>
          <w:left w:val="single" w:sz="4" w:space="0" w:color="F8A120" w:themeColor="accent6"/>
          <w:bottom w:val="single" w:sz="4" w:space="0" w:color="F8A120" w:themeColor="accent6"/>
          <w:right w:val="single" w:sz="4" w:space="0" w:color="F8A120" w:themeColor="accent6"/>
          <w:insideH w:val="nil"/>
        </w:tcBorders>
        <w:shd w:val="clear" w:color="auto" w:fill="F8A120" w:themeFill="accent6"/>
      </w:tcPr>
    </w:tblStylePr>
    <w:tblStylePr w:type="lastRow">
      <w:rPr>
        <w:b/>
        <w:bCs/>
      </w:rPr>
      <w:tblPr/>
      <w:tcPr>
        <w:tcBorders>
          <w:top w:val="double" w:sz="4" w:space="0" w:color="FAC67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Liste5Fonc">
    <w:name w:val="List Table 5 Dark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1">
    <w:name w:val="List Table 5 Dark Accent 1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0DABB6" w:themeColor="accent1"/>
        <w:left w:val="single" w:sz="24" w:space="0" w:color="0DABB6" w:themeColor="accent1"/>
        <w:bottom w:val="single" w:sz="24" w:space="0" w:color="0DABB6" w:themeColor="accent1"/>
        <w:right w:val="single" w:sz="24" w:space="0" w:color="0DABB6" w:themeColor="accent1"/>
      </w:tblBorders>
    </w:tblPr>
    <w:tcPr>
      <w:shd w:val="clear" w:color="auto" w:fill="0DABB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2">
    <w:name w:val="List Table 5 Dark Accent 2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8FC640" w:themeColor="accent2"/>
        <w:left w:val="single" w:sz="24" w:space="0" w:color="8FC640" w:themeColor="accent2"/>
        <w:bottom w:val="single" w:sz="24" w:space="0" w:color="8FC640" w:themeColor="accent2"/>
        <w:right w:val="single" w:sz="24" w:space="0" w:color="8FC640" w:themeColor="accent2"/>
      </w:tblBorders>
    </w:tblPr>
    <w:tcPr>
      <w:shd w:val="clear" w:color="auto" w:fill="8FC64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3">
    <w:name w:val="List Table 5 Dark Accent 3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F47527" w:themeColor="accent3"/>
        <w:left w:val="single" w:sz="24" w:space="0" w:color="F47527" w:themeColor="accent3"/>
        <w:bottom w:val="single" w:sz="24" w:space="0" w:color="F47527" w:themeColor="accent3"/>
        <w:right w:val="single" w:sz="24" w:space="0" w:color="F47527" w:themeColor="accent3"/>
      </w:tblBorders>
    </w:tblPr>
    <w:tcPr>
      <w:shd w:val="clear" w:color="auto" w:fill="F4752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4">
    <w:name w:val="List Table 5 Dark Accent 4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EC223B" w:themeColor="accent4"/>
        <w:left w:val="single" w:sz="24" w:space="0" w:color="EC223B" w:themeColor="accent4"/>
        <w:bottom w:val="single" w:sz="24" w:space="0" w:color="EC223B" w:themeColor="accent4"/>
        <w:right w:val="single" w:sz="24" w:space="0" w:color="EC223B" w:themeColor="accent4"/>
      </w:tblBorders>
    </w:tblPr>
    <w:tcPr>
      <w:shd w:val="clear" w:color="auto" w:fill="EC223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5">
    <w:name w:val="List Table 5 Dark Accent 5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D41E44" w:themeColor="accent5"/>
        <w:left w:val="single" w:sz="24" w:space="0" w:color="D41E44" w:themeColor="accent5"/>
        <w:bottom w:val="single" w:sz="24" w:space="0" w:color="D41E44" w:themeColor="accent5"/>
        <w:right w:val="single" w:sz="24" w:space="0" w:color="D41E44" w:themeColor="accent5"/>
      </w:tblBorders>
    </w:tblPr>
    <w:tcPr>
      <w:shd w:val="clear" w:color="auto" w:fill="D41E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6">
    <w:name w:val="List Table 5 Dark Accent 6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F8A120" w:themeColor="accent6"/>
        <w:left w:val="single" w:sz="24" w:space="0" w:color="F8A120" w:themeColor="accent6"/>
        <w:bottom w:val="single" w:sz="24" w:space="0" w:color="F8A120" w:themeColor="accent6"/>
        <w:right w:val="single" w:sz="24" w:space="0" w:color="F8A120" w:themeColor="accent6"/>
      </w:tblBorders>
    </w:tblPr>
    <w:tcPr>
      <w:shd w:val="clear" w:color="auto" w:fill="F8A12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6Couleur">
    <w:name w:val="List Table 6 Colorful"/>
    <w:basedOn w:val="TableauNormal"/>
    <w:uiPriority w:val="51"/>
    <w:rsid w:val="002C4BD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6Couleur-Accentuation1">
    <w:name w:val="List Table 6 Colorful Accent 1"/>
    <w:basedOn w:val="TableauNormal"/>
    <w:uiPriority w:val="51"/>
    <w:rsid w:val="002C4BD7"/>
    <w:rPr>
      <w:color w:val="097F88" w:themeColor="accent1" w:themeShade="BF"/>
    </w:rPr>
    <w:tblPr>
      <w:tblStyleRowBandSize w:val="1"/>
      <w:tblStyleColBandSize w:val="1"/>
      <w:tblBorders>
        <w:top w:val="single" w:sz="4" w:space="0" w:color="0DABB6" w:themeColor="accent1"/>
        <w:bottom w:val="single" w:sz="4" w:space="0" w:color="0DABB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DABB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DABB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Liste6Couleur-Accentuation2">
    <w:name w:val="List Table 6 Colorful Accent 2"/>
    <w:basedOn w:val="TableauNormal"/>
    <w:uiPriority w:val="51"/>
    <w:rsid w:val="002C4BD7"/>
    <w:rPr>
      <w:color w:val="6B962D" w:themeColor="accent2" w:themeShade="BF"/>
    </w:rPr>
    <w:tblPr>
      <w:tblStyleRowBandSize w:val="1"/>
      <w:tblStyleColBandSize w:val="1"/>
      <w:tblBorders>
        <w:top w:val="single" w:sz="4" w:space="0" w:color="8FC640" w:themeColor="accent2"/>
        <w:bottom w:val="single" w:sz="4" w:space="0" w:color="8FC64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FC64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FC64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Liste6Couleur-Accentuation3">
    <w:name w:val="List Table 6 Colorful Accent 3"/>
    <w:basedOn w:val="TableauNormal"/>
    <w:uiPriority w:val="51"/>
    <w:rsid w:val="002C4BD7"/>
    <w:rPr>
      <w:color w:val="C9520A" w:themeColor="accent3" w:themeShade="BF"/>
    </w:rPr>
    <w:tblPr>
      <w:tblStyleRowBandSize w:val="1"/>
      <w:tblStyleColBandSize w:val="1"/>
      <w:tblBorders>
        <w:top w:val="single" w:sz="4" w:space="0" w:color="F47527" w:themeColor="accent3"/>
        <w:bottom w:val="single" w:sz="4" w:space="0" w:color="F4752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4752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4752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Liste6Couleur-Accentuation4">
    <w:name w:val="List Table 6 Colorful Accent 4"/>
    <w:basedOn w:val="TableauNormal"/>
    <w:uiPriority w:val="51"/>
    <w:rsid w:val="002C4BD7"/>
    <w:rPr>
      <w:color w:val="B91024" w:themeColor="accent4" w:themeShade="BF"/>
    </w:rPr>
    <w:tblPr>
      <w:tblStyleRowBandSize w:val="1"/>
      <w:tblStyleColBandSize w:val="1"/>
      <w:tblBorders>
        <w:top w:val="single" w:sz="4" w:space="0" w:color="EC223B" w:themeColor="accent4"/>
        <w:bottom w:val="single" w:sz="4" w:space="0" w:color="EC223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C223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C223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Liste6Couleur-Accentuation5">
    <w:name w:val="List Table 6 Colorful Accent 5"/>
    <w:basedOn w:val="TableauNormal"/>
    <w:uiPriority w:val="51"/>
    <w:rsid w:val="002C4BD7"/>
    <w:rPr>
      <w:color w:val="9E1632" w:themeColor="accent5" w:themeShade="BF"/>
    </w:rPr>
    <w:tblPr>
      <w:tblStyleRowBandSize w:val="1"/>
      <w:tblStyleColBandSize w:val="1"/>
      <w:tblBorders>
        <w:top w:val="single" w:sz="4" w:space="0" w:color="D41E44" w:themeColor="accent5"/>
        <w:bottom w:val="single" w:sz="4" w:space="0" w:color="D41E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D41E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D41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Liste6Couleur-Accentuation6">
    <w:name w:val="List Table 6 Colorful Accent 6"/>
    <w:basedOn w:val="TableauNormal"/>
    <w:uiPriority w:val="51"/>
    <w:rsid w:val="002C4BD7"/>
    <w:rPr>
      <w:color w:val="CB7B06" w:themeColor="accent6" w:themeShade="BF"/>
    </w:rPr>
    <w:tblPr>
      <w:tblStyleRowBandSize w:val="1"/>
      <w:tblStyleColBandSize w:val="1"/>
      <w:tblBorders>
        <w:top w:val="single" w:sz="4" w:space="0" w:color="F8A120" w:themeColor="accent6"/>
        <w:bottom w:val="single" w:sz="4" w:space="0" w:color="F8A12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8A12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8A12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Liste7Couleur">
    <w:name w:val="List Table 7 Colorful"/>
    <w:basedOn w:val="TableauNormal"/>
    <w:uiPriority w:val="52"/>
    <w:rsid w:val="002C4BD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1">
    <w:name w:val="List Table 7 Colorful Accent 1"/>
    <w:basedOn w:val="TableauNormal"/>
    <w:uiPriority w:val="52"/>
    <w:rsid w:val="002C4BD7"/>
    <w:rPr>
      <w:color w:val="097F8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DABB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DABB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DABB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DABB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2">
    <w:name w:val="List Table 7 Colorful Accent 2"/>
    <w:basedOn w:val="TableauNormal"/>
    <w:uiPriority w:val="52"/>
    <w:rsid w:val="002C4BD7"/>
    <w:rPr>
      <w:color w:val="6B962D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C64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C64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C64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C64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3">
    <w:name w:val="List Table 7 Colorful Accent 3"/>
    <w:basedOn w:val="TableauNormal"/>
    <w:uiPriority w:val="52"/>
    <w:rsid w:val="002C4BD7"/>
    <w:rPr>
      <w:color w:val="C9520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4752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4752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4752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4752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4">
    <w:name w:val="List Table 7 Colorful Accent 4"/>
    <w:basedOn w:val="TableauNormal"/>
    <w:uiPriority w:val="52"/>
    <w:rsid w:val="002C4BD7"/>
    <w:rPr>
      <w:color w:val="B9102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223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223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223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223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5">
    <w:name w:val="List Table 7 Colorful Accent 5"/>
    <w:basedOn w:val="TableauNormal"/>
    <w:uiPriority w:val="52"/>
    <w:rsid w:val="002C4BD7"/>
    <w:rPr>
      <w:color w:val="9E16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41E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41E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41E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41E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6">
    <w:name w:val="List Table 7 Colorful Accent 6"/>
    <w:basedOn w:val="TableauNormal"/>
    <w:uiPriority w:val="52"/>
    <w:rsid w:val="002C4BD7"/>
    <w:rPr>
      <w:color w:val="CB7B06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A12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A12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A12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A12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demacro">
    <w:name w:val="macro"/>
    <w:link w:val="TextedemacroCar"/>
    <w:uiPriority w:val="99"/>
    <w:semiHidden/>
    <w:unhideWhenUsed/>
    <w:rsid w:val="002C4B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C4BD7"/>
    <w:rPr>
      <w:rFonts w:ascii="Consolas" w:hAnsi="Consolas"/>
      <w:szCs w:val="20"/>
    </w:rPr>
  </w:style>
  <w:style w:type="table" w:styleId="Grillemoyenne1">
    <w:name w:val="Medium Grid 1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22E1EF" w:themeColor="accent1" w:themeTint="BF"/>
        <w:left w:val="single" w:sz="8" w:space="0" w:color="22E1EF" w:themeColor="accent1" w:themeTint="BF"/>
        <w:bottom w:val="single" w:sz="8" w:space="0" w:color="22E1EF" w:themeColor="accent1" w:themeTint="BF"/>
        <w:right w:val="single" w:sz="8" w:space="0" w:color="22E1EF" w:themeColor="accent1" w:themeTint="BF"/>
        <w:insideH w:val="single" w:sz="8" w:space="0" w:color="22E1EF" w:themeColor="accent1" w:themeTint="BF"/>
        <w:insideV w:val="single" w:sz="8" w:space="0" w:color="22E1EF" w:themeColor="accent1" w:themeTint="BF"/>
      </w:tblBorders>
    </w:tblPr>
    <w:tcPr>
      <w:shd w:val="clear" w:color="auto" w:fill="B6F5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2E1E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CEBF4" w:themeFill="accent1" w:themeFillTint="7F"/>
      </w:tcPr>
    </w:tblStylePr>
    <w:tblStylePr w:type="band1Horz">
      <w:tblPr/>
      <w:tcPr>
        <w:shd w:val="clear" w:color="auto" w:fill="6CEBF4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AAD46F" w:themeColor="accent2" w:themeTint="BF"/>
        <w:left w:val="single" w:sz="8" w:space="0" w:color="AAD46F" w:themeColor="accent2" w:themeTint="BF"/>
        <w:bottom w:val="single" w:sz="8" w:space="0" w:color="AAD46F" w:themeColor="accent2" w:themeTint="BF"/>
        <w:right w:val="single" w:sz="8" w:space="0" w:color="AAD46F" w:themeColor="accent2" w:themeTint="BF"/>
        <w:insideH w:val="single" w:sz="8" w:space="0" w:color="AAD46F" w:themeColor="accent2" w:themeTint="BF"/>
        <w:insideV w:val="single" w:sz="8" w:space="0" w:color="AAD46F" w:themeColor="accent2" w:themeTint="BF"/>
      </w:tblBorders>
    </w:tblPr>
    <w:tcPr>
      <w:shd w:val="clear" w:color="auto" w:fill="E3F1C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AD46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9F" w:themeFill="accent2" w:themeFillTint="7F"/>
      </w:tcPr>
    </w:tblStylePr>
    <w:tblStylePr w:type="band1Horz">
      <w:tblPr/>
      <w:tcPr>
        <w:shd w:val="clear" w:color="auto" w:fill="C7E29F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F6975C" w:themeColor="accent3" w:themeTint="BF"/>
        <w:left w:val="single" w:sz="8" w:space="0" w:color="F6975C" w:themeColor="accent3" w:themeTint="BF"/>
        <w:bottom w:val="single" w:sz="8" w:space="0" w:color="F6975C" w:themeColor="accent3" w:themeTint="BF"/>
        <w:right w:val="single" w:sz="8" w:space="0" w:color="F6975C" w:themeColor="accent3" w:themeTint="BF"/>
        <w:insideH w:val="single" w:sz="8" w:space="0" w:color="F6975C" w:themeColor="accent3" w:themeTint="BF"/>
        <w:insideV w:val="single" w:sz="8" w:space="0" w:color="F6975C" w:themeColor="accent3" w:themeTint="BF"/>
      </w:tblBorders>
    </w:tblPr>
    <w:tcPr>
      <w:shd w:val="clear" w:color="auto" w:fill="FCDCC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975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A93" w:themeFill="accent3" w:themeFillTint="7F"/>
      </w:tcPr>
    </w:tblStylePr>
    <w:tblStylePr w:type="band1Horz">
      <w:tblPr/>
      <w:tcPr>
        <w:shd w:val="clear" w:color="auto" w:fill="F9BA93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F0596B" w:themeColor="accent4" w:themeTint="BF"/>
        <w:left w:val="single" w:sz="8" w:space="0" w:color="F0596B" w:themeColor="accent4" w:themeTint="BF"/>
        <w:bottom w:val="single" w:sz="8" w:space="0" w:color="F0596B" w:themeColor="accent4" w:themeTint="BF"/>
        <w:right w:val="single" w:sz="8" w:space="0" w:color="F0596B" w:themeColor="accent4" w:themeTint="BF"/>
        <w:insideH w:val="single" w:sz="8" w:space="0" w:color="F0596B" w:themeColor="accent4" w:themeTint="BF"/>
        <w:insideV w:val="single" w:sz="8" w:space="0" w:color="F0596B" w:themeColor="accent4" w:themeTint="BF"/>
      </w:tblBorders>
    </w:tblPr>
    <w:tcPr>
      <w:shd w:val="clear" w:color="auto" w:fill="FAC8C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5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909D" w:themeFill="accent4" w:themeFillTint="7F"/>
      </w:tcPr>
    </w:tblStylePr>
    <w:tblStylePr w:type="band1Horz">
      <w:tblPr/>
      <w:tcPr>
        <w:shd w:val="clear" w:color="auto" w:fill="F5909D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E64E6E" w:themeColor="accent5" w:themeTint="BF"/>
        <w:left w:val="single" w:sz="8" w:space="0" w:color="E64E6E" w:themeColor="accent5" w:themeTint="BF"/>
        <w:bottom w:val="single" w:sz="8" w:space="0" w:color="E64E6E" w:themeColor="accent5" w:themeTint="BF"/>
        <w:right w:val="single" w:sz="8" w:space="0" w:color="E64E6E" w:themeColor="accent5" w:themeTint="BF"/>
        <w:insideH w:val="single" w:sz="8" w:space="0" w:color="E64E6E" w:themeColor="accent5" w:themeTint="BF"/>
        <w:insideV w:val="single" w:sz="8" w:space="0" w:color="E64E6E" w:themeColor="accent5" w:themeTint="BF"/>
      </w:tblBorders>
    </w:tblPr>
    <w:tcPr>
      <w:shd w:val="clear" w:color="auto" w:fill="F6C4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4E6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899E" w:themeFill="accent5" w:themeFillTint="7F"/>
      </w:tcPr>
    </w:tblStylePr>
    <w:tblStylePr w:type="band1Horz">
      <w:tblPr/>
      <w:tcPr>
        <w:shd w:val="clear" w:color="auto" w:fill="EE899E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F9B857" w:themeColor="accent6" w:themeTint="BF"/>
        <w:left w:val="single" w:sz="8" w:space="0" w:color="F9B857" w:themeColor="accent6" w:themeTint="BF"/>
        <w:bottom w:val="single" w:sz="8" w:space="0" w:color="F9B857" w:themeColor="accent6" w:themeTint="BF"/>
        <w:right w:val="single" w:sz="8" w:space="0" w:color="F9B857" w:themeColor="accent6" w:themeTint="BF"/>
        <w:insideH w:val="single" w:sz="8" w:space="0" w:color="F9B857" w:themeColor="accent6" w:themeTint="BF"/>
        <w:insideV w:val="single" w:sz="8" w:space="0" w:color="F9B857" w:themeColor="accent6" w:themeTint="BF"/>
      </w:tblBorders>
    </w:tblPr>
    <w:tcPr>
      <w:shd w:val="clear" w:color="auto" w:fill="FDE7C7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857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08F" w:themeFill="accent6" w:themeFillTint="7F"/>
      </w:tcPr>
    </w:tblStylePr>
    <w:tblStylePr w:type="band1Horz">
      <w:tblPr/>
      <w:tcPr>
        <w:shd w:val="clear" w:color="auto" w:fill="FBD08F" w:themeFill="accent6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DABB6" w:themeColor="accent1"/>
        <w:left w:val="single" w:sz="8" w:space="0" w:color="0DABB6" w:themeColor="accent1"/>
        <w:bottom w:val="single" w:sz="8" w:space="0" w:color="0DABB6" w:themeColor="accent1"/>
        <w:right w:val="single" w:sz="8" w:space="0" w:color="0DABB6" w:themeColor="accent1"/>
        <w:insideH w:val="single" w:sz="8" w:space="0" w:color="0DABB6" w:themeColor="accent1"/>
        <w:insideV w:val="single" w:sz="8" w:space="0" w:color="0DABB6" w:themeColor="accent1"/>
      </w:tblBorders>
    </w:tblPr>
    <w:tcPr>
      <w:shd w:val="clear" w:color="auto" w:fill="B6F5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BF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F7FA" w:themeFill="accent1" w:themeFillTint="33"/>
      </w:tcPr>
    </w:tblStylePr>
    <w:tblStylePr w:type="band1Vert">
      <w:tblPr/>
      <w:tcPr>
        <w:shd w:val="clear" w:color="auto" w:fill="6CEBF4" w:themeFill="accent1" w:themeFillTint="7F"/>
      </w:tcPr>
    </w:tblStylePr>
    <w:tblStylePr w:type="band1Horz">
      <w:tblPr/>
      <w:tcPr>
        <w:tcBorders>
          <w:insideH w:val="single" w:sz="6" w:space="0" w:color="0DABB6" w:themeColor="accent1"/>
          <w:insideV w:val="single" w:sz="6" w:space="0" w:color="0DABB6" w:themeColor="accent1"/>
        </w:tcBorders>
        <w:shd w:val="clear" w:color="auto" w:fill="6CEB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C640" w:themeColor="accent2"/>
        <w:left w:val="single" w:sz="8" w:space="0" w:color="8FC640" w:themeColor="accent2"/>
        <w:bottom w:val="single" w:sz="8" w:space="0" w:color="8FC640" w:themeColor="accent2"/>
        <w:right w:val="single" w:sz="8" w:space="0" w:color="8FC640" w:themeColor="accent2"/>
        <w:insideH w:val="single" w:sz="8" w:space="0" w:color="8FC640" w:themeColor="accent2"/>
        <w:insideV w:val="single" w:sz="8" w:space="0" w:color="8FC640" w:themeColor="accent2"/>
      </w:tblBorders>
    </w:tblPr>
    <w:tcPr>
      <w:shd w:val="clear" w:color="auto" w:fill="E3F1C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3D8" w:themeFill="accent2" w:themeFillTint="33"/>
      </w:tcPr>
    </w:tblStylePr>
    <w:tblStylePr w:type="band1Vert">
      <w:tblPr/>
      <w:tcPr>
        <w:shd w:val="clear" w:color="auto" w:fill="C7E29F" w:themeFill="accent2" w:themeFillTint="7F"/>
      </w:tcPr>
    </w:tblStylePr>
    <w:tblStylePr w:type="band1Horz">
      <w:tblPr/>
      <w:tcPr>
        <w:tcBorders>
          <w:insideH w:val="single" w:sz="6" w:space="0" w:color="8FC640" w:themeColor="accent2"/>
          <w:insideV w:val="single" w:sz="6" w:space="0" w:color="8FC640" w:themeColor="accent2"/>
        </w:tcBorders>
        <w:shd w:val="clear" w:color="auto" w:fill="C7E29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47527" w:themeColor="accent3"/>
        <w:left w:val="single" w:sz="8" w:space="0" w:color="F47527" w:themeColor="accent3"/>
        <w:bottom w:val="single" w:sz="8" w:space="0" w:color="F47527" w:themeColor="accent3"/>
        <w:right w:val="single" w:sz="8" w:space="0" w:color="F47527" w:themeColor="accent3"/>
        <w:insideH w:val="single" w:sz="8" w:space="0" w:color="F47527" w:themeColor="accent3"/>
        <w:insideV w:val="single" w:sz="8" w:space="0" w:color="F47527" w:themeColor="accent3"/>
      </w:tblBorders>
    </w:tblPr>
    <w:tcPr>
      <w:shd w:val="clear" w:color="auto" w:fill="FCDCC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1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3D3" w:themeFill="accent3" w:themeFillTint="33"/>
      </w:tcPr>
    </w:tblStylePr>
    <w:tblStylePr w:type="band1Vert">
      <w:tblPr/>
      <w:tcPr>
        <w:shd w:val="clear" w:color="auto" w:fill="F9BA93" w:themeFill="accent3" w:themeFillTint="7F"/>
      </w:tcPr>
    </w:tblStylePr>
    <w:tblStylePr w:type="band1Horz">
      <w:tblPr/>
      <w:tcPr>
        <w:tcBorders>
          <w:insideH w:val="single" w:sz="6" w:space="0" w:color="F47527" w:themeColor="accent3"/>
          <w:insideV w:val="single" w:sz="6" w:space="0" w:color="F47527" w:themeColor="accent3"/>
        </w:tcBorders>
        <w:shd w:val="clear" w:color="auto" w:fill="F9BA9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223B" w:themeColor="accent4"/>
        <w:left w:val="single" w:sz="8" w:space="0" w:color="EC223B" w:themeColor="accent4"/>
        <w:bottom w:val="single" w:sz="8" w:space="0" w:color="EC223B" w:themeColor="accent4"/>
        <w:right w:val="single" w:sz="8" w:space="0" w:color="EC223B" w:themeColor="accent4"/>
        <w:insideH w:val="single" w:sz="8" w:space="0" w:color="EC223B" w:themeColor="accent4"/>
        <w:insideV w:val="single" w:sz="8" w:space="0" w:color="EC223B" w:themeColor="accent4"/>
      </w:tblBorders>
    </w:tblPr>
    <w:tcPr>
      <w:shd w:val="clear" w:color="auto" w:fill="FAC8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9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2D7" w:themeFill="accent4" w:themeFillTint="33"/>
      </w:tcPr>
    </w:tblStylePr>
    <w:tblStylePr w:type="band1Vert">
      <w:tblPr/>
      <w:tcPr>
        <w:shd w:val="clear" w:color="auto" w:fill="F5909D" w:themeFill="accent4" w:themeFillTint="7F"/>
      </w:tcPr>
    </w:tblStylePr>
    <w:tblStylePr w:type="band1Horz">
      <w:tblPr/>
      <w:tcPr>
        <w:tcBorders>
          <w:insideH w:val="single" w:sz="6" w:space="0" w:color="EC223B" w:themeColor="accent4"/>
          <w:insideV w:val="single" w:sz="6" w:space="0" w:color="EC223B" w:themeColor="accent4"/>
        </w:tcBorders>
        <w:shd w:val="clear" w:color="auto" w:fill="F590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41E44" w:themeColor="accent5"/>
        <w:left w:val="single" w:sz="8" w:space="0" w:color="D41E44" w:themeColor="accent5"/>
        <w:bottom w:val="single" w:sz="8" w:space="0" w:color="D41E44" w:themeColor="accent5"/>
        <w:right w:val="single" w:sz="8" w:space="0" w:color="D41E44" w:themeColor="accent5"/>
        <w:insideH w:val="single" w:sz="8" w:space="0" w:color="D41E44" w:themeColor="accent5"/>
        <w:insideV w:val="single" w:sz="8" w:space="0" w:color="D41E44" w:themeColor="accent5"/>
      </w:tblBorders>
    </w:tblPr>
    <w:tcPr>
      <w:shd w:val="clear" w:color="auto" w:fill="F6C4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FD8" w:themeFill="accent5" w:themeFillTint="33"/>
      </w:tcPr>
    </w:tblStylePr>
    <w:tblStylePr w:type="band1Vert">
      <w:tblPr/>
      <w:tcPr>
        <w:shd w:val="clear" w:color="auto" w:fill="EE899E" w:themeFill="accent5" w:themeFillTint="7F"/>
      </w:tcPr>
    </w:tblStylePr>
    <w:tblStylePr w:type="band1Horz">
      <w:tblPr/>
      <w:tcPr>
        <w:tcBorders>
          <w:insideH w:val="single" w:sz="6" w:space="0" w:color="D41E44" w:themeColor="accent5"/>
          <w:insideV w:val="single" w:sz="6" w:space="0" w:color="D41E44" w:themeColor="accent5"/>
        </w:tcBorders>
        <w:shd w:val="clear" w:color="auto" w:fill="EE899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A120" w:themeColor="accent6"/>
        <w:left w:val="single" w:sz="8" w:space="0" w:color="F8A120" w:themeColor="accent6"/>
        <w:bottom w:val="single" w:sz="8" w:space="0" w:color="F8A120" w:themeColor="accent6"/>
        <w:right w:val="single" w:sz="8" w:space="0" w:color="F8A120" w:themeColor="accent6"/>
        <w:insideH w:val="single" w:sz="8" w:space="0" w:color="F8A120" w:themeColor="accent6"/>
        <w:insideV w:val="single" w:sz="8" w:space="0" w:color="F8A120" w:themeColor="accent6"/>
      </w:tblBorders>
    </w:tblPr>
    <w:tcPr>
      <w:shd w:val="clear" w:color="auto" w:fill="FDE7C7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CD2" w:themeFill="accent6" w:themeFillTint="33"/>
      </w:tcPr>
    </w:tblStylePr>
    <w:tblStylePr w:type="band1Vert">
      <w:tblPr/>
      <w:tcPr>
        <w:shd w:val="clear" w:color="auto" w:fill="FBD08F" w:themeFill="accent6" w:themeFillTint="7F"/>
      </w:tcPr>
    </w:tblStylePr>
    <w:tblStylePr w:type="band1Horz">
      <w:tblPr/>
      <w:tcPr>
        <w:tcBorders>
          <w:insideH w:val="single" w:sz="6" w:space="0" w:color="F8A120" w:themeColor="accent6"/>
          <w:insideV w:val="single" w:sz="6" w:space="0" w:color="F8A120" w:themeColor="accent6"/>
        </w:tcBorders>
        <w:shd w:val="clear" w:color="auto" w:fill="FBD08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F5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DABB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DABB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DABB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DABB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EB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EBF4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F1C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C64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C64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C64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C64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E29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E29F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CC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752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752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752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752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A9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A93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C8C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223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223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223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223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909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909D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4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41E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41E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41E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41E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899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899E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7C7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12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12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A12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A12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D08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D08F" w:themeFill="accent6" w:themeFillTint="7F"/>
      </w:tcPr>
    </w:tblStylePr>
  </w:style>
  <w:style w:type="table" w:styleId="Listemoyenne1">
    <w:name w:val="Medium List 1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0DABB6" w:themeColor="accent1"/>
        <w:bottom w:val="single" w:sz="8" w:space="0" w:color="0DABB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DABB6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DABB6" w:themeColor="accent1"/>
          <w:bottom w:val="single" w:sz="8" w:space="0" w:color="0DABB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DABB6" w:themeColor="accent1"/>
          <w:bottom w:val="single" w:sz="8" w:space="0" w:color="0DABB6" w:themeColor="accent1"/>
        </w:tcBorders>
      </w:tcPr>
    </w:tblStylePr>
    <w:tblStylePr w:type="band1Vert">
      <w:tblPr/>
      <w:tcPr>
        <w:shd w:val="clear" w:color="auto" w:fill="B6F5F9" w:themeFill="accent1" w:themeFillTint="3F"/>
      </w:tcPr>
    </w:tblStylePr>
    <w:tblStylePr w:type="band1Horz">
      <w:tblPr/>
      <w:tcPr>
        <w:shd w:val="clear" w:color="auto" w:fill="B6F5F9" w:themeFill="accent1" w:themeFillTint="3F"/>
      </w:tcPr>
    </w:tblStylePr>
  </w:style>
  <w:style w:type="table" w:styleId="Listemoyenne1-Accent2">
    <w:name w:val="Medium List 1 Accent 2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8FC640" w:themeColor="accent2"/>
        <w:bottom w:val="single" w:sz="8" w:space="0" w:color="8FC64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C640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FC640" w:themeColor="accent2"/>
          <w:bottom w:val="single" w:sz="8" w:space="0" w:color="8FC64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C640" w:themeColor="accent2"/>
          <w:bottom w:val="single" w:sz="8" w:space="0" w:color="8FC640" w:themeColor="accent2"/>
        </w:tcBorders>
      </w:tcPr>
    </w:tblStylePr>
    <w:tblStylePr w:type="band1Vert">
      <w:tblPr/>
      <w:tcPr>
        <w:shd w:val="clear" w:color="auto" w:fill="E3F1CF" w:themeFill="accent2" w:themeFillTint="3F"/>
      </w:tcPr>
    </w:tblStylePr>
    <w:tblStylePr w:type="band1Horz">
      <w:tblPr/>
      <w:tcPr>
        <w:shd w:val="clear" w:color="auto" w:fill="E3F1CF" w:themeFill="accent2" w:themeFillTint="3F"/>
      </w:tcPr>
    </w:tblStylePr>
  </w:style>
  <w:style w:type="table" w:styleId="Listemoyenne1-Accent3">
    <w:name w:val="Medium List 1 Accent 3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F47527" w:themeColor="accent3"/>
        <w:bottom w:val="single" w:sz="8" w:space="0" w:color="F4752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7527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7527" w:themeColor="accent3"/>
          <w:bottom w:val="single" w:sz="8" w:space="0" w:color="F4752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7527" w:themeColor="accent3"/>
          <w:bottom w:val="single" w:sz="8" w:space="0" w:color="F47527" w:themeColor="accent3"/>
        </w:tcBorders>
      </w:tcPr>
    </w:tblStylePr>
    <w:tblStylePr w:type="band1Vert">
      <w:tblPr/>
      <w:tcPr>
        <w:shd w:val="clear" w:color="auto" w:fill="FCDCC9" w:themeFill="accent3" w:themeFillTint="3F"/>
      </w:tcPr>
    </w:tblStylePr>
    <w:tblStylePr w:type="band1Horz">
      <w:tblPr/>
      <w:tcPr>
        <w:shd w:val="clear" w:color="auto" w:fill="FCDCC9" w:themeFill="accent3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EC223B" w:themeColor="accent4"/>
        <w:bottom w:val="single" w:sz="8" w:space="0" w:color="EC223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223B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C223B" w:themeColor="accent4"/>
          <w:bottom w:val="single" w:sz="8" w:space="0" w:color="EC223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223B" w:themeColor="accent4"/>
          <w:bottom w:val="single" w:sz="8" w:space="0" w:color="EC223B" w:themeColor="accent4"/>
        </w:tcBorders>
      </w:tcPr>
    </w:tblStylePr>
    <w:tblStylePr w:type="band1Vert">
      <w:tblPr/>
      <w:tcPr>
        <w:shd w:val="clear" w:color="auto" w:fill="FAC8CE" w:themeFill="accent4" w:themeFillTint="3F"/>
      </w:tcPr>
    </w:tblStylePr>
    <w:tblStylePr w:type="band1Horz">
      <w:tblPr/>
      <w:tcPr>
        <w:shd w:val="clear" w:color="auto" w:fill="FAC8CE" w:themeFill="accent4" w:themeFillTint="3F"/>
      </w:tcPr>
    </w:tblStylePr>
  </w:style>
  <w:style w:type="table" w:styleId="Listemoyenne1-Accent5">
    <w:name w:val="Medium List 1 Accent 5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D41E44" w:themeColor="accent5"/>
        <w:bottom w:val="single" w:sz="8" w:space="0" w:color="D41E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41E44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41E44" w:themeColor="accent5"/>
          <w:bottom w:val="single" w:sz="8" w:space="0" w:color="D41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41E44" w:themeColor="accent5"/>
          <w:bottom w:val="single" w:sz="8" w:space="0" w:color="D41E44" w:themeColor="accent5"/>
        </w:tcBorders>
      </w:tcPr>
    </w:tblStylePr>
    <w:tblStylePr w:type="band1Vert">
      <w:tblPr/>
      <w:tcPr>
        <w:shd w:val="clear" w:color="auto" w:fill="F6C4CF" w:themeFill="accent5" w:themeFillTint="3F"/>
      </w:tcPr>
    </w:tblStylePr>
    <w:tblStylePr w:type="band1Horz">
      <w:tblPr/>
      <w:tcPr>
        <w:shd w:val="clear" w:color="auto" w:fill="F6C4CF" w:themeFill="accent5" w:themeFillTint="3F"/>
      </w:tcPr>
    </w:tblStylePr>
  </w:style>
  <w:style w:type="table" w:styleId="Listemoyenne1-Accent6">
    <w:name w:val="Medium List 1 Accent 6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F8A120" w:themeColor="accent6"/>
        <w:bottom w:val="single" w:sz="8" w:space="0" w:color="F8A12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A120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8A120" w:themeColor="accent6"/>
          <w:bottom w:val="single" w:sz="8" w:space="0" w:color="F8A12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A120" w:themeColor="accent6"/>
          <w:bottom w:val="single" w:sz="8" w:space="0" w:color="F8A120" w:themeColor="accent6"/>
        </w:tcBorders>
      </w:tcPr>
    </w:tblStylePr>
    <w:tblStylePr w:type="band1Vert">
      <w:tblPr/>
      <w:tcPr>
        <w:shd w:val="clear" w:color="auto" w:fill="FDE7C7" w:themeFill="accent6" w:themeFillTint="3F"/>
      </w:tcPr>
    </w:tblStylePr>
    <w:tblStylePr w:type="band1Horz">
      <w:tblPr/>
      <w:tcPr>
        <w:shd w:val="clear" w:color="auto" w:fill="FDE7C7" w:themeFill="accent6" w:themeFillTint="3F"/>
      </w:tcPr>
    </w:tblStylePr>
  </w:style>
  <w:style w:type="table" w:styleId="Listemoyenne2">
    <w:name w:val="Medium List 2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DABB6" w:themeColor="accent1"/>
        <w:left w:val="single" w:sz="8" w:space="0" w:color="0DABB6" w:themeColor="accent1"/>
        <w:bottom w:val="single" w:sz="8" w:space="0" w:color="0DABB6" w:themeColor="accent1"/>
        <w:right w:val="single" w:sz="8" w:space="0" w:color="0DABB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ABB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ABB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ABB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5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F5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C640" w:themeColor="accent2"/>
        <w:left w:val="single" w:sz="8" w:space="0" w:color="8FC640" w:themeColor="accent2"/>
        <w:bottom w:val="single" w:sz="8" w:space="0" w:color="8FC640" w:themeColor="accent2"/>
        <w:right w:val="single" w:sz="8" w:space="0" w:color="8FC64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C64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C64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C64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F1C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F1C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47527" w:themeColor="accent3"/>
        <w:left w:val="single" w:sz="8" w:space="0" w:color="F47527" w:themeColor="accent3"/>
        <w:bottom w:val="single" w:sz="8" w:space="0" w:color="F47527" w:themeColor="accent3"/>
        <w:right w:val="single" w:sz="8" w:space="0" w:color="F4752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4752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752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752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C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C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223B" w:themeColor="accent4"/>
        <w:left w:val="single" w:sz="8" w:space="0" w:color="EC223B" w:themeColor="accent4"/>
        <w:bottom w:val="single" w:sz="8" w:space="0" w:color="EC223B" w:themeColor="accent4"/>
        <w:right w:val="single" w:sz="8" w:space="0" w:color="EC223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223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223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223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C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C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41E44" w:themeColor="accent5"/>
        <w:left w:val="single" w:sz="8" w:space="0" w:color="D41E44" w:themeColor="accent5"/>
        <w:bottom w:val="single" w:sz="8" w:space="0" w:color="D41E44" w:themeColor="accent5"/>
        <w:right w:val="single" w:sz="8" w:space="0" w:color="D41E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41E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41E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41E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4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A120" w:themeColor="accent6"/>
        <w:left w:val="single" w:sz="8" w:space="0" w:color="F8A120" w:themeColor="accent6"/>
        <w:bottom w:val="single" w:sz="8" w:space="0" w:color="F8A120" w:themeColor="accent6"/>
        <w:right w:val="single" w:sz="8" w:space="0" w:color="F8A12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A12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A12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A12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7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7C7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22E1EF" w:themeColor="accent1" w:themeTint="BF"/>
        <w:left w:val="single" w:sz="8" w:space="0" w:color="22E1EF" w:themeColor="accent1" w:themeTint="BF"/>
        <w:bottom w:val="single" w:sz="8" w:space="0" w:color="22E1EF" w:themeColor="accent1" w:themeTint="BF"/>
        <w:right w:val="single" w:sz="8" w:space="0" w:color="22E1EF" w:themeColor="accent1" w:themeTint="BF"/>
        <w:insideH w:val="single" w:sz="8" w:space="0" w:color="22E1E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2E1EF" w:themeColor="accent1" w:themeTint="BF"/>
          <w:left w:val="single" w:sz="8" w:space="0" w:color="22E1EF" w:themeColor="accent1" w:themeTint="BF"/>
          <w:bottom w:val="single" w:sz="8" w:space="0" w:color="22E1EF" w:themeColor="accent1" w:themeTint="BF"/>
          <w:right w:val="single" w:sz="8" w:space="0" w:color="22E1EF" w:themeColor="accent1" w:themeTint="BF"/>
          <w:insideH w:val="nil"/>
          <w:insideV w:val="nil"/>
        </w:tcBorders>
        <w:shd w:val="clear" w:color="auto" w:fill="0DABB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2E1EF" w:themeColor="accent1" w:themeTint="BF"/>
          <w:left w:val="single" w:sz="8" w:space="0" w:color="22E1EF" w:themeColor="accent1" w:themeTint="BF"/>
          <w:bottom w:val="single" w:sz="8" w:space="0" w:color="22E1EF" w:themeColor="accent1" w:themeTint="BF"/>
          <w:right w:val="single" w:sz="8" w:space="0" w:color="22E1E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F5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F5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AAD46F" w:themeColor="accent2" w:themeTint="BF"/>
        <w:left w:val="single" w:sz="8" w:space="0" w:color="AAD46F" w:themeColor="accent2" w:themeTint="BF"/>
        <w:bottom w:val="single" w:sz="8" w:space="0" w:color="AAD46F" w:themeColor="accent2" w:themeTint="BF"/>
        <w:right w:val="single" w:sz="8" w:space="0" w:color="AAD46F" w:themeColor="accent2" w:themeTint="BF"/>
        <w:insideH w:val="single" w:sz="8" w:space="0" w:color="AAD46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AD46F" w:themeColor="accent2" w:themeTint="BF"/>
          <w:left w:val="single" w:sz="8" w:space="0" w:color="AAD46F" w:themeColor="accent2" w:themeTint="BF"/>
          <w:bottom w:val="single" w:sz="8" w:space="0" w:color="AAD46F" w:themeColor="accent2" w:themeTint="BF"/>
          <w:right w:val="single" w:sz="8" w:space="0" w:color="AAD46F" w:themeColor="accent2" w:themeTint="BF"/>
          <w:insideH w:val="nil"/>
          <w:insideV w:val="nil"/>
        </w:tcBorders>
        <w:shd w:val="clear" w:color="auto" w:fill="8FC64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D46F" w:themeColor="accent2" w:themeTint="BF"/>
          <w:left w:val="single" w:sz="8" w:space="0" w:color="AAD46F" w:themeColor="accent2" w:themeTint="BF"/>
          <w:bottom w:val="single" w:sz="8" w:space="0" w:color="AAD46F" w:themeColor="accent2" w:themeTint="BF"/>
          <w:right w:val="single" w:sz="8" w:space="0" w:color="AAD46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C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F1C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F6975C" w:themeColor="accent3" w:themeTint="BF"/>
        <w:left w:val="single" w:sz="8" w:space="0" w:color="F6975C" w:themeColor="accent3" w:themeTint="BF"/>
        <w:bottom w:val="single" w:sz="8" w:space="0" w:color="F6975C" w:themeColor="accent3" w:themeTint="BF"/>
        <w:right w:val="single" w:sz="8" w:space="0" w:color="F6975C" w:themeColor="accent3" w:themeTint="BF"/>
        <w:insideH w:val="single" w:sz="8" w:space="0" w:color="F6975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975C" w:themeColor="accent3" w:themeTint="BF"/>
          <w:left w:val="single" w:sz="8" w:space="0" w:color="F6975C" w:themeColor="accent3" w:themeTint="BF"/>
          <w:bottom w:val="single" w:sz="8" w:space="0" w:color="F6975C" w:themeColor="accent3" w:themeTint="BF"/>
          <w:right w:val="single" w:sz="8" w:space="0" w:color="F6975C" w:themeColor="accent3" w:themeTint="BF"/>
          <w:insideH w:val="nil"/>
          <w:insideV w:val="nil"/>
        </w:tcBorders>
        <w:shd w:val="clear" w:color="auto" w:fill="F4752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975C" w:themeColor="accent3" w:themeTint="BF"/>
          <w:left w:val="single" w:sz="8" w:space="0" w:color="F6975C" w:themeColor="accent3" w:themeTint="BF"/>
          <w:bottom w:val="single" w:sz="8" w:space="0" w:color="F6975C" w:themeColor="accent3" w:themeTint="BF"/>
          <w:right w:val="single" w:sz="8" w:space="0" w:color="F6975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C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C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F0596B" w:themeColor="accent4" w:themeTint="BF"/>
        <w:left w:val="single" w:sz="8" w:space="0" w:color="F0596B" w:themeColor="accent4" w:themeTint="BF"/>
        <w:bottom w:val="single" w:sz="8" w:space="0" w:color="F0596B" w:themeColor="accent4" w:themeTint="BF"/>
        <w:right w:val="single" w:sz="8" w:space="0" w:color="F0596B" w:themeColor="accent4" w:themeTint="BF"/>
        <w:insideH w:val="single" w:sz="8" w:space="0" w:color="F0596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596B" w:themeColor="accent4" w:themeTint="BF"/>
          <w:left w:val="single" w:sz="8" w:space="0" w:color="F0596B" w:themeColor="accent4" w:themeTint="BF"/>
          <w:bottom w:val="single" w:sz="8" w:space="0" w:color="F0596B" w:themeColor="accent4" w:themeTint="BF"/>
          <w:right w:val="single" w:sz="8" w:space="0" w:color="F0596B" w:themeColor="accent4" w:themeTint="BF"/>
          <w:insideH w:val="nil"/>
          <w:insideV w:val="nil"/>
        </w:tcBorders>
        <w:shd w:val="clear" w:color="auto" w:fill="EC223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596B" w:themeColor="accent4" w:themeTint="BF"/>
          <w:left w:val="single" w:sz="8" w:space="0" w:color="F0596B" w:themeColor="accent4" w:themeTint="BF"/>
          <w:bottom w:val="single" w:sz="8" w:space="0" w:color="F0596B" w:themeColor="accent4" w:themeTint="BF"/>
          <w:right w:val="single" w:sz="8" w:space="0" w:color="F05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C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E64E6E" w:themeColor="accent5" w:themeTint="BF"/>
        <w:left w:val="single" w:sz="8" w:space="0" w:color="E64E6E" w:themeColor="accent5" w:themeTint="BF"/>
        <w:bottom w:val="single" w:sz="8" w:space="0" w:color="E64E6E" w:themeColor="accent5" w:themeTint="BF"/>
        <w:right w:val="single" w:sz="8" w:space="0" w:color="E64E6E" w:themeColor="accent5" w:themeTint="BF"/>
        <w:insideH w:val="single" w:sz="8" w:space="0" w:color="E64E6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4E6E" w:themeColor="accent5" w:themeTint="BF"/>
          <w:left w:val="single" w:sz="8" w:space="0" w:color="E64E6E" w:themeColor="accent5" w:themeTint="BF"/>
          <w:bottom w:val="single" w:sz="8" w:space="0" w:color="E64E6E" w:themeColor="accent5" w:themeTint="BF"/>
          <w:right w:val="single" w:sz="8" w:space="0" w:color="E64E6E" w:themeColor="accent5" w:themeTint="BF"/>
          <w:insideH w:val="nil"/>
          <w:insideV w:val="nil"/>
        </w:tcBorders>
        <w:shd w:val="clear" w:color="auto" w:fill="D41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4E6E" w:themeColor="accent5" w:themeTint="BF"/>
          <w:left w:val="single" w:sz="8" w:space="0" w:color="E64E6E" w:themeColor="accent5" w:themeTint="BF"/>
          <w:bottom w:val="single" w:sz="8" w:space="0" w:color="E64E6E" w:themeColor="accent5" w:themeTint="BF"/>
          <w:right w:val="single" w:sz="8" w:space="0" w:color="E64E6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4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4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F9B857" w:themeColor="accent6" w:themeTint="BF"/>
        <w:left w:val="single" w:sz="8" w:space="0" w:color="F9B857" w:themeColor="accent6" w:themeTint="BF"/>
        <w:bottom w:val="single" w:sz="8" w:space="0" w:color="F9B857" w:themeColor="accent6" w:themeTint="BF"/>
        <w:right w:val="single" w:sz="8" w:space="0" w:color="F9B857" w:themeColor="accent6" w:themeTint="BF"/>
        <w:insideH w:val="single" w:sz="8" w:space="0" w:color="F9B857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857" w:themeColor="accent6" w:themeTint="BF"/>
          <w:left w:val="single" w:sz="8" w:space="0" w:color="F9B857" w:themeColor="accent6" w:themeTint="BF"/>
          <w:bottom w:val="single" w:sz="8" w:space="0" w:color="F9B857" w:themeColor="accent6" w:themeTint="BF"/>
          <w:right w:val="single" w:sz="8" w:space="0" w:color="F9B857" w:themeColor="accent6" w:themeTint="BF"/>
          <w:insideH w:val="nil"/>
          <w:insideV w:val="nil"/>
        </w:tcBorders>
        <w:shd w:val="clear" w:color="auto" w:fill="F8A12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857" w:themeColor="accent6" w:themeTint="BF"/>
          <w:left w:val="single" w:sz="8" w:space="0" w:color="F9B857" w:themeColor="accent6" w:themeTint="BF"/>
          <w:bottom w:val="single" w:sz="8" w:space="0" w:color="F9B857" w:themeColor="accent6" w:themeTint="BF"/>
          <w:right w:val="single" w:sz="8" w:space="0" w:color="F9B857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C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7C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DABB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ABB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DABB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C64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C64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C64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752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752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752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223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223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223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41E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1E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41E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A12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A12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A12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Policepardfaut"/>
    <w:uiPriority w:val="99"/>
    <w:semiHidden/>
    <w:unhideWhenUsed/>
    <w:rsid w:val="002C4BD7"/>
    <w:rPr>
      <w:color w:val="2B579A"/>
      <w:shd w:val="clear" w:color="auto" w:fill="E6E6E6"/>
    </w:rPr>
  </w:style>
  <w:style w:type="paragraph" w:styleId="Sansinterligne">
    <w:name w:val="No Spacing"/>
    <w:uiPriority w:val="99"/>
    <w:semiHidden/>
    <w:unhideWhenUsed/>
    <w:qFormat/>
    <w:rsid w:val="002C4BD7"/>
  </w:style>
  <w:style w:type="paragraph" w:styleId="NormalWeb">
    <w:name w:val="Normal (Web)"/>
    <w:basedOn w:val="Normal"/>
    <w:uiPriority w:val="99"/>
    <w:semiHidden/>
    <w:unhideWhenUsed/>
    <w:rsid w:val="002C4BD7"/>
    <w:rPr>
      <w:rFonts w:ascii="Times New Roman" w:hAnsi="Times New Roman"/>
      <w:sz w:val="24"/>
      <w:szCs w:val="24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C4BD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2C4BD7"/>
  </w:style>
  <w:style w:type="table" w:styleId="Tableausimple1">
    <w:name w:val="Plain Table 1"/>
    <w:basedOn w:val="TableauNormal"/>
    <w:uiPriority w:val="41"/>
    <w:rsid w:val="002C4BD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2C4BD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2C4BD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4">
    <w:name w:val="Plain Table 4"/>
    <w:basedOn w:val="TableauNormal"/>
    <w:uiPriority w:val="44"/>
    <w:rsid w:val="002C4BD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2C4BD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brut">
    <w:name w:val="Plain Text"/>
    <w:basedOn w:val="Normal"/>
    <w:link w:val="TextebrutCar"/>
    <w:uiPriority w:val="99"/>
    <w:semiHidden/>
    <w:unhideWhenUsed/>
    <w:rsid w:val="002C4BD7"/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2C4BD7"/>
    <w:rPr>
      <w:rFonts w:ascii="Consolas" w:hAnsi="Consolas"/>
      <w:szCs w:val="21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674BAA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674BAA"/>
    <w:rPr>
      <w:i/>
      <w:iCs/>
      <w:color w:val="404040" w:themeColor="text1" w:themeTint="BF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C4BD7"/>
  </w:style>
  <w:style w:type="character" w:customStyle="1" w:styleId="SalutationsCar">
    <w:name w:val="Salutations Car"/>
    <w:basedOn w:val="Policepardfaut"/>
    <w:link w:val="Salutations"/>
    <w:uiPriority w:val="99"/>
    <w:semiHidden/>
    <w:rsid w:val="002C4BD7"/>
  </w:style>
  <w:style w:type="character" w:customStyle="1" w:styleId="SmartHyperlink">
    <w:name w:val="Smart Hyperlink"/>
    <w:basedOn w:val="Policepardfaut"/>
    <w:uiPriority w:val="99"/>
    <w:semiHidden/>
    <w:unhideWhenUsed/>
    <w:rsid w:val="002C4BD7"/>
    <w:rPr>
      <w:u w:val="dotted"/>
    </w:rPr>
  </w:style>
  <w:style w:type="character" w:styleId="lev">
    <w:name w:val="Strong"/>
    <w:basedOn w:val="Policepardfaut"/>
    <w:uiPriority w:val="22"/>
    <w:semiHidden/>
    <w:unhideWhenUsed/>
    <w:qFormat/>
    <w:rsid w:val="002C4BD7"/>
    <w:rPr>
      <w:b/>
      <w:bCs/>
    </w:rPr>
  </w:style>
  <w:style w:type="paragraph" w:styleId="Sous-titre">
    <w:name w:val="Subtitle"/>
    <w:basedOn w:val="Normal"/>
    <w:link w:val="Sous-titreCar"/>
    <w:uiPriority w:val="11"/>
    <w:semiHidden/>
    <w:unhideWhenUsed/>
    <w:qFormat/>
    <w:rsid w:val="00431C47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431C47"/>
    <w:rPr>
      <w:rFonts w:eastAsiaTheme="minorEastAsia" w:cstheme="minorBidi"/>
      <w:color w:val="5A5A5A" w:themeColor="text1" w:themeTint="A5"/>
      <w:spacing w:val="15"/>
    </w:rPr>
  </w:style>
  <w:style w:type="character" w:styleId="Emphaseple">
    <w:name w:val="Subtle Emphasis"/>
    <w:basedOn w:val="Policepardfaut"/>
    <w:uiPriority w:val="19"/>
    <w:semiHidden/>
    <w:unhideWhenUsed/>
    <w:qFormat/>
    <w:rsid w:val="002C4BD7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semiHidden/>
    <w:unhideWhenUsed/>
    <w:qFormat/>
    <w:rsid w:val="002C4BD7"/>
    <w:rPr>
      <w:smallCaps/>
      <w:color w:val="5A5A5A" w:themeColor="text1" w:themeTint="A5"/>
    </w:rPr>
  </w:style>
  <w:style w:type="table" w:styleId="Effetsdetableau3D1">
    <w:name w:val="Table 3D effects 1"/>
    <w:basedOn w:val="TableauNormal"/>
    <w:uiPriority w:val="99"/>
    <w:semiHidden/>
    <w:unhideWhenUsed/>
    <w:rsid w:val="002C4BD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C4BD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C4BD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C4BD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C4BD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C4BD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C4BD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C4BD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C4BD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C4BD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C4BD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C4BD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C4BD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C4BD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C4BD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C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C4BD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C4BD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C4BD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C4BD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C4BD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uiPriority w:val="40"/>
    <w:rsid w:val="002C4BD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liste1">
    <w:name w:val="Table List 1"/>
    <w:basedOn w:val="TableauNormal"/>
    <w:uiPriority w:val="99"/>
    <w:semiHidden/>
    <w:unhideWhenUsed/>
    <w:rsid w:val="002C4BD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0">
    <w:name w:val="Table List 2"/>
    <w:basedOn w:val="TableauNormal"/>
    <w:uiPriority w:val="99"/>
    <w:semiHidden/>
    <w:unhideWhenUsed/>
    <w:rsid w:val="002C4BD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0">
    <w:name w:val="Table List 3"/>
    <w:basedOn w:val="TableauNormal"/>
    <w:uiPriority w:val="99"/>
    <w:semiHidden/>
    <w:unhideWhenUsed/>
    <w:rsid w:val="002C4BD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0">
    <w:name w:val="Table List 4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C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C4BD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C4BD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C4BD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2C4BD7"/>
    <w:pPr>
      <w:ind w:left="220" w:hanging="220"/>
    </w:pPr>
  </w:style>
  <w:style w:type="paragraph" w:styleId="Tabledesillustrations">
    <w:name w:val="table of figures"/>
    <w:basedOn w:val="Normal"/>
    <w:next w:val="Normal"/>
    <w:uiPriority w:val="99"/>
    <w:semiHidden/>
    <w:unhideWhenUsed/>
    <w:rsid w:val="002C4BD7"/>
  </w:style>
  <w:style w:type="table" w:styleId="Tableauprofessionnel">
    <w:name w:val="Table Professional"/>
    <w:basedOn w:val="TableauNormal"/>
    <w:uiPriority w:val="99"/>
    <w:semiHidden/>
    <w:unhideWhenUsed/>
    <w:rsid w:val="002C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0">
    <w:name w:val="Table Simple 1"/>
    <w:basedOn w:val="TableauNormal"/>
    <w:uiPriority w:val="99"/>
    <w:semiHidden/>
    <w:unhideWhenUsed/>
    <w:rsid w:val="002C4BD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0">
    <w:name w:val="Table Simple 2"/>
    <w:basedOn w:val="TableauNormal"/>
    <w:uiPriority w:val="99"/>
    <w:semiHidden/>
    <w:unhideWhenUsed/>
    <w:rsid w:val="002C4BD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0">
    <w:name w:val="Table Simple 3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C4BD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C4BD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C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C4BD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C4BD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C4BD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99"/>
    <w:semiHidden/>
    <w:unhideWhenUsed/>
    <w:rsid w:val="002C4BD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2C4BD7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2C4B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2C4BD7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2C4BD7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2C4BD7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2C4BD7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2C4BD7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2C4BD7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2C4BD7"/>
    <w:pPr>
      <w:spacing w:after="100"/>
      <w:ind w:left="176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31C47"/>
    <w:pPr>
      <w:keepNext/>
      <w:keepLines/>
      <w:outlineLvl w:val="9"/>
    </w:pPr>
    <w:rPr>
      <w:rFonts w:eastAsiaTheme="majorEastAsia" w:cstheme="majorBidi"/>
      <w:szCs w:val="3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C4BD7"/>
    <w:rPr>
      <w:color w:val="808080"/>
      <w:shd w:val="clear" w:color="auto" w:fill="E6E6E6"/>
    </w:rPr>
  </w:style>
  <w:style w:type="character" w:customStyle="1" w:styleId="Titre2Car">
    <w:name w:val="Titre 2 Car"/>
    <w:basedOn w:val="Policepardfaut"/>
    <w:link w:val="Titre2"/>
    <w:uiPriority w:val="9"/>
    <w:rsid w:val="007A1081"/>
    <w:rPr>
      <w:rFonts w:asciiTheme="majorHAnsi" w:eastAsiaTheme="majorEastAsia" w:hAnsiTheme="majorHAnsi" w:cstheme="majorBidi"/>
      <w:caps/>
      <w:szCs w:val="26"/>
    </w:rPr>
  </w:style>
  <w:style w:type="character" w:customStyle="1" w:styleId="PieddepageCar">
    <w:name w:val="Pied de page Car"/>
    <w:basedOn w:val="Policepardfaut"/>
    <w:link w:val="Pieddepage"/>
    <w:uiPriority w:val="99"/>
    <w:rsid w:val="006536D0"/>
    <w:rPr>
      <w:kern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vis-situation-sirene.insee.fr/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irection.autonomie@cg971.fr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VAL_A\AppData\Roaming\Microsoft\Templates\M&#233;mo%20Prisme.dotx" TargetMode="External"/></Relationships>
</file>

<file path=word/theme/theme1.xml><?xml version="1.0" encoding="utf-8"?>
<a:theme xmlns:a="http://schemas.openxmlformats.org/drawingml/2006/main" name="Office Theme">
  <a:themeElements>
    <a:clrScheme name="Memo-0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DABB6"/>
      </a:accent1>
      <a:accent2>
        <a:srgbClr val="8FC640"/>
      </a:accent2>
      <a:accent3>
        <a:srgbClr val="F47527"/>
      </a:accent3>
      <a:accent4>
        <a:srgbClr val="EC223B"/>
      </a:accent4>
      <a:accent5>
        <a:srgbClr val="D41E44"/>
      </a:accent5>
      <a:accent6>
        <a:srgbClr val="F8A120"/>
      </a:accent6>
      <a:hlink>
        <a:srgbClr val="0070C0"/>
      </a:hlink>
      <a:folHlink>
        <a:srgbClr val="FF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42F381EF-75E8-442E-81C3-C62D649CB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A54D7D-4B5F-4D8E-800F-7FCF1503C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4C8E1-CFC0-43BD-83D1-795FBB95D09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Mémo Prisme</Template>
  <TotalTime>0</TotalTime>
  <Pages>12</Pages>
  <Words>1106</Words>
  <Characters>6083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2024-03-15T00:30:00Z</dcterms:created>
  <dcterms:modified xsi:type="dcterms:W3CDTF">2024-06-03T18:35:00Z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